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96248A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-1254125</wp:posOffset>
            </wp:positionH>
            <wp:positionV relativeFrom="paragraph">
              <wp:posOffset>-358775</wp:posOffset>
            </wp:positionV>
            <wp:extent cx="7553325" cy="2275205"/>
            <wp:effectExtent l="0" t="0" r="9525" b="0"/>
            <wp:wrapTopAndBottom/>
            <wp:docPr id="25" name="Рисунок 0" descr="d_5_бланк_рспржн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рспржн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F36">
        <w:rPr>
          <w:rFonts w:ascii="Times New Roman" w:hAnsi="Times New Roman"/>
          <w:bCs/>
          <w:sz w:val="28"/>
          <w:szCs w:val="28"/>
        </w:rPr>
        <w:t>от 01 ноября 2019 г. № 512-р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722F36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28"/>
        <w:gridCol w:w="4643"/>
      </w:tblGrid>
      <w:tr w:rsidR="002E51A7" w:rsidRPr="00E87E25" w:rsidTr="00190D5D">
        <w:tc>
          <w:tcPr>
            <w:tcW w:w="5000" w:type="pct"/>
            <w:gridSpan w:val="2"/>
            <w:tcMar>
              <w:top w:w="0" w:type="dxa"/>
              <w:bottom w:w="0" w:type="dxa"/>
            </w:tcMar>
          </w:tcPr>
          <w:p w:rsidR="0096248A" w:rsidRPr="0096248A" w:rsidRDefault="0096248A" w:rsidP="0096248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96248A">
              <w:rPr>
                <w:rFonts w:ascii="Times New Roman" w:hAnsi="Times New Roman"/>
                <w:sz w:val="28"/>
                <w:szCs w:val="28"/>
              </w:rPr>
              <w:lastRenderedPageBreak/>
              <w:t>Внести в распоряжение Правительства Рязанской области от 19.02.2019 № 87-р следующие изменения:</w:t>
            </w:r>
          </w:p>
          <w:p w:rsidR="0096248A" w:rsidRPr="0096248A" w:rsidRDefault="0096248A" w:rsidP="0096248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248A">
              <w:rPr>
                <w:rFonts w:ascii="Times New Roman" w:hAnsi="Times New Roman"/>
                <w:sz w:val="28"/>
                <w:szCs w:val="28"/>
              </w:rPr>
              <w:t xml:space="preserve">1) пункт </w:t>
            </w:r>
            <w:r w:rsidR="00C340CD">
              <w:rPr>
                <w:rFonts w:ascii="Times New Roman" w:hAnsi="Times New Roman"/>
                <w:sz w:val="28"/>
                <w:szCs w:val="28"/>
              </w:rPr>
              <w:t>2</w:t>
            </w:r>
            <w:r w:rsidRPr="0096248A">
              <w:rPr>
                <w:rFonts w:ascii="Times New Roman" w:hAnsi="Times New Roman"/>
                <w:sz w:val="28"/>
                <w:szCs w:val="28"/>
              </w:rPr>
              <w:t xml:space="preserve"> изложить в следующей редакции:</w:t>
            </w:r>
          </w:p>
          <w:p w:rsidR="0096248A" w:rsidRPr="0096248A" w:rsidRDefault="0096248A" w:rsidP="0096248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248A">
              <w:rPr>
                <w:rFonts w:ascii="Times New Roman" w:hAnsi="Times New Roman"/>
                <w:sz w:val="28"/>
                <w:szCs w:val="28"/>
              </w:rPr>
              <w:t>«</w:t>
            </w:r>
            <w:r w:rsidR="00C340CD">
              <w:rPr>
                <w:rFonts w:ascii="Times New Roman" w:hAnsi="Times New Roman"/>
                <w:sz w:val="28"/>
                <w:szCs w:val="28"/>
              </w:rPr>
              <w:t>2</w:t>
            </w:r>
            <w:r w:rsidRPr="0096248A">
              <w:rPr>
                <w:rFonts w:ascii="Times New Roman" w:hAnsi="Times New Roman"/>
                <w:sz w:val="28"/>
                <w:szCs w:val="28"/>
              </w:rPr>
              <w:t>. Контроль за исполнением настоящего распоряжения возложить на заместителя Председателя Правительства Рязанской области                            Р.П. Петряева</w:t>
            </w:r>
            <w:proofErr w:type="gramStart"/>
            <w:r w:rsidRPr="0096248A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96248A" w:rsidRPr="0096248A" w:rsidRDefault="0096248A" w:rsidP="0096248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248A">
              <w:rPr>
                <w:rFonts w:ascii="Times New Roman" w:hAnsi="Times New Roman"/>
                <w:sz w:val="28"/>
                <w:szCs w:val="28"/>
              </w:rPr>
              <w:t>2) в приложении:</w:t>
            </w:r>
          </w:p>
          <w:p w:rsidR="0096248A" w:rsidRPr="0096248A" w:rsidRDefault="0096248A" w:rsidP="0096248A">
            <w:pPr>
              <w:spacing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248A">
              <w:rPr>
                <w:rFonts w:ascii="Times New Roman" w:hAnsi="Times New Roman"/>
                <w:sz w:val="28"/>
                <w:szCs w:val="28"/>
              </w:rPr>
              <w:t>включить в состав межведомственной рабочей группы по организации и проведению регионального чемпионата «Молодые профессионалы» (</w:t>
            </w:r>
            <w:proofErr w:type="spellStart"/>
            <w:r w:rsidRPr="0096248A">
              <w:rPr>
                <w:rFonts w:ascii="Times New Roman" w:hAnsi="Times New Roman"/>
                <w:sz w:val="28"/>
                <w:szCs w:val="28"/>
              </w:rPr>
              <w:t>WorldSkills</w:t>
            </w:r>
            <w:proofErr w:type="spellEnd"/>
            <w:r w:rsidRPr="009624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248A">
              <w:rPr>
                <w:rFonts w:ascii="Times New Roman" w:hAnsi="Times New Roman"/>
                <w:sz w:val="28"/>
                <w:szCs w:val="28"/>
              </w:rPr>
              <w:t>Russia</w:t>
            </w:r>
            <w:proofErr w:type="spellEnd"/>
            <w:r w:rsidRPr="0096248A">
              <w:rPr>
                <w:rFonts w:ascii="Times New Roman" w:hAnsi="Times New Roman"/>
                <w:sz w:val="28"/>
                <w:szCs w:val="28"/>
              </w:rPr>
              <w:t>) и регионального чемпионата по профессиональному мастерству среди инвалидов и лиц с ограниченными возможностями здоровья «</w:t>
            </w:r>
            <w:proofErr w:type="spellStart"/>
            <w:r w:rsidRPr="0096248A">
              <w:rPr>
                <w:rFonts w:ascii="Times New Roman" w:hAnsi="Times New Roman"/>
                <w:sz w:val="28"/>
                <w:szCs w:val="28"/>
              </w:rPr>
              <w:t>Абилимпикс</w:t>
            </w:r>
            <w:proofErr w:type="spellEnd"/>
            <w:r w:rsidRPr="0096248A">
              <w:rPr>
                <w:rFonts w:ascii="Times New Roman" w:hAnsi="Times New Roman"/>
                <w:sz w:val="28"/>
                <w:szCs w:val="28"/>
              </w:rPr>
              <w:t xml:space="preserve">» следующих лиц: </w:t>
            </w:r>
          </w:p>
          <w:tbl>
            <w:tblPr>
              <w:tblW w:w="9365" w:type="dxa"/>
              <w:tblLook w:val="0000" w:firstRow="0" w:lastRow="0" w:firstColumn="0" w:lastColumn="0" w:noHBand="0" w:noVBand="0"/>
            </w:tblPr>
            <w:tblGrid>
              <w:gridCol w:w="3108"/>
              <w:gridCol w:w="310"/>
              <w:gridCol w:w="5947"/>
            </w:tblGrid>
            <w:tr w:rsidR="0096248A" w:rsidRPr="0096248A" w:rsidTr="00190D5D">
              <w:trPr>
                <w:cantSplit/>
              </w:trPr>
              <w:tc>
                <w:tcPr>
                  <w:tcW w:w="3108" w:type="dxa"/>
                </w:tcPr>
                <w:p w:rsidR="0096248A" w:rsidRPr="0096248A" w:rsidRDefault="0096248A" w:rsidP="0096248A">
                  <w:pPr>
                    <w:spacing w:line="228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248A">
                    <w:rPr>
                      <w:rFonts w:ascii="Times New Roman" w:hAnsi="Times New Roman"/>
                      <w:sz w:val="28"/>
                      <w:szCs w:val="28"/>
                    </w:rPr>
                    <w:t xml:space="preserve">Петряев </w:t>
                  </w:r>
                </w:p>
                <w:p w:rsidR="0096248A" w:rsidRPr="0096248A" w:rsidRDefault="0096248A" w:rsidP="0096248A">
                  <w:pPr>
                    <w:spacing w:line="228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248A">
                    <w:rPr>
                      <w:rFonts w:ascii="Times New Roman" w:hAnsi="Times New Roman"/>
                      <w:sz w:val="28"/>
                      <w:szCs w:val="28"/>
                    </w:rPr>
                    <w:t>Роман Петрович</w:t>
                  </w:r>
                </w:p>
              </w:tc>
              <w:tc>
                <w:tcPr>
                  <w:tcW w:w="310" w:type="dxa"/>
                </w:tcPr>
                <w:p w:rsidR="0096248A" w:rsidRPr="0096248A" w:rsidRDefault="0096248A" w:rsidP="0096248A">
                  <w:pPr>
                    <w:spacing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248A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947" w:type="dxa"/>
                </w:tcPr>
                <w:p w:rsidR="0096248A" w:rsidRDefault="0096248A" w:rsidP="00190D5D">
                  <w:pPr>
                    <w:spacing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248A">
                    <w:rPr>
                      <w:rFonts w:ascii="Times New Roman" w:hAnsi="Times New Roman"/>
                      <w:sz w:val="28"/>
                      <w:szCs w:val="28"/>
                    </w:rPr>
                    <w:t>заместитель Председателя Правительства Рязанской области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председатель межведомственной рабочей группы</w:t>
                  </w:r>
                </w:p>
                <w:p w:rsidR="0096248A" w:rsidRPr="0096248A" w:rsidRDefault="0096248A" w:rsidP="00190D5D">
                  <w:pPr>
                    <w:spacing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6248A" w:rsidRPr="0096248A" w:rsidTr="00190D5D">
              <w:trPr>
                <w:cantSplit/>
              </w:trPr>
              <w:tc>
                <w:tcPr>
                  <w:tcW w:w="3108" w:type="dxa"/>
                </w:tcPr>
                <w:p w:rsidR="0096248A" w:rsidRPr="0096248A" w:rsidRDefault="0096248A" w:rsidP="0096248A">
                  <w:pPr>
                    <w:spacing w:line="228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96248A">
                    <w:rPr>
                      <w:rFonts w:ascii="Times New Roman" w:hAnsi="Times New Roman"/>
                      <w:sz w:val="28"/>
                      <w:szCs w:val="28"/>
                    </w:rPr>
                    <w:t>Ворфоломеев</w:t>
                  </w:r>
                  <w:proofErr w:type="spellEnd"/>
                  <w:r w:rsidRPr="0096248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96248A" w:rsidRPr="0096248A" w:rsidRDefault="0096248A" w:rsidP="0096248A">
                  <w:pPr>
                    <w:spacing w:line="228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248A">
                    <w:rPr>
                      <w:rFonts w:ascii="Times New Roman" w:hAnsi="Times New Roman"/>
                      <w:sz w:val="28"/>
                      <w:szCs w:val="28"/>
                    </w:rPr>
                    <w:t>Андрей Владимирович</w:t>
                  </w:r>
                </w:p>
              </w:tc>
              <w:tc>
                <w:tcPr>
                  <w:tcW w:w="310" w:type="dxa"/>
                </w:tcPr>
                <w:p w:rsidR="0096248A" w:rsidRPr="0096248A" w:rsidRDefault="0096248A" w:rsidP="0096248A">
                  <w:pPr>
                    <w:spacing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248A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947" w:type="dxa"/>
                </w:tcPr>
                <w:p w:rsidR="0096248A" w:rsidRDefault="009327FA" w:rsidP="00190D5D">
                  <w:pPr>
                    <w:spacing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министр</w:t>
                  </w:r>
                  <w:r w:rsidR="0096248A" w:rsidRPr="0096248A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промышленности и экономического развития Рязанской области</w:t>
                  </w:r>
                </w:p>
                <w:p w:rsidR="003C4C79" w:rsidRPr="0096248A" w:rsidRDefault="003C4C79" w:rsidP="00190D5D">
                  <w:pPr>
                    <w:spacing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3C4C79" w:rsidRPr="0096248A" w:rsidTr="00190D5D">
              <w:trPr>
                <w:cantSplit/>
              </w:trPr>
              <w:tc>
                <w:tcPr>
                  <w:tcW w:w="3108" w:type="dxa"/>
                </w:tcPr>
                <w:p w:rsidR="003C4C79" w:rsidRDefault="003C4C79" w:rsidP="003C4C79">
                  <w:pPr>
                    <w:spacing w:line="228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Попов </w:t>
                  </w:r>
                </w:p>
                <w:p w:rsidR="003C4C79" w:rsidRPr="0096248A" w:rsidRDefault="003C4C79" w:rsidP="003C4C79">
                  <w:pPr>
                    <w:spacing w:line="228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Виталий Юрьевич</w:t>
                  </w:r>
                </w:p>
              </w:tc>
              <w:tc>
                <w:tcPr>
                  <w:tcW w:w="310" w:type="dxa"/>
                </w:tcPr>
                <w:p w:rsidR="003C4C79" w:rsidRPr="0096248A" w:rsidRDefault="003C4C79" w:rsidP="003C4C79">
                  <w:pPr>
                    <w:spacing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248A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947" w:type="dxa"/>
                </w:tcPr>
                <w:p w:rsidR="003C4C79" w:rsidRPr="0096248A" w:rsidRDefault="003C4C79" w:rsidP="00190D5D">
                  <w:pPr>
                    <w:spacing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министр культуры и туризма Рязанской области,</w:t>
                  </w:r>
                </w:p>
              </w:tc>
            </w:tr>
          </w:tbl>
          <w:p w:rsidR="0096248A" w:rsidRPr="0096248A" w:rsidRDefault="0096248A" w:rsidP="0096248A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248A">
              <w:rPr>
                <w:rFonts w:ascii="Times New Roman" w:hAnsi="Times New Roman"/>
                <w:sz w:val="28"/>
                <w:szCs w:val="28"/>
              </w:rPr>
              <w:t xml:space="preserve">исключив Л.А. </w:t>
            </w:r>
            <w:proofErr w:type="spellStart"/>
            <w:r w:rsidRPr="0096248A">
              <w:rPr>
                <w:rFonts w:ascii="Times New Roman" w:hAnsi="Times New Roman"/>
                <w:sz w:val="28"/>
                <w:szCs w:val="28"/>
              </w:rPr>
              <w:t>Крохалеву</w:t>
            </w:r>
            <w:proofErr w:type="spellEnd"/>
            <w:r w:rsidRPr="0096248A">
              <w:rPr>
                <w:rFonts w:ascii="Times New Roman" w:hAnsi="Times New Roman"/>
                <w:sz w:val="28"/>
                <w:szCs w:val="28"/>
              </w:rPr>
              <w:t xml:space="preserve">, С.В. </w:t>
            </w:r>
            <w:proofErr w:type="spellStart"/>
            <w:r w:rsidRPr="0096248A">
              <w:rPr>
                <w:rFonts w:ascii="Times New Roman" w:hAnsi="Times New Roman"/>
                <w:sz w:val="28"/>
                <w:szCs w:val="28"/>
              </w:rPr>
              <w:t>Горячкину</w:t>
            </w:r>
            <w:proofErr w:type="spellEnd"/>
            <w:r w:rsidRPr="0096248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E51A7" w:rsidRDefault="002E51A7" w:rsidP="00205AB5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0D5D" w:rsidRDefault="00190D5D" w:rsidP="00205AB5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0D5D" w:rsidRPr="00E87E25" w:rsidRDefault="00190D5D" w:rsidP="00205AB5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D5D" w:rsidRPr="00190D5D" w:rsidTr="00190D5D">
        <w:tblPrEx>
          <w:tblLook w:val="04A0" w:firstRow="1" w:lastRow="0" w:firstColumn="1" w:lastColumn="0" w:noHBand="0" w:noVBand="1"/>
        </w:tblPrEx>
        <w:tc>
          <w:tcPr>
            <w:tcW w:w="2574" w:type="pct"/>
            <w:shd w:val="clear" w:color="auto" w:fill="auto"/>
          </w:tcPr>
          <w:p w:rsidR="00190D5D" w:rsidRPr="00190D5D" w:rsidRDefault="00190D5D" w:rsidP="00190D5D">
            <w:pPr>
              <w:rPr>
                <w:rFonts w:ascii="Times New Roman" w:hAnsi="Times New Roman"/>
                <w:sz w:val="28"/>
                <w:szCs w:val="28"/>
              </w:rPr>
            </w:pPr>
            <w:r w:rsidRPr="00190D5D">
              <w:rPr>
                <w:rFonts w:ascii="Times New Roman" w:hAnsi="Times New Roman"/>
                <w:sz w:val="28"/>
                <w:szCs w:val="28"/>
              </w:rPr>
              <w:t xml:space="preserve">Вице-губернатор Рязанской области – </w:t>
            </w:r>
          </w:p>
          <w:p w:rsidR="00190D5D" w:rsidRPr="00190D5D" w:rsidRDefault="00190D5D" w:rsidP="00190D5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90D5D">
              <w:rPr>
                <w:rFonts w:ascii="Times New Roman" w:hAnsi="Times New Roman"/>
                <w:sz w:val="28"/>
                <w:szCs w:val="28"/>
              </w:rPr>
              <w:t xml:space="preserve">первый заместитель Председателя </w:t>
            </w:r>
            <w:r w:rsidRPr="00190D5D">
              <w:rPr>
                <w:rFonts w:ascii="Times New Roman" w:hAnsi="Times New Roman"/>
                <w:sz w:val="28"/>
                <w:szCs w:val="28"/>
              </w:rPr>
              <w:br/>
              <w:t>Правительства Рязанской области</w:t>
            </w:r>
          </w:p>
        </w:tc>
        <w:tc>
          <w:tcPr>
            <w:tcW w:w="2426" w:type="pct"/>
            <w:shd w:val="clear" w:color="auto" w:fill="auto"/>
          </w:tcPr>
          <w:p w:rsidR="00190D5D" w:rsidRPr="00190D5D" w:rsidRDefault="00190D5D" w:rsidP="00190D5D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190D5D" w:rsidRPr="00190D5D" w:rsidRDefault="00190D5D" w:rsidP="00190D5D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190D5D" w:rsidRPr="00190D5D" w:rsidRDefault="00190D5D" w:rsidP="00190D5D">
            <w:pPr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90D5D">
              <w:rPr>
                <w:rFonts w:ascii="Times New Roman" w:hAnsi="Times New Roman"/>
                <w:sz w:val="28"/>
                <w:szCs w:val="24"/>
              </w:rPr>
              <w:t>И.М. Греков</w:t>
            </w:r>
          </w:p>
        </w:tc>
      </w:tr>
    </w:tbl>
    <w:p w:rsidR="00460FEA" w:rsidRPr="0035185A" w:rsidRDefault="00460FEA" w:rsidP="00791C9F">
      <w:pPr>
        <w:spacing w:line="192" w:lineRule="auto"/>
        <w:jc w:val="both"/>
        <w:rPr>
          <w:sz w:val="28"/>
          <w:szCs w:val="28"/>
        </w:rPr>
      </w:pPr>
    </w:p>
    <w:sectPr w:rsidR="00460FEA" w:rsidRPr="0035185A" w:rsidSect="00190D5D">
      <w:headerReference w:type="default" r:id="rId12"/>
      <w:type w:val="continuous"/>
      <w:pgSz w:w="11907" w:h="16834" w:code="9"/>
      <w:pgMar w:top="951" w:right="567" w:bottom="1134" w:left="1985" w:header="272" w:footer="398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BB5" w:rsidRDefault="000B6BB5">
      <w:r>
        <w:separator/>
      </w:r>
    </w:p>
  </w:endnote>
  <w:endnote w:type="continuationSeparator" w:id="0">
    <w:p w:rsidR="000B6BB5" w:rsidRDefault="000B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96248A">
          <w:pPr>
            <w:pStyle w:val="a6"/>
          </w:pPr>
          <w:r w:rsidRPr="00A83363">
            <w:rPr>
              <w:noProof/>
            </w:rPr>
            <w:drawing>
              <wp:inline distT="0" distB="0" distL="0" distR="0" wp14:anchorId="18ED70D9" wp14:editId="680EFAD0">
                <wp:extent cx="664845" cy="285115"/>
                <wp:effectExtent l="0" t="0" r="1905" b="635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96248A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 w:rsidRPr="005E6D99"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1B8F06E" wp14:editId="4EEC70E5">
                <wp:extent cx="166370" cy="142240"/>
                <wp:effectExtent l="0" t="0" r="508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37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190D5D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1053  31.10.2019 16:30:28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BB5" w:rsidRDefault="000B6BB5">
      <w:r>
        <w:separator/>
      </w:r>
    </w:p>
  </w:footnote>
  <w:footnote w:type="continuationSeparator" w:id="0">
    <w:p w:rsidR="000B6BB5" w:rsidRDefault="000B6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9573D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35pt;height:11.6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YTXkM/Bb2Nuvf939upP8WIqTSE=" w:salt="a67UMTfW2IwFY2TqiE1Uc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48A"/>
    <w:rsid w:val="0001360F"/>
    <w:rsid w:val="00016E2A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0B6BB5"/>
    <w:rsid w:val="00122CFD"/>
    <w:rsid w:val="00151370"/>
    <w:rsid w:val="00162E72"/>
    <w:rsid w:val="00175BE5"/>
    <w:rsid w:val="001850F4"/>
    <w:rsid w:val="00190D5D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53B6"/>
    <w:rsid w:val="002A7FA1"/>
    <w:rsid w:val="002B7A59"/>
    <w:rsid w:val="002C6B4B"/>
    <w:rsid w:val="002E51A7"/>
    <w:rsid w:val="002F1E81"/>
    <w:rsid w:val="00310D92"/>
    <w:rsid w:val="003160CB"/>
    <w:rsid w:val="003222A3"/>
    <w:rsid w:val="0035185A"/>
    <w:rsid w:val="00360A40"/>
    <w:rsid w:val="00374D8B"/>
    <w:rsid w:val="003870C2"/>
    <w:rsid w:val="003B2FDE"/>
    <w:rsid w:val="003C4C79"/>
    <w:rsid w:val="003D3B8A"/>
    <w:rsid w:val="003D54F8"/>
    <w:rsid w:val="003F4F5E"/>
    <w:rsid w:val="00400906"/>
    <w:rsid w:val="0042590E"/>
    <w:rsid w:val="00433581"/>
    <w:rsid w:val="00437F65"/>
    <w:rsid w:val="00455562"/>
    <w:rsid w:val="00460FEA"/>
    <w:rsid w:val="004734B7"/>
    <w:rsid w:val="00481B88"/>
    <w:rsid w:val="00485B4F"/>
    <w:rsid w:val="004862D1"/>
    <w:rsid w:val="004B2D5A"/>
    <w:rsid w:val="004C7627"/>
    <w:rsid w:val="004D293D"/>
    <w:rsid w:val="004F44FE"/>
    <w:rsid w:val="00512A47"/>
    <w:rsid w:val="00531C68"/>
    <w:rsid w:val="00532119"/>
    <w:rsid w:val="005335F3"/>
    <w:rsid w:val="00540A40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A6865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57910"/>
    <w:rsid w:val="00671D3B"/>
    <w:rsid w:val="00684A5B"/>
    <w:rsid w:val="006A1F71"/>
    <w:rsid w:val="006F328B"/>
    <w:rsid w:val="006F5886"/>
    <w:rsid w:val="00707734"/>
    <w:rsid w:val="00707E19"/>
    <w:rsid w:val="00712F7C"/>
    <w:rsid w:val="00722F36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D57F4"/>
    <w:rsid w:val="007F0C8A"/>
    <w:rsid w:val="007F11AB"/>
    <w:rsid w:val="008143CB"/>
    <w:rsid w:val="00823CA1"/>
    <w:rsid w:val="0084351D"/>
    <w:rsid w:val="008513B9"/>
    <w:rsid w:val="00863558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7FA"/>
    <w:rsid w:val="00932E3C"/>
    <w:rsid w:val="009573D3"/>
    <w:rsid w:val="0096248A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B0A3C"/>
    <w:rsid w:val="00AB7B94"/>
    <w:rsid w:val="00AC3953"/>
    <w:rsid w:val="00AC7150"/>
    <w:rsid w:val="00AE1DCA"/>
    <w:rsid w:val="00AF5F7C"/>
    <w:rsid w:val="00B02207"/>
    <w:rsid w:val="00B03403"/>
    <w:rsid w:val="00B10324"/>
    <w:rsid w:val="00B376B1"/>
    <w:rsid w:val="00B54718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D65C5"/>
    <w:rsid w:val="00BF4F5F"/>
    <w:rsid w:val="00C04EEB"/>
    <w:rsid w:val="00C075A4"/>
    <w:rsid w:val="00C10F12"/>
    <w:rsid w:val="00C11826"/>
    <w:rsid w:val="00C340CD"/>
    <w:rsid w:val="00C46D42"/>
    <w:rsid w:val="00C50C32"/>
    <w:rsid w:val="00C60178"/>
    <w:rsid w:val="00C60ED6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D15A4"/>
    <w:rsid w:val="00DF1A70"/>
    <w:rsid w:val="00E10B44"/>
    <w:rsid w:val="00E11F02"/>
    <w:rsid w:val="00E2726B"/>
    <w:rsid w:val="00E36078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9367C"/>
    <w:rsid w:val="00EA04F1"/>
    <w:rsid w:val="00EA2FD3"/>
    <w:rsid w:val="00EB7CE9"/>
    <w:rsid w:val="00EC433F"/>
    <w:rsid w:val="00ED1FDE"/>
    <w:rsid w:val="00F06EFB"/>
    <w:rsid w:val="00F1529E"/>
    <w:rsid w:val="00F16F07"/>
    <w:rsid w:val="00F24F1C"/>
    <w:rsid w:val="00F45B7C"/>
    <w:rsid w:val="00F45FCE"/>
    <w:rsid w:val="00F71761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leva\Desktop\&#1041;&#1051;&#1040;&#1053;&#1050;&#1048;%20&#1055;&#1088;&#1072;&#1074;-&#1074;&#1072;\&#1041;&#1051;&#1040;&#1053;&#1050;%20&#1056;&#1040;&#1057;&#1055;&#1054;&#1056;&#1071;&#1046;&#1045;&#1053;&#1048;&#1071;%20&#1055;&#1056;&#1040;&#1042;&#1048;&#1058;&#1045;&#1051;&#1068;&#1057;&#1058;&#1042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ПРАВИТЕЛЬСТВА</Template>
  <TotalTime>13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</vt:lpstr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</dc:title>
  <dc:subject/>
  <dc:creator>Пользователь Windows</dc:creator>
  <cp:keywords/>
  <dc:description/>
  <cp:lastModifiedBy>Дягилева М.А.</cp:lastModifiedBy>
  <cp:revision>10</cp:revision>
  <cp:lastPrinted>2008-04-23T08:17:00Z</cp:lastPrinted>
  <dcterms:created xsi:type="dcterms:W3CDTF">2019-10-21T09:07:00Z</dcterms:created>
  <dcterms:modified xsi:type="dcterms:W3CDTF">2019-11-01T12:38:00Z</dcterms:modified>
</cp:coreProperties>
</file>