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91198F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10114"/>
        <w:gridCol w:w="4453"/>
      </w:tblGrid>
      <w:tr w:rsidR="00BC2F0E" w:rsidRPr="00BC044A" w:rsidTr="00417D9C">
        <w:trPr>
          <w:trHeight w:val="428"/>
        </w:trPr>
        <w:tc>
          <w:tcPr>
            <w:tcW w:w="10114" w:type="dxa"/>
          </w:tcPr>
          <w:p w:rsidR="00BC2F0E" w:rsidRPr="00963E33" w:rsidRDefault="00BC2F0E" w:rsidP="00F852D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3" w:type="dxa"/>
          </w:tcPr>
          <w:p w:rsidR="00BC2F0E" w:rsidRPr="00BC044A" w:rsidRDefault="00BC2F0E" w:rsidP="00202EA0">
            <w:pPr>
              <w:rPr>
                <w:rFonts w:ascii="Times New Roman" w:hAnsi="Times New Roman"/>
                <w:sz w:val="28"/>
                <w:szCs w:val="28"/>
              </w:rPr>
            </w:pPr>
            <w:r w:rsidRPr="00B63E06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BC2F0E" w:rsidRPr="00BC044A" w:rsidRDefault="00BC2F0E" w:rsidP="00202EA0">
            <w:pPr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965319" w:rsidRDefault="00F4106A" w:rsidP="00CC31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</w:t>
            </w:r>
            <w:r w:rsidR="00C32295">
              <w:rPr>
                <w:rFonts w:ascii="Times New Roman" w:hAnsi="Times New Roman"/>
                <w:sz w:val="28"/>
                <w:szCs w:val="28"/>
              </w:rPr>
              <w:t>и</w:t>
            </w:r>
          </w:p>
          <w:p w:rsidR="00CC31A1" w:rsidRDefault="002F0346" w:rsidP="00CC31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r w:rsidR="008441B2">
              <w:rPr>
                <w:rFonts w:ascii="Times New Roman" w:hAnsi="Times New Roman"/>
                <w:sz w:val="28"/>
                <w:szCs w:val="28"/>
              </w:rPr>
              <w:t xml:space="preserve"> 26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.12.2019 № 439</w:t>
            </w:r>
          </w:p>
          <w:p w:rsidR="00CC31A1" w:rsidRPr="00BC044A" w:rsidRDefault="00CC31A1" w:rsidP="00CC31A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31A1" w:rsidRPr="00BC044A" w:rsidTr="00417D9C">
        <w:trPr>
          <w:trHeight w:val="428"/>
        </w:trPr>
        <w:tc>
          <w:tcPr>
            <w:tcW w:w="10114" w:type="dxa"/>
          </w:tcPr>
          <w:p w:rsidR="00CC31A1" w:rsidRPr="00963E33" w:rsidRDefault="00CC31A1" w:rsidP="00F852D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3" w:type="dxa"/>
          </w:tcPr>
          <w:p w:rsidR="00CC31A1" w:rsidRPr="00B63E06" w:rsidRDefault="00CC31A1" w:rsidP="00CC31A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A7679" w:rsidRDefault="00053E54" w:rsidP="00417D9C">
      <w:pPr>
        <w:autoSpaceDE w:val="0"/>
        <w:autoSpaceDN w:val="0"/>
        <w:adjustRightInd w:val="0"/>
        <w:spacing w:after="80" w:line="192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Изменения, вносимые в раздел 5 «Система программных мероприятий» </w:t>
      </w:r>
    </w:p>
    <w:p w:rsidR="008B429E" w:rsidRDefault="00053E54" w:rsidP="00417D9C">
      <w:pPr>
        <w:autoSpaceDE w:val="0"/>
        <w:autoSpaceDN w:val="0"/>
        <w:adjustRightInd w:val="0"/>
        <w:spacing w:after="80" w:line="192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подпрограммы 4 «Дорожное хозяйство»</w:t>
      </w:r>
    </w:p>
    <w:p w:rsidR="006A7679" w:rsidRPr="006A7679" w:rsidRDefault="006A7679" w:rsidP="00417D9C">
      <w:pPr>
        <w:autoSpaceDE w:val="0"/>
        <w:autoSpaceDN w:val="0"/>
        <w:adjustRightInd w:val="0"/>
        <w:spacing w:after="80"/>
        <w:jc w:val="center"/>
        <w:rPr>
          <w:rFonts w:ascii="Times New Roman" w:hAnsi="Times New Roman"/>
          <w:sz w:val="16"/>
          <w:szCs w:val="16"/>
        </w:rPr>
      </w:pPr>
    </w:p>
    <w:p w:rsidR="00053E54" w:rsidRPr="00DB6151" w:rsidRDefault="00053E54" w:rsidP="00DB6151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80" w:line="192" w:lineRule="auto"/>
        <w:ind w:left="851" w:hanging="284"/>
        <w:rPr>
          <w:rFonts w:ascii="Times New Roman" w:hAnsi="Times New Roman"/>
          <w:sz w:val="28"/>
          <w:szCs w:val="24"/>
        </w:rPr>
      </w:pPr>
      <w:r w:rsidRPr="00DB6151">
        <w:rPr>
          <w:rFonts w:ascii="Times New Roman" w:hAnsi="Times New Roman"/>
          <w:sz w:val="28"/>
          <w:szCs w:val="24"/>
        </w:rPr>
        <w:t xml:space="preserve">Таблицы  № 1, </w:t>
      </w:r>
      <w:r w:rsidRPr="00FD1B65">
        <w:rPr>
          <w:rFonts w:ascii="Times New Roman" w:hAnsi="Times New Roman"/>
          <w:sz w:val="28"/>
          <w:szCs w:val="24"/>
        </w:rPr>
        <w:t>2.1, 3.</w:t>
      </w:r>
      <w:r w:rsidR="00CF6AA8" w:rsidRPr="00FD1B65">
        <w:rPr>
          <w:rFonts w:ascii="Times New Roman" w:hAnsi="Times New Roman"/>
          <w:sz w:val="28"/>
          <w:szCs w:val="24"/>
        </w:rPr>
        <w:t>2</w:t>
      </w:r>
      <w:r w:rsidR="00CF6AA8" w:rsidRPr="00DB6151">
        <w:rPr>
          <w:rFonts w:ascii="Times New Roman" w:hAnsi="Times New Roman"/>
          <w:sz w:val="28"/>
          <w:szCs w:val="24"/>
        </w:rPr>
        <w:t xml:space="preserve"> изложить в следующей редакции:</w:t>
      </w:r>
    </w:p>
    <w:p w:rsidR="00BC2F0E" w:rsidRDefault="00C375F2" w:rsidP="00DA77C9">
      <w:pPr>
        <w:autoSpaceDE w:val="0"/>
        <w:autoSpaceDN w:val="0"/>
        <w:adjustRightInd w:val="0"/>
        <w:spacing w:after="80" w:line="192" w:lineRule="auto"/>
        <w:ind w:right="142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</w:t>
      </w:r>
      <w:r w:rsidR="00BC2F0E">
        <w:rPr>
          <w:rFonts w:ascii="Times New Roman" w:hAnsi="Times New Roman"/>
          <w:sz w:val="28"/>
          <w:szCs w:val="24"/>
        </w:rPr>
        <w:t>«</w:t>
      </w:r>
      <w:r w:rsidR="002B0C6F">
        <w:rPr>
          <w:rFonts w:ascii="Times New Roman" w:hAnsi="Times New Roman"/>
          <w:sz w:val="28"/>
          <w:szCs w:val="24"/>
        </w:rPr>
        <w:t xml:space="preserve">Таблица № </w:t>
      </w:r>
      <w:r w:rsidR="0001550D">
        <w:rPr>
          <w:rFonts w:ascii="Times New Roman" w:hAnsi="Times New Roman"/>
          <w:sz w:val="28"/>
          <w:szCs w:val="24"/>
        </w:rPr>
        <w:t>1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984"/>
        <w:gridCol w:w="1134"/>
        <w:gridCol w:w="993"/>
        <w:gridCol w:w="1275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1843"/>
      </w:tblGrid>
      <w:tr w:rsidR="00991D48" w:rsidRPr="00CC2AD7" w:rsidTr="00991D48">
        <w:trPr>
          <w:trHeight w:val="44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BC2F0E" w:rsidRPr="00CC2AD7" w:rsidRDefault="00BC2F0E" w:rsidP="00FA7B44"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C2AD7">
              <w:rPr>
                <w:rFonts w:ascii="Times New Roman" w:hAnsi="Times New Roman"/>
                <w:bCs/>
                <w:sz w:val="22"/>
                <w:szCs w:val="22"/>
              </w:rPr>
              <w:t xml:space="preserve">№ </w:t>
            </w:r>
            <w:proofErr w:type="gramStart"/>
            <w:r w:rsidRPr="00CC2AD7">
              <w:rPr>
                <w:rFonts w:ascii="Times New Roman" w:hAnsi="Times New Roman"/>
                <w:bCs/>
                <w:sz w:val="22"/>
                <w:szCs w:val="22"/>
              </w:rPr>
              <w:t>п</w:t>
            </w:r>
            <w:proofErr w:type="gramEnd"/>
            <w:r w:rsidRPr="00CC2AD7">
              <w:rPr>
                <w:rFonts w:ascii="Times New Roman" w:hAnsi="Times New Roman"/>
                <w:bCs/>
                <w:sz w:val="22"/>
                <w:szCs w:val="22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2F0E" w:rsidRPr="00CC2AD7" w:rsidRDefault="00BC2F0E" w:rsidP="00F852D6">
            <w:pPr>
              <w:ind w:left="-108" w:right="-5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Пр</w:t>
            </w:r>
            <w:r w:rsidR="008B429E" w:rsidRPr="00CC2AD7">
              <w:rPr>
                <w:rFonts w:ascii="Times New Roman" w:hAnsi="Times New Roman"/>
                <w:sz w:val="22"/>
                <w:szCs w:val="22"/>
              </w:rPr>
              <w:t>ограммные мероприятия, обеспечи</w:t>
            </w:r>
            <w:r w:rsidRPr="00CC2AD7">
              <w:rPr>
                <w:rFonts w:ascii="Times New Roman" w:hAnsi="Times New Roman"/>
                <w:sz w:val="22"/>
                <w:szCs w:val="22"/>
              </w:rPr>
              <w:t>вающие выполнение задачи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2F0E" w:rsidRPr="00CC2AD7" w:rsidRDefault="00BC2F0E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 xml:space="preserve">Главные </w:t>
            </w:r>
            <w:proofErr w:type="spellStart"/>
            <w:proofErr w:type="gramStart"/>
            <w:r w:rsidRPr="00CC2AD7">
              <w:rPr>
                <w:rFonts w:ascii="Times New Roman" w:hAnsi="Times New Roman"/>
                <w:sz w:val="22"/>
                <w:szCs w:val="22"/>
              </w:rPr>
              <w:t>распоря-дители</w:t>
            </w:r>
            <w:proofErr w:type="spellEnd"/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C2F0E" w:rsidRPr="00CC2AD7" w:rsidRDefault="00BC2F0E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C2AD7">
              <w:rPr>
                <w:rFonts w:ascii="Times New Roman" w:hAnsi="Times New Roman"/>
                <w:sz w:val="22"/>
                <w:szCs w:val="22"/>
              </w:rPr>
              <w:t>Испол-нители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2F0E" w:rsidRPr="00CC2AD7" w:rsidRDefault="008B429E" w:rsidP="008B429E">
            <w:pPr>
              <w:ind w:left="3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Источ</w:t>
            </w:r>
            <w:r w:rsidR="00BC2F0E" w:rsidRPr="00CC2AD7">
              <w:rPr>
                <w:rFonts w:ascii="Times New Roman" w:hAnsi="Times New Roman"/>
                <w:sz w:val="22"/>
                <w:szCs w:val="22"/>
              </w:rPr>
              <w:t xml:space="preserve">ник </w:t>
            </w:r>
            <w:r w:rsidRPr="00CC2A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BC2F0E" w:rsidRPr="00CC2AD7">
              <w:rPr>
                <w:rFonts w:ascii="Times New Roman" w:hAnsi="Times New Roman"/>
                <w:sz w:val="22"/>
                <w:szCs w:val="22"/>
              </w:rPr>
              <w:t>финанси</w:t>
            </w:r>
            <w:r w:rsidRPr="00CC2AD7">
              <w:rPr>
                <w:rFonts w:ascii="Times New Roman" w:hAnsi="Times New Roman"/>
                <w:sz w:val="22"/>
                <w:szCs w:val="22"/>
              </w:rPr>
              <w:t>-</w:t>
            </w:r>
            <w:r w:rsidR="00BC2F0E" w:rsidRPr="00CC2AD7">
              <w:rPr>
                <w:rFonts w:ascii="Times New Roman" w:hAnsi="Times New Roman"/>
                <w:sz w:val="22"/>
                <w:szCs w:val="22"/>
              </w:rPr>
              <w:t>рования</w:t>
            </w:r>
            <w:proofErr w:type="spellEnd"/>
            <w:proofErr w:type="gramEnd"/>
          </w:p>
        </w:tc>
        <w:tc>
          <w:tcPr>
            <w:tcW w:w="7088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2F0E" w:rsidRPr="00CC2AD7" w:rsidRDefault="00BC2F0E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Объемы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C2F0E" w:rsidRPr="00CC2AD7" w:rsidRDefault="00BC2F0E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Ожидаемый результат</w:t>
            </w:r>
          </w:p>
        </w:tc>
      </w:tr>
      <w:tr w:rsidR="00DA77C9" w:rsidRPr="00CC2AD7" w:rsidTr="00991D48">
        <w:trPr>
          <w:trHeight w:val="41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BC2F0E" w:rsidRPr="00CC2AD7" w:rsidRDefault="00BC2F0E" w:rsidP="00F852D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</w:tcPr>
          <w:p w:rsidR="00BC2F0E" w:rsidRPr="00CC2AD7" w:rsidRDefault="00BC2F0E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BC2F0E" w:rsidRPr="00CC2AD7" w:rsidRDefault="00BC2F0E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</w:tcBorders>
          </w:tcPr>
          <w:p w:rsidR="00BC2F0E" w:rsidRPr="00CC2AD7" w:rsidRDefault="00BC2F0E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</w:tcBorders>
          </w:tcPr>
          <w:p w:rsidR="00BC2F0E" w:rsidRPr="00CC2AD7" w:rsidRDefault="00BC2F0E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C2F0E" w:rsidRPr="009960AC" w:rsidRDefault="009960AC" w:rsidP="00417D9C">
            <w:pPr>
              <w:ind w:left="-63" w:right="-7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</w:t>
            </w:r>
            <w:r w:rsidR="00EE0639">
              <w:rPr>
                <w:rFonts w:ascii="Times New Roman" w:hAnsi="Times New Roman"/>
                <w:sz w:val="22"/>
                <w:szCs w:val="22"/>
              </w:rPr>
              <w:t>сего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proofErr w:type="gramEnd"/>
          </w:p>
        </w:tc>
        <w:tc>
          <w:tcPr>
            <w:tcW w:w="6379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2F0E" w:rsidRPr="00CC2AD7" w:rsidRDefault="00BC2F0E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1843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BC2F0E" w:rsidRPr="00CC2AD7" w:rsidRDefault="00BC2F0E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7D9C" w:rsidRPr="00CC2AD7" w:rsidTr="00991D48">
        <w:trPr>
          <w:trHeight w:val="315"/>
        </w:trPr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709" w:type="dxa"/>
            <w:tcBorders>
              <w:bottom w:val="nil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bottom w:val="nil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708" w:type="dxa"/>
            <w:tcBorders>
              <w:bottom w:val="nil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nil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  <w:tcBorders>
              <w:bottom w:val="nil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bottom w:val="nil"/>
              <w:right w:val="single" w:sz="4" w:space="0" w:color="auto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C2F0E" w:rsidRPr="00CC2AD7" w:rsidRDefault="00BC2F0E" w:rsidP="00CC2AD7">
      <w:pPr>
        <w:spacing w:line="24" w:lineRule="auto"/>
        <w:jc w:val="center"/>
        <w:rPr>
          <w:rFonts w:ascii="Times New Roman" w:hAnsi="Times New Roman"/>
          <w:sz w:val="22"/>
          <w:szCs w:val="22"/>
        </w:rPr>
      </w:pPr>
    </w:p>
    <w:tbl>
      <w:tblPr>
        <w:tblW w:w="14743" w:type="dxa"/>
        <w:tblInd w:w="-34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984"/>
        <w:gridCol w:w="1134"/>
        <w:gridCol w:w="993"/>
        <w:gridCol w:w="1275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1843"/>
      </w:tblGrid>
      <w:tr w:rsidR="00991D48" w:rsidRPr="002B0876" w:rsidTr="00991D48">
        <w:trPr>
          <w:cantSplit/>
          <w:trHeight w:val="119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2B0876" w:rsidRDefault="00CC2AD7" w:rsidP="00F852D6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2B0876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2B0876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C2AD7" w:rsidRPr="002B0876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2B0876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2B0876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2B0876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2B0876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2B0876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2B0876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2AD7" w:rsidRPr="002B0876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2AD7" w:rsidRPr="002B0876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CC2AD7" w:rsidRPr="002B0876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2AD7" w:rsidRPr="002B0876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2AD7" w:rsidRPr="002B0876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AD7" w:rsidRPr="002B0876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991D48" w:rsidRPr="002B0876" w:rsidTr="00991D48">
        <w:trPr>
          <w:cantSplit/>
          <w:trHeight w:val="150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A77C9" w:rsidRPr="002B0876" w:rsidRDefault="00DA77C9" w:rsidP="00F2417F">
            <w:pPr>
              <w:rPr>
                <w:rFonts w:ascii="Times New Roman" w:hAnsi="Times New Roman"/>
                <w:bCs/>
                <w:color w:val="000000"/>
              </w:rPr>
            </w:pPr>
            <w:r w:rsidRPr="002B0876">
              <w:rPr>
                <w:rFonts w:ascii="Times New Roman" w:hAnsi="Times New Roman"/>
              </w:rPr>
              <w:t xml:space="preserve">Задача 1. Обеспечение сохранности  и </w:t>
            </w:r>
            <w:proofErr w:type="gramStart"/>
            <w:r w:rsidRPr="002B0876">
              <w:rPr>
                <w:rFonts w:ascii="Times New Roman" w:hAnsi="Times New Roman"/>
                <w:color w:val="000000"/>
              </w:rPr>
              <w:t>круглогодичного</w:t>
            </w:r>
            <w:proofErr w:type="gramEnd"/>
            <w:r w:rsidRPr="002B0876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  <w:p w:rsidR="00DA77C9" w:rsidRPr="002B0876" w:rsidRDefault="00DA77C9" w:rsidP="00F2417F">
            <w:pPr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  <w:bCs/>
                <w:color w:val="000000"/>
              </w:rPr>
              <w:t xml:space="preserve">устойчивого функционирования </w:t>
            </w:r>
            <w:r w:rsidRPr="002B0876">
              <w:rPr>
                <w:rFonts w:ascii="Times New Roman" w:hAnsi="Times New Roman"/>
              </w:rPr>
              <w:t xml:space="preserve">сети автомобильных дорог общего пользования регионального или межмуниципального значения и искусственных сооружений на них, повышение            безопасности дорожного  движения, в том </w:t>
            </w:r>
          </w:p>
          <w:p w:rsidR="00DA77C9" w:rsidRPr="002B0876" w:rsidRDefault="00DA77C9" w:rsidP="00AE5545">
            <w:pPr>
              <w:ind w:right="-103"/>
              <w:rPr>
                <w:rFonts w:ascii="Times New Roman" w:hAnsi="Times New Roman"/>
              </w:rPr>
            </w:pPr>
            <w:proofErr w:type="gramStart"/>
            <w:r w:rsidRPr="002B0876">
              <w:rPr>
                <w:rFonts w:ascii="Times New Roman" w:hAnsi="Times New Roman"/>
              </w:rPr>
              <w:t>числе</w:t>
            </w:r>
            <w:proofErr w:type="gramEnd"/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A77C9" w:rsidRPr="002B0876" w:rsidRDefault="00DA77C9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 в том числе:</w:t>
            </w: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D20F1" w:rsidP="00AD5A54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20444989,04291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1912582,17744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2253150,44464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2873219,65049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AD5A54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2277327,72692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D20F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1984793,56342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D20F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3198091,05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D20F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3148540,43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1398642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1398642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C25F89" w:rsidRDefault="00DA77C9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к концу 2016 года:</w:t>
            </w:r>
          </w:p>
          <w:p w:rsidR="00DA77C9" w:rsidRPr="00C25F89" w:rsidRDefault="00DA77C9" w:rsidP="00DA77C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выполнение неотложных работ по содержанию автомобильных дорог общего пользования регионального или </w:t>
            </w:r>
            <w:proofErr w:type="spellStart"/>
            <w:r w:rsidRPr="00C25F89">
              <w:rPr>
                <w:rFonts w:ascii="Times New Roman" w:hAnsi="Times New Roman"/>
              </w:rPr>
              <w:t>межмуниципаль-ного</w:t>
            </w:r>
            <w:proofErr w:type="spellEnd"/>
            <w:r w:rsidRPr="00C25F89">
              <w:rPr>
                <w:rFonts w:ascii="Times New Roman" w:hAnsi="Times New Roman"/>
              </w:rPr>
              <w:t xml:space="preserve"> значения в целях ликвидации дефектов дорожного покрытия </w:t>
            </w:r>
            <w:proofErr w:type="gramStart"/>
            <w:r w:rsidRPr="00C25F89">
              <w:rPr>
                <w:rFonts w:ascii="Times New Roman" w:hAnsi="Times New Roman"/>
              </w:rPr>
              <w:t>на</w:t>
            </w:r>
            <w:proofErr w:type="gramEnd"/>
          </w:p>
          <w:p w:rsidR="00DA77C9" w:rsidRPr="00C25F89" w:rsidRDefault="00DA77C9" w:rsidP="00DA77C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280270 кв. </w:t>
            </w:r>
            <w:proofErr w:type="gramStart"/>
            <w:r w:rsidRPr="00C25F89">
              <w:rPr>
                <w:rFonts w:ascii="Times New Roman" w:hAnsi="Times New Roman"/>
              </w:rPr>
              <w:t>метрах</w:t>
            </w:r>
            <w:proofErr w:type="gramEnd"/>
            <w:r w:rsidRPr="00C25F89">
              <w:rPr>
                <w:rFonts w:ascii="Times New Roman" w:hAnsi="Times New Roman"/>
              </w:rPr>
              <w:t>;</w:t>
            </w:r>
          </w:p>
          <w:p w:rsidR="00DA77C9" w:rsidRPr="00C25F89" w:rsidRDefault="00DA77C9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к концу 2024 года:</w:t>
            </w:r>
          </w:p>
          <w:p w:rsidR="00DA77C9" w:rsidRPr="00C25F89" w:rsidRDefault="00DA77C9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обеспечение </w:t>
            </w:r>
            <w:proofErr w:type="gramStart"/>
            <w:r w:rsidRPr="00C25F89">
              <w:rPr>
                <w:rFonts w:ascii="Times New Roman" w:hAnsi="Times New Roman"/>
              </w:rPr>
              <w:t>круглогодичного</w:t>
            </w:r>
            <w:proofErr w:type="gramEnd"/>
            <w:r w:rsidRPr="00C25F89">
              <w:rPr>
                <w:rFonts w:ascii="Times New Roman" w:hAnsi="Times New Roman"/>
              </w:rPr>
              <w:t xml:space="preserve"> </w:t>
            </w:r>
          </w:p>
          <w:p w:rsidR="00DA77C9" w:rsidRPr="00C25F89" w:rsidRDefault="00DA77C9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содержания сети</w:t>
            </w:r>
          </w:p>
          <w:p w:rsidR="00DA77C9" w:rsidRPr="00C25F89" w:rsidRDefault="00DA77C9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lastRenderedPageBreak/>
              <w:t>автомобильных дорог общего пользования</w:t>
            </w:r>
          </w:p>
          <w:p w:rsidR="00DA77C9" w:rsidRPr="00C25F89" w:rsidRDefault="00DA77C9" w:rsidP="00F2417F">
            <w:pPr>
              <w:spacing w:line="235" w:lineRule="auto"/>
              <w:ind w:left="-6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регионального или</w:t>
            </w:r>
          </w:p>
          <w:p w:rsidR="00DA77C9" w:rsidRPr="00C25F89" w:rsidRDefault="00DA77C9" w:rsidP="005601C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proofErr w:type="gramStart"/>
            <w:r w:rsidRPr="00C25F89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C25F89">
              <w:rPr>
                <w:rFonts w:ascii="Times New Roman" w:hAnsi="Times New Roman"/>
              </w:rPr>
              <w:t xml:space="preserve"> значения и</w:t>
            </w:r>
          </w:p>
          <w:p w:rsidR="00DA77C9" w:rsidRPr="00C25F89" w:rsidRDefault="00DA77C9" w:rsidP="005601C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искусственных сооружений на них  в соответствии с нормативными требованиями </w:t>
            </w:r>
            <w:proofErr w:type="gramStart"/>
            <w:r w:rsidRPr="00C25F89">
              <w:rPr>
                <w:rFonts w:ascii="Times New Roman" w:hAnsi="Times New Roman"/>
              </w:rPr>
              <w:t>к</w:t>
            </w:r>
            <w:proofErr w:type="gramEnd"/>
          </w:p>
          <w:p w:rsidR="00DA77C9" w:rsidRPr="00C25F89" w:rsidRDefault="00DA77C9" w:rsidP="005601C4">
            <w:pPr>
              <w:spacing w:line="235" w:lineRule="auto"/>
              <w:ind w:left="-6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транспортно-</w:t>
            </w:r>
            <w:proofErr w:type="spellStart"/>
            <w:r w:rsidRPr="00C25F89">
              <w:rPr>
                <w:rFonts w:ascii="Times New Roman" w:hAnsi="Times New Roman"/>
              </w:rPr>
              <w:t>эксплуатацион</w:t>
            </w:r>
            <w:proofErr w:type="spellEnd"/>
            <w:r w:rsidRPr="00C25F89">
              <w:rPr>
                <w:rFonts w:ascii="Times New Roman" w:hAnsi="Times New Roman"/>
              </w:rPr>
              <w:t>-ному состоянию и</w:t>
            </w:r>
          </w:p>
          <w:p w:rsidR="00DA77C9" w:rsidRPr="00C25F89" w:rsidRDefault="00DA77C9" w:rsidP="005601C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условиями                  безопасности движения;</w:t>
            </w:r>
          </w:p>
          <w:p w:rsidR="00DA77C9" w:rsidRPr="00C25F89" w:rsidRDefault="00DA77C9" w:rsidP="005601C4">
            <w:pPr>
              <w:spacing w:line="235" w:lineRule="auto"/>
              <w:ind w:left="-6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обеспечение       </w:t>
            </w:r>
            <w:r w:rsidR="000C5A4E">
              <w:rPr>
                <w:rFonts w:ascii="Times New Roman" w:hAnsi="Times New Roman"/>
              </w:rPr>
              <w:t>290</w:t>
            </w:r>
            <w:r w:rsidR="00062E3F" w:rsidRPr="00C25F89">
              <w:rPr>
                <w:rFonts w:ascii="Times New Roman" w:hAnsi="Times New Roman"/>
              </w:rPr>
              <w:t>2,</w:t>
            </w:r>
            <w:r w:rsidR="000C5A4E">
              <w:rPr>
                <w:rFonts w:ascii="Times New Roman" w:hAnsi="Times New Roman"/>
              </w:rPr>
              <w:t>2</w:t>
            </w:r>
            <w:r w:rsidRPr="00C25F89">
              <w:rPr>
                <w:rFonts w:ascii="Times New Roman" w:hAnsi="Times New Roman"/>
              </w:rPr>
              <w:t xml:space="preserve"> км общей протяженности</w:t>
            </w:r>
          </w:p>
          <w:p w:rsidR="00DA77C9" w:rsidRPr="00C25F89" w:rsidRDefault="00DA77C9" w:rsidP="005601C4">
            <w:pPr>
              <w:spacing w:line="235" w:lineRule="auto"/>
              <w:ind w:left="-6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автомобильных дорог общего пользования регионального или </w:t>
            </w:r>
            <w:proofErr w:type="spellStart"/>
            <w:r w:rsidRPr="00C25F89">
              <w:rPr>
                <w:rFonts w:ascii="Times New Roman" w:hAnsi="Times New Roman"/>
              </w:rPr>
              <w:t>межмуниципаль-ного</w:t>
            </w:r>
            <w:proofErr w:type="spellEnd"/>
            <w:r w:rsidRPr="00C25F89">
              <w:rPr>
                <w:rFonts w:ascii="Times New Roman" w:hAnsi="Times New Roman"/>
              </w:rPr>
              <w:t xml:space="preserve"> значения, соответствующих </w:t>
            </w:r>
            <w:proofErr w:type="gramStart"/>
            <w:r w:rsidRPr="00C25F89">
              <w:rPr>
                <w:rFonts w:ascii="Times New Roman" w:hAnsi="Times New Roman"/>
              </w:rPr>
              <w:t>нормативным</w:t>
            </w:r>
            <w:proofErr w:type="gramEnd"/>
          </w:p>
          <w:p w:rsidR="00DA77C9" w:rsidRPr="00C25F89" w:rsidRDefault="00DA77C9" w:rsidP="005601C4">
            <w:pPr>
              <w:spacing w:line="235" w:lineRule="auto"/>
              <w:ind w:left="-6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требованиям </w:t>
            </w:r>
            <w:proofErr w:type="gramStart"/>
            <w:r w:rsidRPr="00C25F89">
              <w:rPr>
                <w:rFonts w:ascii="Times New Roman" w:hAnsi="Times New Roman"/>
              </w:rPr>
              <w:t>к</w:t>
            </w:r>
            <w:proofErr w:type="gramEnd"/>
            <w:r w:rsidRPr="00C25F89">
              <w:rPr>
                <w:rFonts w:ascii="Times New Roman" w:hAnsi="Times New Roman"/>
              </w:rPr>
              <w:t xml:space="preserve"> транспортно-</w:t>
            </w:r>
          </w:p>
          <w:p w:rsidR="00DA77C9" w:rsidRPr="00C25F89" w:rsidRDefault="00DA77C9" w:rsidP="00DA77C9">
            <w:pPr>
              <w:spacing w:line="235" w:lineRule="auto"/>
              <w:ind w:left="-6" w:right="-108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эксплуатационным показателям</w:t>
            </w:r>
          </w:p>
          <w:p w:rsidR="00DA77C9" w:rsidRPr="00C25F89" w:rsidRDefault="00DA77C9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на 31 декабря отчетного года</w:t>
            </w:r>
          </w:p>
          <w:p w:rsidR="00DA77C9" w:rsidRPr="00C25F89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DA77C9" w:rsidRPr="00C25F89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DA77C9" w:rsidRPr="00C25F89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DA77C9" w:rsidRPr="00C25F89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DA77C9" w:rsidRPr="00C25F89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DA77C9" w:rsidRPr="00C25F89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DA77C9" w:rsidRPr="00C25F89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018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DA77C9" w:rsidRPr="002B0876" w:rsidRDefault="00DA77C9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федеральный бюджет </w:t>
            </w: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 w:rsidRPr="002B0876">
              <w:rPr>
                <w:rFonts w:ascii="Times New Roman" w:hAnsi="Times New Roman"/>
              </w:rPr>
              <w:t>980245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335400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208210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436635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2B0876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0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F2417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областной бюджет,                        из них:</w:t>
            </w: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D20F1" w:rsidP="00AD5A54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19464744,04291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1577182,17744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2044940,44464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2436584,65049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2277327,72692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D20F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1984793,56342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D20F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3198091,05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D20F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3148540,43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1398642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1398642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2B0876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0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DA77C9" w:rsidRPr="002B0876" w:rsidRDefault="00DA77C9" w:rsidP="007E3AEC">
            <w:pPr>
              <w:rPr>
                <w:rFonts w:ascii="Times New Roman" w:hAnsi="Times New Roman"/>
              </w:rPr>
            </w:pPr>
          </w:p>
          <w:p w:rsidR="00DA77C9" w:rsidRPr="002B0876" w:rsidRDefault="00DA77C9" w:rsidP="007E3AEC">
            <w:pPr>
              <w:rPr>
                <w:rFonts w:ascii="Times New Roman" w:hAnsi="Times New Roman"/>
              </w:rPr>
            </w:pPr>
          </w:p>
          <w:p w:rsidR="00DA77C9" w:rsidRPr="002B0876" w:rsidRDefault="00DA77C9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D20F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19464744,04291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1577182,17744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2044940,44464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2436584,65049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2277327,72692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D20F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1984793,56342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D20F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3198091,05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D20F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3148540,43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1398642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1398642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2B0876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0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lastRenderedPageBreak/>
              <w:t>1.1.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A77C9" w:rsidRPr="002B0876" w:rsidRDefault="00DA77C9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Содержание автомобильных дорог общего пользования регионального или </w:t>
            </w:r>
            <w:r w:rsidRPr="002B0876">
              <w:rPr>
                <w:rFonts w:ascii="Times New Roman" w:hAnsi="Times New Roman"/>
                <w:spacing w:val="-2"/>
              </w:rPr>
              <w:t>межмуниципального</w:t>
            </w:r>
            <w:r w:rsidRPr="002B0876">
              <w:rPr>
                <w:rFonts w:ascii="Times New Roman" w:hAnsi="Times New Roman"/>
              </w:rPr>
              <w:t xml:space="preserve"> значения и </w:t>
            </w:r>
          </w:p>
          <w:p w:rsidR="00DA77C9" w:rsidRPr="002B0876" w:rsidRDefault="00DA77C9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искусственных сооружений </w:t>
            </w:r>
            <w:proofErr w:type="gramStart"/>
            <w:r w:rsidRPr="002B0876">
              <w:rPr>
                <w:rFonts w:ascii="Times New Roman" w:hAnsi="Times New Roman"/>
              </w:rPr>
              <w:t>на</w:t>
            </w:r>
            <w:proofErr w:type="gramEnd"/>
            <w:r w:rsidRPr="002B0876">
              <w:rPr>
                <w:rFonts w:ascii="Times New Roman" w:hAnsi="Times New Roman"/>
              </w:rPr>
              <w:t xml:space="preserve"> </w:t>
            </w:r>
          </w:p>
          <w:p w:rsidR="00DA77C9" w:rsidRPr="002B0876" w:rsidRDefault="00DA77C9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vertAlign w:val="superscript"/>
              </w:rPr>
            </w:pPr>
            <w:r w:rsidRPr="002B0876">
              <w:rPr>
                <w:rFonts w:ascii="Times New Roman" w:hAnsi="Times New Roman"/>
              </w:rPr>
              <w:t>них</w:t>
            </w:r>
            <w:proofErr w:type="gramStart"/>
            <w:r w:rsidRPr="002B0876">
              <w:rPr>
                <w:rFonts w:ascii="Times New Roman" w:hAnsi="Times New Roman"/>
                <w:bCs/>
                <w:vertAlign w:val="superscript"/>
              </w:rPr>
              <w:t>2</w:t>
            </w:r>
            <w:proofErr w:type="gramEnd"/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A77C9" w:rsidRPr="002B0876" w:rsidRDefault="00DA77C9" w:rsidP="00417D9C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Минтранс Рязанской области</w:t>
            </w: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DA77C9" w:rsidRPr="002B0876" w:rsidRDefault="00DA77C9" w:rsidP="00DF7234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F2417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    в том числе:</w:t>
            </w:r>
          </w:p>
          <w:p w:rsidR="00DA77C9" w:rsidRPr="002B0876" w:rsidRDefault="00DA77C9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6A3D9E" w:rsidRDefault="00463585" w:rsidP="00F2417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6A3D9E">
              <w:rPr>
                <w:rFonts w:ascii="Times New Roman" w:hAnsi="Times New Roman"/>
              </w:rPr>
              <w:t>7041088,83726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F2417F">
            <w:pPr>
              <w:ind w:left="113" w:right="-141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1912582,17744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F2417F">
            <w:pPr>
              <w:ind w:left="113" w:right="-141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2253150,44464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F2417F">
            <w:pPr>
              <w:ind w:left="113" w:right="-141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2873219,65049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F2417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2122,81469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463585" w:rsidP="00F2417F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F2417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F2417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F2417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F2417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2B0876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127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федеральный бюджет                       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980245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335400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208210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436635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2B0876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06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7E3AE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областной бюджет,                         из них:</w:t>
            </w:r>
          </w:p>
          <w:p w:rsidR="00DA77C9" w:rsidRPr="002B0876" w:rsidRDefault="00DA77C9" w:rsidP="007E3AEC">
            <w:pPr>
              <w:rPr>
                <w:rFonts w:ascii="Times New Roman" w:hAnsi="Times New Roman"/>
              </w:rPr>
            </w:pPr>
          </w:p>
          <w:p w:rsidR="00DA77C9" w:rsidRPr="002B0876" w:rsidRDefault="00DA77C9" w:rsidP="007E3AEC">
            <w:pPr>
              <w:rPr>
                <w:rFonts w:ascii="Times New Roman" w:hAnsi="Times New Roman"/>
              </w:rPr>
            </w:pPr>
          </w:p>
          <w:p w:rsidR="00DA77C9" w:rsidRPr="002B0876" w:rsidRDefault="00DA77C9" w:rsidP="007E3AEC">
            <w:pPr>
              <w:rPr>
                <w:rFonts w:ascii="Times New Roman" w:hAnsi="Times New Roman"/>
              </w:rPr>
            </w:pPr>
          </w:p>
          <w:p w:rsidR="00DA77C9" w:rsidRPr="002B0876" w:rsidRDefault="00DA77C9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463585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6060843,83726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1577182,17744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2044940,44464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2436584,65049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2122,81469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463585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2B0876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06"/>
        </w:trPr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DA77C9" w:rsidRPr="002B0876" w:rsidRDefault="00DA77C9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DA77C9" w:rsidRPr="002B0876" w:rsidRDefault="00DA77C9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463585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6060843,83726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1577182,17744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2044940,44464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2436584,65049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2122,81469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463585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2B0876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283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DA77C9" w:rsidRDefault="00DA77C9" w:rsidP="00D87800">
            <w:pPr>
              <w:ind w:right="-108"/>
              <w:rPr>
                <w:rFonts w:ascii="Times New Roman" w:hAnsi="Times New Roman"/>
                <w:bCs/>
              </w:rPr>
            </w:pPr>
            <w:r w:rsidRPr="002B0876">
              <w:rPr>
                <w:rFonts w:ascii="Times New Roman" w:hAnsi="Times New Roman"/>
                <w:bCs/>
              </w:rPr>
              <w:t>из них: выполненные и не оплаченные работы в 2015 году</w:t>
            </w:r>
          </w:p>
        </w:tc>
        <w:tc>
          <w:tcPr>
            <w:tcW w:w="1134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DA77C9" w:rsidRDefault="00DA77C9" w:rsidP="007E3AEC">
            <w:pPr>
              <w:rPr>
                <w:rFonts w:ascii="Times New Roman" w:hAnsi="Times New Roman"/>
              </w:rPr>
            </w:pPr>
          </w:p>
          <w:p w:rsidR="00DA77C9" w:rsidRPr="002B0876" w:rsidRDefault="00DA77C9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DA77C9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37009,46126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DA77C9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37009,46126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DA77C9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DA77C9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DA77C9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DA77C9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DA77C9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DA77C9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6A3D9E" w:rsidP="006A3D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6A3D9E" w:rsidP="006A3D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2B0876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0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DA77C9" w:rsidRPr="002B0876" w:rsidRDefault="00DA77C9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ГКУ Рязанской области «ДДРО»</w:t>
            </w: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5601C4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областной бюджет,                         из них:</w:t>
            </w:r>
          </w:p>
          <w:p w:rsidR="00DA77C9" w:rsidRPr="002B0876" w:rsidRDefault="00DA77C9" w:rsidP="007E3AEC">
            <w:pPr>
              <w:rPr>
                <w:rFonts w:ascii="Times New Roman" w:hAnsi="Times New Roman"/>
              </w:rPr>
            </w:pPr>
          </w:p>
          <w:p w:rsidR="00DA77C9" w:rsidRPr="002B0876" w:rsidRDefault="00DA77C9" w:rsidP="007E3AEC">
            <w:pPr>
              <w:rPr>
                <w:rFonts w:ascii="Times New Roman" w:hAnsi="Times New Roman"/>
              </w:rPr>
            </w:pPr>
          </w:p>
          <w:p w:rsidR="00DA77C9" w:rsidRPr="002B0876" w:rsidRDefault="00DA77C9" w:rsidP="007E3AEC">
            <w:pPr>
              <w:rPr>
                <w:rFonts w:ascii="Times New Roman" w:hAnsi="Times New Roman"/>
              </w:rPr>
            </w:pPr>
          </w:p>
          <w:p w:rsidR="00DA77C9" w:rsidRPr="002B0876" w:rsidRDefault="00DA77C9" w:rsidP="007E3AEC">
            <w:pPr>
              <w:rPr>
                <w:rFonts w:ascii="Times New Roman" w:hAnsi="Times New Roman"/>
              </w:rPr>
            </w:pPr>
          </w:p>
          <w:p w:rsidR="00DA77C9" w:rsidRPr="002B0876" w:rsidRDefault="00DA77C9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94202E" w:rsidRDefault="00463585" w:rsidP="00AD5A54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13403900,20565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94202E" w:rsidRDefault="00DA77C9" w:rsidP="00DD20F1">
            <w:pPr>
              <w:jc w:val="center"/>
              <w:rPr>
                <w:rFonts w:ascii="Times New Roman" w:hAnsi="Times New Roman"/>
              </w:rPr>
            </w:pPr>
            <w:r w:rsidRPr="0094202E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94202E" w:rsidRDefault="00DA77C9" w:rsidP="00DD20F1">
            <w:pPr>
              <w:jc w:val="center"/>
              <w:rPr>
                <w:rFonts w:ascii="Times New Roman" w:hAnsi="Times New Roman"/>
              </w:rPr>
            </w:pPr>
            <w:r w:rsidRPr="0094202E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94202E" w:rsidRDefault="00DA77C9" w:rsidP="00DD20F1">
            <w:pPr>
              <w:jc w:val="center"/>
              <w:rPr>
                <w:rFonts w:ascii="Times New Roman" w:hAnsi="Times New Roman"/>
              </w:rPr>
            </w:pPr>
            <w:r w:rsidRPr="0094202E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63585" w:rsidRDefault="00DA77C9" w:rsidP="00DD20F1">
            <w:pPr>
              <w:jc w:val="center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2275204,91223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63585" w:rsidRDefault="00463585" w:rsidP="00DD20F1">
            <w:pPr>
              <w:jc w:val="center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1984779,81342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94202E" w:rsidRDefault="0094202E" w:rsidP="00DD20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3198091,05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94202E" w:rsidRDefault="0094202E" w:rsidP="00DD20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3148540,43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94202E" w:rsidRDefault="00DA77C9" w:rsidP="00DD20F1">
            <w:pPr>
              <w:jc w:val="center"/>
              <w:rPr>
                <w:rFonts w:ascii="Times New Roman" w:hAnsi="Times New Roman"/>
              </w:rPr>
            </w:pPr>
            <w:r w:rsidRPr="0094202E">
              <w:rPr>
                <w:rFonts w:ascii="Times New Roman" w:hAnsi="Times New Roman"/>
              </w:rPr>
              <w:t>1398642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94202E" w:rsidRDefault="00DA77C9" w:rsidP="00DD20F1">
            <w:pPr>
              <w:jc w:val="center"/>
              <w:rPr>
                <w:rFonts w:ascii="Times New Roman" w:hAnsi="Times New Roman"/>
              </w:rPr>
            </w:pPr>
            <w:r w:rsidRPr="0094202E">
              <w:rPr>
                <w:rFonts w:ascii="Times New Roman" w:hAnsi="Times New Roman"/>
              </w:rPr>
              <w:t>1398642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2B0876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60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DA77C9" w:rsidRPr="002B0876" w:rsidRDefault="00DA77C9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бюджетные ассигнования дорожного фонда</w:t>
            </w:r>
          </w:p>
          <w:p w:rsidR="00DA77C9" w:rsidRPr="002B0876" w:rsidRDefault="00DA77C9" w:rsidP="00F2417F">
            <w:pPr>
              <w:rPr>
                <w:rFonts w:ascii="Times New Roman" w:hAnsi="Times New Roman"/>
              </w:rPr>
            </w:pPr>
          </w:p>
          <w:p w:rsidR="00DA77C9" w:rsidRPr="002B0876" w:rsidRDefault="00DA77C9" w:rsidP="00F2417F">
            <w:pPr>
              <w:rPr>
                <w:rFonts w:ascii="Times New Roman" w:hAnsi="Times New Roman"/>
              </w:rPr>
            </w:pPr>
          </w:p>
          <w:p w:rsidR="00DA77C9" w:rsidRPr="002B0876" w:rsidRDefault="00DA77C9" w:rsidP="00F2417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94202E" w:rsidRDefault="00463585" w:rsidP="00DD20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13403900,20565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94202E" w:rsidRDefault="00DA77C9" w:rsidP="00DD20F1">
            <w:pPr>
              <w:jc w:val="center"/>
              <w:rPr>
                <w:rFonts w:ascii="Times New Roman" w:hAnsi="Times New Roman"/>
              </w:rPr>
            </w:pPr>
            <w:r w:rsidRPr="0094202E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94202E" w:rsidRDefault="00DA77C9" w:rsidP="00DD20F1">
            <w:pPr>
              <w:jc w:val="center"/>
              <w:rPr>
                <w:rFonts w:ascii="Times New Roman" w:hAnsi="Times New Roman"/>
              </w:rPr>
            </w:pPr>
            <w:r w:rsidRPr="0094202E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94202E" w:rsidRDefault="00DA77C9" w:rsidP="00DD20F1">
            <w:pPr>
              <w:jc w:val="center"/>
              <w:rPr>
                <w:rFonts w:ascii="Times New Roman" w:hAnsi="Times New Roman"/>
              </w:rPr>
            </w:pPr>
            <w:r w:rsidRPr="0094202E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63585" w:rsidRDefault="00DA77C9" w:rsidP="00DD20F1">
            <w:pPr>
              <w:jc w:val="center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2275204,91223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63585" w:rsidRDefault="00463585" w:rsidP="00DD20F1">
            <w:pPr>
              <w:jc w:val="center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1984779,81342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94202E" w:rsidRDefault="0094202E" w:rsidP="00DD20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3198091,05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94202E" w:rsidRDefault="0094202E" w:rsidP="00DD20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3148540,43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94202E" w:rsidRDefault="00DA77C9" w:rsidP="00DD20F1">
            <w:pPr>
              <w:jc w:val="center"/>
              <w:rPr>
                <w:rFonts w:ascii="Times New Roman" w:hAnsi="Times New Roman"/>
              </w:rPr>
            </w:pPr>
            <w:r w:rsidRPr="0094202E">
              <w:rPr>
                <w:rFonts w:ascii="Times New Roman" w:hAnsi="Times New Roman"/>
              </w:rPr>
              <w:t>1398642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94202E" w:rsidRDefault="00DA77C9" w:rsidP="00DD20F1">
            <w:pPr>
              <w:jc w:val="center"/>
              <w:rPr>
                <w:rFonts w:ascii="Times New Roman" w:hAnsi="Times New Roman"/>
              </w:rPr>
            </w:pPr>
            <w:r w:rsidRPr="0094202E">
              <w:rPr>
                <w:rFonts w:ascii="Times New Roman" w:hAnsi="Times New Roman"/>
              </w:rPr>
              <w:t>1398642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2B0876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213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2.</w:t>
            </w: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5601C4">
            <w:pPr>
              <w:ind w:right="-11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DF7234">
            <w:pPr>
              <w:rPr>
                <w:rFonts w:ascii="Times New Roman" w:hAnsi="Times New Roman"/>
                <w:color w:val="000000"/>
              </w:rPr>
            </w:pPr>
            <w:r w:rsidRPr="002B0876">
              <w:rPr>
                <w:rFonts w:ascii="Times New Roman" w:hAnsi="Times New Roman"/>
              </w:rPr>
              <w:t xml:space="preserve">Задача 2. Увеличение </w:t>
            </w:r>
            <w:r w:rsidRPr="002B0876">
              <w:rPr>
                <w:rFonts w:ascii="Times New Roman" w:hAnsi="Times New Roman"/>
                <w:color w:val="000000"/>
              </w:rPr>
              <w:t xml:space="preserve">протяженности автомобильных дорог общего пользования регионального или </w:t>
            </w:r>
            <w:r w:rsidRPr="002B0876">
              <w:rPr>
                <w:rFonts w:ascii="Times New Roman" w:hAnsi="Times New Roman"/>
                <w:color w:val="000000"/>
                <w:spacing w:val="-4"/>
              </w:rPr>
              <w:t xml:space="preserve">межмуниципального  </w:t>
            </w:r>
            <w:r w:rsidRPr="002B0876">
              <w:rPr>
                <w:rFonts w:ascii="Times New Roman" w:hAnsi="Times New Roman"/>
                <w:color w:val="000000"/>
              </w:rPr>
              <w:t>значения и искусственных сооружений на них, соответствующих нормативным требованиям,</w:t>
            </w:r>
          </w:p>
          <w:p w:rsidR="00F2417F" w:rsidRPr="002B0876" w:rsidRDefault="00F2417F" w:rsidP="00F2417F">
            <w:pPr>
              <w:spacing w:line="226" w:lineRule="auto"/>
              <w:ind w:right="-103"/>
              <w:rPr>
                <w:rFonts w:ascii="Times New Roman" w:hAnsi="Times New Roman"/>
                <w:bCs/>
                <w:color w:val="000000"/>
              </w:rPr>
            </w:pPr>
            <w:r w:rsidRPr="002B0876">
              <w:rPr>
                <w:rFonts w:ascii="Times New Roman" w:hAnsi="Times New Roman"/>
                <w:color w:val="000000"/>
              </w:rPr>
              <w:t xml:space="preserve">увеличение </w:t>
            </w:r>
            <w:r w:rsidRPr="002B0876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gramStart"/>
            <w:r w:rsidRPr="002B0876">
              <w:rPr>
                <w:rFonts w:ascii="Times New Roman" w:hAnsi="Times New Roman"/>
                <w:bCs/>
                <w:color w:val="000000"/>
              </w:rPr>
              <w:t>пропускной</w:t>
            </w:r>
            <w:proofErr w:type="gramEnd"/>
          </w:p>
          <w:p w:rsidR="00F2417F" w:rsidRPr="002B0876" w:rsidRDefault="00F2417F" w:rsidP="00F2417F">
            <w:pPr>
              <w:spacing w:line="226" w:lineRule="auto"/>
              <w:ind w:right="-103"/>
              <w:rPr>
                <w:rFonts w:ascii="Times New Roman" w:hAnsi="Times New Roman"/>
                <w:bCs/>
                <w:color w:val="000000"/>
              </w:rPr>
            </w:pPr>
            <w:r w:rsidRPr="002B0876">
              <w:rPr>
                <w:rFonts w:ascii="Times New Roman" w:hAnsi="Times New Roman"/>
                <w:bCs/>
                <w:color w:val="000000"/>
              </w:rPr>
              <w:t xml:space="preserve">способности, </w:t>
            </w: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профилактика</w:t>
            </w:r>
          </w:p>
          <w:p w:rsidR="005601C4" w:rsidRDefault="00F2417F" w:rsidP="00F2417F">
            <w:pPr>
              <w:spacing w:line="226" w:lineRule="auto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возникновения опасных участков на сети автомобильных дорог общего </w:t>
            </w:r>
          </w:p>
          <w:p w:rsidR="00F2417F" w:rsidRPr="002B0876" w:rsidRDefault="00F2417F" w:rsidP="00DF7234">
            <w:pPr>
              <w:spacing w:line="226" w:lineRule="auto"/>
              <w:ind w:right="-103"/>
              <w:rPr>
                <w:rFonts w:ascii="Times New Roman" w:hAnsi="Times New Roman"/>
                <w:color w:val="000000"/>
              </w:rPr>
            </w:pPr>
            <w:r w:rsidRPr="002B0876">
              <w:rPr>
                <w:rFonts w:ascii="Times New Roman" w:hAnsi="Times New Roman"/>
              </w:rPr>
              <w:t>пользования</w:t>
            </w:r>
            <w:r w:rsidRPr="002B0876">
              <w:rPr>
                <w:rFonts w:ascii="Times New Roman" w:hAnsi="Times New Roman"/>
                <w:color w:val="000000"/>
              </w:rPr>
              <w:t xml:space="preserve">         регионального или межмуниципального</w:t>
            </w:r>
            <w:r w:rsidR="00417D9C">
              <w:rPr>
                <w:rFonts w:ascii="Times New Roman" w:hAnsi="Times New Roman"/>
                <w:color w:val="000000"/>
              </w:rPr>
              <w:t xml:space="preserve"> </w:t>
            </w:r>
            <w:r w:rsidRPr="002B0876">
              <w:rPr>
                <w:rFonts w:ascii="Times New Roman" w:hAnsi="Times New Roman"/>
                <w:color w:val="000000"/>
              </w:rPr>
              <w:t xml:space="preserve">значения, повышение  их технических </w:t>
            </w:r>
          </w:p>
          <w:p w:rsidR="00F2417F" w:rsidRPr="002B0876" w:rsidRDefault="00F2417F" w:rsidP="00F2417F">
            <w:pPr>
              <w:spacing w:line="226" w:lineRule="auto"/>
              <w:rPr>
                <w:rFonts w:ascii="Times New Roman" w:hAnsi="Times New Roman"/>
                <w:color w:val="000000"/>
              </w:rPr>
            </w:pPr>
            <w:r w:rsidRPr="002B0876">
              <w:rPr>
                <w:rFonts w:ascii="Times New Roman" w:hAnsi="Times New Roman"/>
                <w:color w:val="000000"/>
              </w:rPr>
              <w:t xml:space="preserve">характеристик, </w:t>
            </w:r>
          </w:p>
          <w:p w:rsidR="00F2417F" w:rsidRPr="002B0876" w:rsidRDefault="00F2417F" w:rsidP="00C35E95">
            <w:pPr>
              <w:rPr>
                <w:rFonts w:ascii="Times New Roman" w:hAnsi="Times New Roman"/>
                <w:color w:val="000000"/>
              </w:rPr>
            </w:pPr>
            <w:r w:rsidRPr="002B0876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7E3AEC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        в том числе:</w:t>
            </w:r>
          </w:p>
          <w:p w:rsidR="00F2417F" w:rsidRPr="002B0876" w:rsidRDefault="00F2417F" w:rsidP="007E3AEC">
            <w:pPr>
              <w:rPr>
                <w:rFonts w:ascii="Times New Roman" w:hAnsi="Times New Roman"/>
              </w:rPr>
            </w:pPr>
          </w:p>
          <w:p w:rsidR="00F2417F" w:rsidRPr="002B0876" w:rsidRDefault="00F2417F" w:rsidP="007E3AEC">
            <w:pPr>
              <w:rPr>
                <w:rFonts w:ascii="Times New Roman" w:hAnsi="Times New Roman"/>
              </w:rPr>
            </w:pPr>
          </w:p>
          <w:p w:rsidR="00F2417F" w:rsidRPr="002B0876" w:rsidRDefault="00F2417F" w:rsidP="007E3AEC">
            <w:pPr>
              <w:rPr>
                <w:rFonts w:ascii="Times New Roman" w:hAnsi="Times New Roman"/>
              </w:rPr>
            </w:pPr>
          </w:p>
          <w:p w:rsidR="00F2417F" w:rsidRPr="002B0876" w:rsidRDefault="00F2417F" w:rsidP="007E3AEC">
            <w:pPr>
              <w:rPr>
                <w:rFonts w:ascii="Times New Roman" w:hAnsi="Times New Roman"/>
              </w:rPr>
            </w:pPr>
          </w:p>
          <w:p w:rsidR="00464920" w:rsidRPr="002B0876" w:rsidRDefault="00464920" w:rsidP="007E3AEC">
            <w:pPr>
              <w:rPr>
                <w:rFonts w:ascii="Times New Roman" w:hAnsi="Times New Roman"/>
              </w:rPr>
            </w:pPr>
          </w:p>
          <w:p w:rsidR="005601C4" w:rsidRPr="002B0876" w:rsidRDefault="005601C4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CC2B55" w:rsidRDefault="00275C8C" w:rsidP="00F2417F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14095642,90995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CC2B55" w:rsidRDefault="00F2417F" w:rsidP="00F2417F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1468392,0816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CC2B55" w:rsidRDefault="00F2417F" w:rsidP="00F2417F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1636686,56523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CC2B55" w:rsidRDefault="00F2417F" w:rsidP="00F2417F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846724,21853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CC2B55" w:rsidRDefault="00593E29" w:rsidP="00F2417F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CC2B55" w:rsidRDefault="00A61CB8" w:rsidP="00F2417F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62250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CC2B55" w:rsidRDefault="00275C8C" w:rsidP="00F2417F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860692,2286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DD20F1" w:rsidP="00F2417F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1090502,77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F2417F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5186267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F2417F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2316367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C25F89" w:rsidRDefault="00F2417F" w:rsidP="00DF723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к концу 2017 года:</w:t>
            </w:r>
          </w:p>
          <w:p w:rsidR="00F2417F" w:rsidRPr="00C25F89" w:rsidRDefault="00F2417F" w:rsidP="00DF723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выполнение капитального ремонта и ремонта </w:t>
            </w:r>
            <w:proofErr w:type="gramStart"/>
            <w:r w:rsidRPr="00C25F89">
              <w:rPr>
                <w:rFonts w:ascii="Times New Roman" w:hAnsi="Times New Roman"/>
              </w:rPr>
              <w:t>уникальных</w:t>
            </w:r>
            <w:proofErr w:type="gramEnd"/>
            <w:r w:rsidRPr="00C25F89">
              <w:rPr>
                <w:rFonts w:ascii="Times New Roman" w:hAnsi="Times New Roman"/>
              </w:rPr>
              <w:t xml:space="preserve"> искусственных</w:t>
            </w:r>
          </w:p>
          <w:p w:rsidR="00F2417F" w:rsidRPr="00C25F89" w:rsidRDefault="00F2417F" w:rsidP="00DF723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сооружений</w:t>
            </w:r>
          </w:p>
          <w:p w:rsidR="00F2417F" w:rsidRPr="00C25F89" w:rsidRDefault="00F2417F" w:rsidP="00DF723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5 шт./762,16 погонных метров;</w:t>
            </w:r>
          </w:p>
          <w:p w:rsidR="00F2417F" w:rsidRPr="00C25F89" w:rsidRDefault="00F2417F" w:rsidP="00DF723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достижение доли </w:t>
            </w:r>
            <w:proofErr w:type="gramStart"/>
            <w:r w:rsidRPr="00C25F89">
              <w:rPr>
                <w:rFonts w:ascii="Times New Roman" w:hAnsi="Times New Roman"/>
              </w:rPr>
              <w:t>уникальных</w:t>
            </w:r>
            <w:proofErr w:type="gramEnd"/>
          </w:p>
          <w:p w:rsidR="00F2417F" w:rsidRPr="00C25F89" w:rsidRDefault="00F2417F" w:rsidP="00DF723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искусственных дорожных сооружений,</w:t>
            </w:r>
          </w:p>
          <w:p w:rsidR="00F2417F" w:rsidRPr="00C25F89" w:rsidRDefault="00F2417F" w:rsidP="00DF723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находящихся в </w:t>
            </w:r>
          </w:p>
          <w:p w:rsidR="00F2417F" w:rsidRPr="00C25F89" w:rsidRDefault="00F2417F" w:rsidP="00DF723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предаварийном или аварийном </w:t>
            </w:r>
            <w:proofErr w:type="gramStart"/>
            <w:r w:rsidRPr="00C25F89">
              <w:rPr>
                <w:rFonts w:ascii="Times New Roman" w:hAnsi="Times New Roman"/>
              </w:rPr>
              <w:t>состоянии</w:t>
            </w:r>
            <w:proofErr w:type="gramEnd"/>
            <w:r w:rsidRPr="00C25F89">
              <w:rPr>
                <w:rFonts w:ascii="Times New Roman" w:hAnsi="Times New Roman"/>
              </w:rPr>
              <w:t>, 0%;</w:t>
            </w:r>
          </w:p>
          <w:p w:rsidR="00F2417F" w:rsidRPr="00C25F89" w:rsidRDefault="00F2417F" w:rsidP="00DF723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к концу 2024 года</w:t>
            </w:r>
          </w:p>
          <w:p w:rsidR="00F2417F" w:rsidRPr="00C25F89" w:rsidRDefault="00F2417F" w:rsidP="00DF7234">
            <w:pPr>
              <w:ind w:left="-6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выполнение:</w:t>
            </w:r>
          </w:p>
          <w:p w:rsidR="005601C4" w:rsidRPr="00C25F89" w:rsidRDefault="00F2417F" w:rsidP="00DF7234">
            <w:pPr>
              <w:ind w:left="-6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- капитального </w:t>
            </w:r>
          </w:p>
          <w:p w:rsidR="00F2417F" w:rsidRPr="00C25F89" w:rsidRDefault="00F2417F" w:rsidP="00DF7234">
            <w:pPr>
              <w:ind w:left="-6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ремонта      </w:t>
            </w:r>
            <w:r w:rsidR="005F4747" w:rsidRPr="00C25F89">
              <w:rPr>
                <w:rFonts w:ascii="Times New Roman" w:hAnsi="Times New Roman"/>
              </w:rPr>
              <w:t>517,</w:t>
            </w:r>
            <w:r w:rsidR="00062E3F" w:rsidRPr="00C25F89">
              <w:rPr>
                <w:rFonts w:ascii="Times New Roman" w:hAnsi="Times New Roman"/>
              </w:rPr>
              <w:t>90858</w:t>
            </w:r>
            <w:r w:rsidRPr="00C25F89">
              <w:rPr>
                <w:rFonts w:ascii="Times New Roman" w:hAnsi="Times New Roman"/>
              </w:rPr>
              <w:t xml:space="preserve"> км </w:t>
            </w:r>
          </w:p>
          <w:p w:rsidR="00F2417F" w:rsidRPr="00C25F89" w:rsidRDefault="00F2417F" w:rsidP="00DF7234">
            <w:pPr>
              <w:ind w:left="-6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автомобильных дорог общего</w:t>
            </w:r>
          </w:p>
          <w:p w:rsidR="00F2417F" w:rsidRPr="00C25F89" w:rsidRDefault="00F2417F" w:rsidP="00F2417F">
            <w:pPr>
              <w:spacing w:line="226" w:lineRule="auto"/>
              <w:ind w:left="-6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пользования регионального или </w:t>
            </w:r>
            <w:proofErr w:type="spellStart"/>
            <w:proofErr w:type="gramStart"/>
            <w:r w:rsidRPr="00C25F89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C25F89">
              <w:rPr>
                <w:rFonts w:ascii="Times New Roman" w:hAnsi="Times New Roman"/>
              </w:rPr>
              <w:t xml:space="preserve"> значения и </w:t>
            </w:r>
          </w:p>
          <w:p w:rsidR="00F2417F" w:rsidRPr="00C25F89" w:rsidRDefault="00F2417F" w:rsidP="00DA77C9">
            <w:pPr>
              <w:spacing w:line="226" w:lineRule="auto"/>
              <w:ind w:left="-6" w:right="-108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470,96 погонных метров искусственных</w:t>
            </w:r>
          </w:p>
          <w:p w:rsidR="00F2417F" w:rsidRPr="00C25F89" w:rsidRDefault="00F2417F" w:rsidP="00F2417F">
            <w:pPr>
              <w:spacing w:line="226" w:lineRule="auto"/>
              <w:ind w:left="-6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сооружений </w:t>
            </w:r>
            <w:proofErr w:type="gramStart"/>
            <w:r w:rsidRPr="00C25F89">
              <w:rPr>
                <w:rFonts w:ascii="Times New Roman" w:hAnsi="Times New Roman"/>
              </w:rPr>
              <w:t>на</w:t>
            </w:r>
            <w:proofErr w:type="gramEnd"/>
          </w:p>
          <w:p w:rsidR="00F2417F" w:rsidRPr="00C25F89" w:rsidRDefault="00F2417F" w:rsidP="00F2417F">
            <w:pPr>
              <w:spacing w:line="226" w:lineRule="auto"/>
              <w:ind w:left="-6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них; </w:t>
            </w:r>
          </w:p>
          <w:p w:rsidR="005601C4" w:rsidRPr="00C25F89" w:rsidRDefault="005601C4" w:rsidP="005601C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  <w:spacing w:val="-2"/>
              </w:rPr>
              <w:t xml:space="preserve">- ремонта </w:t>
            </w:r>
            <w:r w:rsidRPr="00C25F89">
              <w:rPr>
                <w:rFonts w:ascii="Times New Roman" w:hAnsi="Times New Roman"/>
                <w:spacing w:val="-2"/>
              </w:rPr>
              <w:br/>
            </w:r>
            <w:r w:rsidR="00A31915" w:rsidRPr="00C25F89">
              <w:rPr>
                <w:rFonts w:ascii="Times New Roman" w:hAnsi="Times New Roman"/>
                <w:spacing w:val="-2"/>
              </w:rPr>
              <w:t>11</w:t>
            </w:r>
            <w:r w:rsidR="000C5A4E">
              <w:rPr>
                <w:rFonts w:ascii="Times New Roman" w:hAnsi="Times New Roman"/>
                <w:spacing w:val="-2"/>
              </w:rPr>
              <w:t>0</w:t>
            </w:r>
            <w:r w:rsidR="00A31915" w:rsidRPr="00C25F89">
              <w:rPr>
                <w:rFonts w:ascii="Times New Roman" w:hAnsi="Times New Roman"/>
                <w:spacing w:val="-2"/>
              </w:rPr>
              <w:t>0,0</w:t>
            </w:r>
            <w:r w:rsidR="000C5A4E">
              <w:rPr>
                <w:rFonts w:ascii="Times New Roman" w:hAnsi="Times New Roman"/>
                <w:spacing w:val="-2"/>
              </w:rPr>
              <w:t>97</w:t>
            </w:r>
            <w:r w:rsidRPr="00C25F89">
              <w:rPr>
                <w:rFonts w:ascii="Times New Roman" w:hAnsi="Times New Roman"/>
                <w:spacing w:val="-2"/>
              </w:rPr>
              <w:t xml:space="preserve"> км</w:t>
            </w:r>
            <w:r w:rsidRPr="00C25F89">
              <w:rPr>
                <w:rFonts w:ascii="Times New Roman" w:hAnsi="Times New Roman"/>
              </w:rPr>
              <w:t xml:space="preserve"> автомобильных</w:t>
            </w:r>
          </w:p>
          <w:p w:rsidR="005601C4" w:rsidRPr="00C25F89" w:rsidRDefault="005601C4" w:rsidP="005601C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дорог общего пользования регионального или</w:t>
            </w:r>
          </w:p>
          <w:p w:rsidR="005601C4" w:rsidRPr="00C25F89" w:rsidRDefault="005601C4" w:rsidP="005601C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proofErr w:type="gramStart"/>
            <w:r w:rsidRPr="00C25F89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C25F89">
              <w:rPr>
                <w:rFonts w:ascii="Times New Roman" w:hAnsi="Times New Roman"/>
              </w:rPr>
              <w:t xml:space="preserve"> значения и</w:t>
            </w:r>
          </w:p>
          <w:p w:rsidR="005601C4" w:rsidRPr="00C25F89" w:rsidRDefault="00E77421" w:rsidP="005601C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3961,99</w:t>
            </w:r>
            <w:r w:rsidR="005601C4" w:rsidRPr="00C25F89">
              <w:rPr>
                <w:rFonts w:ascii="Times New Roman" w:hAnsi="Times New Roman"/>
              </w:rPr>
              <w:t xml:space="preserve"> погонных</w:t>
            </w:r>
          </w:p>
          <w:p w:rsidR="005601C4" w:rsidRPr="00C25F89" w:rsidRDefault="005601C4" w:rsidP="005601C4">
            <w:pPr>
              <w:spacing w:line="226" w:lineRule="auto"/>
              <w:ind w:left="-6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метров искусственных сооружений на них</w:t>
            </w:r>
          </w:p>
        </w:tc>
      </w:tr>
      <w:tr w:rsidR="00991D48" w:rsidRPr="002B0876" w:rsidTr="00991D48">
        <w:trPr>
          <w:cantSplit/>
          <w:trHeight w:val="132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F2417F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464920" w:rsidRDefault="00464920" w:rsidP="00C35E95">
            <w:pPr>
              <w:rPr>
                <w:rFonts w:ascii="Times New Roman" w:hAnsi="Times New Roman"/>
              </w:rPr>
            </w:pPr>
          </w:p>
          <w:p w:rsidR="00417D9C" w:rsidRDefault="00417D9C" w:rsidP="00C35E95">
            <w:pPr>
              <w:rPr>
                <w:rFonts w:ascii="Times New Roman" w:hAnsi="Times New Roman"/>
              </w:rPr>
            </w:pPr>
          </w:p>
          <w:p w:rsidR="00417D9C" w:rsidRDefault="00417D9C" w:rsidP="00C35E95">
            <w:pPr>
              <w:rPr>
                <w:rFonts w:ascii="Times New Roman" w:hAnsi="Times New Roman"/>
              </w:rPr>
            </w:pPr>
          </w:p>
          <w:p w:rsidR="00417D9C" w:rsidRPr="002B0876" w:rsidRDefault="00417D9C" w:rsidP="00C35E9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DD20F1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6946896,877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311900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547009,151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293365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DD20F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677902,026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DD20F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886820,7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3549900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680000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2B0876" w:rsidRDefault="00F2417F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85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F2417F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F2417F" w:rsidRPr="002B0876" w:rsidRDefault="00F2417F" w:rsidP="00F2417F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417D9C">
            <w:pPr>
              <w:spacing w:line="226" w:lineRule="auto"/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Default="00F2417F" w:rsidP="00C35E95">
            <w:pPr>
              <w:rPr>
                <w:rFonts w:ascii="Times New Roman" w:hAnsi="Times New Roman"/>
              </w:rPr>
            </w:pPr>
          </w:p>
          <w:p w:rsidR="00417D9C" w:rsidRPr="002B0876" w:rsidRDefault="00417D9C" w:rsidP="00C35E9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DD20F1" w:rsidP="00A61CB8">
            <w:pPr>
              <w:spacing w:line="226" w:lineRule="auto"/>
              <w:ind w:left="113" w:right="113"/>
              <w:jc w:val="righ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7148746,03295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5601C4">
            <w:pPr>
              <w:spacing w:line="226" w:lineRule="auto"/>
              <w:ind w:left="113" w:right="113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1156492,0816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5601C4">
            <w:pPr>
              <w:spacing w:line="226" w:lineRule="auto"/>
              <w:ind w:left="113" w:right="113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1089677,41423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5601C4">
            <w:pPr>
              <w:spacing w:line="226" w:lineRule="auto"/>
              <w:ind w:left="113" w:right="113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553359,21853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3E3F82" w:rsidP="00AD5A54">
            <w:pPr>
              <w:spacing w:line="226" w:lineRule="auto"/>
              <w:ind w:left="113" w:right="113" w:hanging="108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A61CB8" w:rsidP="00A61CB8">
            <w:pPr>
              <w:spacing w:line="226" w:lineRule="auto"/>
              <w:ind w:left="113" w:right="113" w:hanging="108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62250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DD20F1" w:rsidP="005601C4">
            <w:pPr>
              <w:spacing w:line="226" w:lineRule="auto"/>
              <w:ind w:left="113" w:right="113" w:hanging="108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182790,2026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DD20F1" w:rsidP="005601C4">
            <w:pPr>
              <w:spacing w:line="226" w:lineRule="auto"/>
              <w:ind w:left="113" w:right="113" w:hanging="108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203682,04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5601C4">
            <w:pPr>
              <w:spacing w:line="226" w:lineRule="auto"/>
              <w:ind w:left="113" w:right="113" w:hanging="108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1636367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5601C4">
            <w:pPr>
              <w:spacing w:line="226" w:lineRule="auto"/>
              <w:ind w:left="113" w:right="113" w:hanging="108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1636367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2B0876" w:rsidRDefault="00F2417F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854"/>
        </w:trPr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</w:tcPr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DD20F1" w:rsidP="005601C4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7148746,03295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5601C4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1156492,0816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5601C4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1089677,41423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5601C4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553359,21853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3E3F82" w:rsidP="005601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A61CB8" w:rsidP="005601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62250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DD20F1" w:rsidP="005601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182790,2026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DD20F1" w:rsidP="005601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203682,07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5601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1636367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5601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1636367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1C4" w:rsidRPr="002B0876" w:rsidRDefault="005601C4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85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2417F" w:rsidRPr="002B0876" w:rsidRDefault="00F2417F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2.1.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2417F" w:rsidRPr="002B0876" w:rsidRDefault="00F2417F" w:rsidP="00F2417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Капитальный ремонт  и ремонт </w:t>
            </w: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автомобильных дорог общего пользования</w:t>
            </w:r>
          </w:p>
          <w:p w:rsidR="00F2417F" w:rsidRPr="002B0876" w:rsidRDefault="00F2417F" w:rsidP="00F2417F">
            <w:pPr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регионального или межмуниципального значения и </w:t>
            </w:r>
            <w:proofErr w:type="gramStart"/>
            <w:r w:rsidRPr="002B0876">
              <w:rPr>
                <w:rFonts w:ascii="Times New Roman" w:hAnsi="Times New Roman"/>
              </w:rPr>
              <w:t>искусственных</w:t>
            </w:r>
            <w:proofErr w:type="gramEnd"/>
          </w:p>
          <w:p w:rsidR="00F2417F" w:rsidRPr="002B0876" w:rsidRDefault="00F2417F" w:rsidP="00417D9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сооружений на них,  в том числе уникальных искусственных сооружений</w:t>
            </w:r>
            <w:r w:rsidR="005601C4" w:rsidRPr="002B0876">
              <w:rPr>
                <w:rFonts w:ascii="Times New Roman" w:hAnsi="Times New Roman"/>
                <w:vertAlign w:val="superscript"/>
              </w:rPr>
              <w:t>3</w:t>
            </w:r>
            <w:r w:rsidRPr="002B0876">
              <w:rPr>
                <w:rFonts w:ascii="Times New Roman" w:hAnsi="Times New Roman"/>
              </w:rPr>
              <w:t xml:space="preserve">                       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2417F" w:rsidRPr="002B0876" w:rsidRDefault="00F2417F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F2417F" w:rsidRPr="002B0876" w:rsidRDefault="00F2417F" w:rsidP="007E3AE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F2417F" w:rsidRPr="002B0876" w:rsidRDefault="00F2417F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F2417F" w:rsidRPr="002B0876" w:rsidRDefault="00F2417F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7E3AEC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        в том числе:</w:t>
            </w:r>
          </w:p>
          <w:p w:rsidR="00F2417F" w:rsidRPr="002B0876" w:rsidRDefault="00F2417F" w:rsidP="007E3AEC">
            <w:pPr>
              <w:spacing w:line="226" w:lineRule="auto"/>
              <w:rPr>
                <w:rFonts w:ascii="Times New Roman" w:hAnsi="Times New Roman"/>
              </w:rPr>
            </w:pPr>
          </w:p>
          <w:p w:rsidR="00F2417F" w:rsidRPr="002B0876" w:rsidRDefault="00F2417F" w:rsidP="007E3AEC">
            <w:pPr>
              <w:spacing w:line="226" w:lineRule="auto"/>
              <w:rPr>
                <w:rFonts w:ascii="Times New Roman" w:hAnsi="Times New Roman"/>
              </w:rPr>
            </w:pPr>
          </w:p>
          <w:p w:rsidR="00F2417F" w:rsidRPr="002B0876" w:rsidRDefault="00F2417F" w:rsidP="007E3AEC">
            <w:pPr>
              <w:spacing w:line="226" w:lineRule="auto"/>
              <w:rPr>
                <w:rFonts w:ascii="Times New Roman" w:hAnsi="Times New Roman"/>
              </w:rPr>
            </w:pPr>
          </w:p>
          <w:p w:rsidR="00F2417F" w:rsidRPr="002B0876" w:rsidRDefault="00F2417F" w:rsidP="007E3AEC">
            <w:pPr>
              <w:spacing w:line="226" w:lineRule="auto"/>
              <w:rPr>
                <w:rFonts w:ascii="Times New Roman" w:hAnsi="Times New Roman"/>
              </w:rPr>
            </w:pPr>
          </w:p>
          <w:p w:rsidR="005601C4" w:rsidRPr="002B0876" w:rsidRDefault="005601C4" w:rsidP="007E3AEC">
            <w:pPr>
              <w:spacing w:line="22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3951802,86536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1468392,0816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1636686,56523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846724,21853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2417F" w:rsidRPr="002B0876" w:rsidRDefault="00F2417F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190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2417F" w:rsidRPr="002B0876" w:rsidRDefault="00F2417F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7E3AE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F2417F" w:rsidRPr="002B0876" w:rsidRDefault="00F2417F" w:rsidP="007E3AE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  <w:p w:rsidR="00F2417F" w:rsidRPr="002B0876" w:rsidRDefault="00F2417F" w:rsidP="007E3AEC">
            <w:pPr>
              <w:rPr>
                <w:rFonts w:ascii="Times New Roman" w:hAnsi="Times New Roman"/>
              </w:rPr>
            </w:pPr>
          </w:p>
          <w:p w:rsidR="00F2417F" w:rsidRPr="002B0876" w:rsidRDefault="00F2417F" w:rsidP="007E3AEC">
            <w:pPr>
              <w:rPr>
                <w:rFonts w:ascii="Times New Roman" w:hAnsi="Times New Roman"/>
              </w:rPr>
            </w:pPr>
          </w:p>
          <w:p w:rsidR="005601C4" w:rsidRDefault="005601C4" w:rsidP="007E3AEC">
            <w:pPr>
              <w:rPr>
                <w:rFonts w:ascii="Times New Roman" w:hAnsi="Times New Roman"/>
              </w:rPr>
            </w:pPr>
          </w:p>
          <w:p w:rsidR="00417D9C" w:rsidRPr="002B0876" w:rsidRDefault="00417D9C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1152274,151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311900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547009,151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293365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2417F" w:rsidRPr="002B0876" w:rsidRDefault="00F2417F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854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2417F" w:rsidRPr="002B0876" w:rsidRDefault="00F2417F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7E3AE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F2417F" w:rsidRPr="002B0876" w:rsidRDefault="00F2417F" w:rsidP="007E3AE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F2417F" w:rsidRPr="002B0876" w:rsidRDefault="00F2417F" w:rsidP="007E3AEC">
            <w:pPr>
              <w:rPr>
                <w:rFonts w:ascii="Times New Roman" w:hAnsi="Times New Roman"/>
              </w:rPr>
            </w:pPr>
          </w:p>
          <w:p w:rsidR="00F2417F" w:rsidRPr="002B0876" w:rsidRDefault="00F2417F" w:rsidP="007E3AEC">
            <w:pPr>
              <w:rPr>
                <w:rFonts w:ascii="Times New Roman" w:hAnsi="Times New Roman"/>
              </w:rPr>
            </w:pPr>
          </w:p>
          <w:p w:rsidR="00F2417F" w:rsidRPr="002B0876" w:rsidRDefault="00F2417F" w:rsidP="007E3AEC">
            <w:pPr>
              <w:rPr>
                <w:rFonts w:ascii="Times New Roman" w:hAnsi="Times New Roman"/>
              </w:rPr>
            </w:pPr>
          </w:p>
          <w:p w:rsidR="00F2417F" w:rsidRPr="002B0876" w:rsidRDefault="00F2417F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 w:rsidRPr="002B0876">
              <w:rPr>
                <w:rFonts w:ascii="Times New Roman" w:hAnsi="Times New Roman"/>
              </w:rPr>
              <w:t>2799528,71436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1156492,0816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1089677,41423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553359,21853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2417F" w:rsidRPr="002B0876" w:rsidRDefault="00F2417F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431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2417F" w:rsidRPr="002B0876" w:rsidRDefault="00F2417F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F2417F" w:rsidRPr="002B0876" w:rsidRDefault="00F2417F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DA77C9" w:rsidRPr="002B0876" w:rsidRDefault="00DA77C9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 w:rsidRPr="002B0876">
              <w:rPr>
                <w:rFonts w:ascii="Times New Roman" w:hAnsi="Times New Roman"/>
              </w:rPr>
              <w:t>2799528,71436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1156492,0816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1089677,41423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553359,21853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2417F" w:rsidRPr="002B0876" w:rsidRDefault="00F2417F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854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01C4" w:rsidRDefault="00F2417F" w:rsidP="00417D9C">
            <w:pPr>
              <w:ind w:right="-108"/>
              <w:rPr>
                <w:rFonts w:ascii="Times New Roman" w:hAnsi="Times New Roman"/>
                <w:bCs/>
              </w:rPr>
            </w:pPr>
            <w:r w:rsidRPr="002B0876">
              <w:rPr>
                <w:rFonts w:ascii="Times New Roman" w:hAnsi="Times New Roman"/>
                <w:bCs/>
              </w:rPr>
              <w:t>из них: выполненные и не оплаченные работы в 2015 году</w:t>
            </w:r>
          </w:p>
          <w:p w:rsidR="00417D9C" w:rsidRPr="00417D9C" w:rsidRDefault="00417D9C" w:rsidP="00C35E9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F2417F" w:rsidRDefault="00F2417F" w:rsidP="00C35E95">
            <w:pPr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60251,65135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60251,65135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2B0876" w:rsidRDefault="00F2417F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85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2417F" w:rsidRPr="002B0876" w:rsidRDefault="00F2417F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F2417F" w:rsidRPr="002B0876" w:rsidRDefault="00F2417F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ГКУ Рязанской области «ДДРО»</w:t>
            </w: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F2417F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        в том числе:</w:t>
            </w:r>
          </w:p>
          <w:p w:rsidR="00F2417F" w:rsidRPr="002B0876" w:rsidRDefault="00F2417F" w:rsidP="00F2417F">
            <w:pPr>
              <w:spacing w:line="226" w:lineRule="auto"/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CC2B55" w:rsidRDefault="00275C8C" w:rsidP="0028334B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10143840,04459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CC2B55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CC2B55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CC2B55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CC2B55" w:rsidRDefault="002377DA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CC2B55" w:rsidRDefault="00A61CB8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62250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CC2B55" w:rsidRDefault="00275C8C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860692,2286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DD20F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1090502,77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5186267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2316367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2B0876" w:rsidRDefault="00F2417F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180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2417F" w:rsidRPr="002B0876" w:rsidRDefault="00F2417F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F2417F" w:rsidRPr="002B0876" w:rsidRDefault="00F2417F" w:rsidP="00F2417F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DD20F1" w:rsidP="00DD20F1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5794622,726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DD20F1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DD20F1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DD20F1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DD20F1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DD20F1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DD20F1" w:rsidP="00DD20F1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677902,026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DD20F1" w:rsidP="00DD20F1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886820,7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DD20F1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3549900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DD20F1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680000 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2417F" w:rsidRPr="002B0876" w:rsidRDefault="00F2417F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693"/>
        </w:trPr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F2417F" w:rsidRPr="002B0876" w:rsidRDefault="00F2417F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</w:tcPr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F2417F" w:rsidRPr="002B0876" w:rsidRDefault="00F2417F" w:rsidP="00F2417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DD20F1" w:rsidP="00AD5A54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4349217,31859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2377DA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A61CB8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62250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DD20F1" w:rsidP="005601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182790,2026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DD20F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203682,07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1636367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1636367</w:t>
            </w:r>
          </w:p>
        </w:tc>
        <w:tc>
          <w:tcPr>
            <w:tcW w:w="1843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2417F" w:rsidRPr="002B0876" w:rsidRDefault="00F2417F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85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DD20F1" w:rsidP="00D11B91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4349217,31859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D11B91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D11B91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D11B91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2377DA" w:rsidP="00D11B91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A61CB8" w:rsidP="00D11B91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62250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DD20F1" w:rsidP="00D11B91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182790,2026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DD20F1" w:rsidP="00D11B91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203682,07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D11B91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1636367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D11B91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1636367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1C4" w:rsidRPr="002B0876" w:rsidRDefault="005601C4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85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3.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5601C4">
            <w:pPr>
              <w:rPr>
                <w:rFonts w:ascii="Times New Roman" w:hAnsi="Times New Roman"/>
                <w:bCs/>
                <w:color w:val="000000"/>
              </w:rPr>
            </w:pPr>
            <w:r w:rsidRPr="002B0876">
              <w:rPr>
                <w:rFonts w:ascii="Times New Roman" w:hAnsi="Times New Roman"/>
              </w:rPr>
              <w:t>Задача 3. П</w:t>
            </w:r>
            <w:r w:rsidRPr="002B0876">
              <w:rPr>
                <w:rFonts w:ascii="Times New Roman" w:hAnsi="Times New Roman"/>
                <w:bCs/>
                <w:color w:val="000000"/>
              </w:rPr>
              <w:t>рирост протяженности автомобильных дорог общего пользования регионального или</w:t>
            </w:r>
          </w:p>
          <w:p w:rsidR="005601C4" w:rsidRPr="002B0876" w:rsidRDefault="00417D9C" w:rsidP="00DA77C9">
            <w:pPr>
              <w:ind w:right="-108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м</w:t>
            </w:r>
            <w:r w:rsidR="005601C4" w:rsidRPr="002B0876">
              <w:rPr>
                <w:rFonts w:ascii="Times New Roman" w:hAnsi="Times New Roman"/>
                <w:bCs/>
                <w:color w:val="000000"/>
              </w:rPr>
              <w:t xml:space="preserve">ежмуниципального значения за счет строительства </w:t>
            </w:r>
          </w:p>
          <w:p w:rsidR="005601C4" w:rsidRPr="002B0876" w:rsidRDefault="005601C4" w:rsidP="005601C4">
            <w:pPr>
              <w:rPr>
                <w:rFonts w:ascii="Times New Roman" w:hAnsi="Times New Roman"/>
                <w:bCs/>
                <w:color w:val="000000"/>
              </w:rPr>
            </w:pPr>
            <w:r w:rsidRPr="002B0876">
              <w:rPr>
                <w:rFonts w:ascii="Times New Roman" w:hAnsi="Times New Roman"/>
                <w:bCs/>
                <w:color w:val="000000"/>
              </w:rPr>
              <w:t>новых</w:t>
            </w:r>
          </w:p>
          <w:p w:rsidR="005601C4" w:rsidRPr="002B0876" w:rsidRDefault="005601C4" w:rsidP="005601C4">
            <w:pPr>
              <w:ind w:right="-36"/>
              <w:rPr>
                <w:rFonts w:ascii="Times New Roman" w:hAnsi="Times New Roman"/>
                <w:bCs/>
                <w:color w:val="000000"/>
              </w:rPr>
            </w:pPr>
            <w:r w:rsidRPr="002B0876">
              <w:rPr>
                <w:rFonts w:ascii="Times New Roman" w:hAnsi="Times New Roman"/>
                <w:bCs/>
                <w:color w:val="000000"/>
              </w:rPr>
              <w:t xml:space="preserve">и реконструкции </w:t>
            </w:r>
          </w:p>
          <w:p w:rsidR="005601C4" w:rsidRPr="002B0876" w:rsidRDefault="005601C4" w:rsidP="00C35E95">
            <w:pPr>
              <w:rPr>
                <w:rFonts w:ascii="Times New Roman" w:hAnsi="Times New Roman"/>
                <w:bCs/>
                <w:color w:val="000000"/>
              </w:rPr>
            </w:pPr>
            <w:r w:rsidRPr="002B0876">
              <w:rPr>
                <w:rFonts w:ascii="Times New Roman" w:hAnsi="Times New Roman"/>
                <w:bCs/>
                <w:color w:val="000000"/>
              </w:rPr>
              <w:t>существующих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5601C4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5601C4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в том числе:</w:t>
            </w: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DD20F1" w:rsidP="00D11B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5789349,60536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D11B91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346003,2972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D11B91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325810,58083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D11B91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380875,73387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AD5A54" w:rsidP="00D11B91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320386,27206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D11B91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DD20F1" w:rsidP="00D11B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1278513,7214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DD20F1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1593760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440000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604000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1C4" w:rsidRPr="00C25F89" w:rsidRDefault="005601C4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обеспечение протяженности сети автомобильных дорог общего пользования регионального или </w:t>
            </w:r>
            <w:proofErr w:type="spellStart"/>
            <w:r w:rsidRPr="00C25F89">
              <w:rPr>
                <w:rFonts w:ascii="Times New Roman" w:hAnsi="Times New Roman"/>
              </w:rPr>
              <w:t>межмуниципаль-ного</w:t>
            </w:r>
            <w:proofErr w:type="spellEnd"/>
            <w:r w:rsidRPr="00C25F89">
              <w:rPr>
                <w:rFonts w:ascii="Times New Roman" w:hAnsi="Times New Roman"/>
              </w:rPr>
              <w:t xml:space="preserve"> значения </w:t>
            </w:r>
            <w:proofErr w:type="gramStart"/>
            <w:r w:rsidRPr="00C25F89">
              <w:rPr>
                <w:rFonts w:ascii="Times New Roman" w:hAnsi="Times New Roman"/>
              </w:rPr>
              <w:t>на</w:t>
            </w:r>
            <w:proofErr w:type="gramEnd"/>
          </w:p>
          <w:p w:rsidR="005601C4" w:rsidRPr="00C25F89" w:rsidRDefault="005601C4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территории Рязанской области                     </w:t>
            </w:r>
          </w:p>
          <w:p w:rsidR="005601C4" w:rsidRPr="00C25F89" w:rsidRDefault="00062E3F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6649,3</w:t>
            </w:r>
            <w:r w:rsidR="005601C4" w:rsidRPr="00C25F89">
              <w:rPr>
                <w:rFonts w:ascii="Times New Roman" w:hAnsi="Times New Roman"/>
              </w:rPr>
              <w:t xml:space="preserve"> км;</w:t>
            </w:r>
          </w:p>
          <w:p w:rsidR="005601C4" w:rsidRPr="00C25F89" w:rsidRDefault="00417D9C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введение </w:t>
            </w:r>
            <w:proofErr w:type="gramStart"/>
            <w:r w:rsidRPr="00C25F89">
              <w:rPr>
                <w:rFonts w:ascii="Times New Roman" w:hAnsi="Times New Roman"/>
              </w:rPr>
              <w:t>в</w:t>
            </w:r>
            <w:proofErr w:type="gramEnd"/>
          </w:p>
        </w:tc>
      </w:tr>
      <w:tr w:rsidR="00991D48" w:rsidRPr="002B0876" w:rsidTr="00991D48">
        <w:trPr>
          <w:cantSplit/>
          <w:trHeight w:val="156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nil"/>
            </w:tcBorders>
            <w:shd w:val="clear" w:color="auto" w:fill="auto"/>
          </w:tcPr>
          <w:p w:rsidR="005601C4" w:rsidRPr="002B0876" w:rsidRDefault="005601C4" w:rsidP="00D12AC1">
            <w:pPr>
              <w:rPr>
                <w:rFonts w:ascii="Times New Roman" w:hAnsi="Times New Roman"/>
                <w:bCs/>
              </w:rPr>
            </w:pPr>
            <w:r w:rsidRPr="002B0876">
              <w:rPr>
                <w:rFonts w:ascii="Times New Roman" w:hAnsi="Times New Roman"/>
                <w:bCs/>
                <w:color w:val="000000"/>
              </w:rPr>
              <w:t>автомобильных</w:t>
            </w:r>
          </w:p>
          <w:p w:rsidR="005601C4" w:rsidRPr="002B0876" w:rsidRDefault="005601C4" w:rsidP="00D12AC1">
            <w:pPr>
              <w:ind w:right="-36"/>
              <w:rPr>
                <w:rFonts w:ascii="Times New Roman" w:hAnsi="Times New Roman"/>
                <w:bCs/>
                <w:color w:val="000000"/>
              </w:rPr>
            </w:pPr>
            <w:r w:rsidRPr="002B0876">
              <w:rPr>
                <w:rFonts w:ascii="Times New Roman" w:hAnsi="Times New Roman"/>
                <w:bCs/>
                <w:color w:val="000000"/>
              </w:rPr>
              <w:t xml:space="preserve">дорог общего пользования </w:t>
            </w:r>
          </w:p>
          <w:p w:rsidR="005601C4" w:rsidRPr="002B0876" w:rsidRDefault="005601C4" w:rsidP="00D12AC1">
            <w:pPr>
              <w:ind w:right="-36"/>
              <w:rPr>
                <w:rFonts w:ascii="Times New Roman" w:hAnsi="Times New Roman"/>
                <w:bCs/>
                <w:color w:val="000000"/>
              </w:rPr>
            </w:pPr>
            <w:r w:rsidRPr="002B0876">
              <w:rPr>
                <w:rFonts w:ascii="Times New Roman" w:hAnsi="Times New Roman"/>
                <w:bCs/>
                <w:color w:val="000000"/>
              </w:rPr>
              <w:t xml:space="preserve">регионального или межмуниципального значения и искусственных сооружений на них, </w:t>
            </w:r>
          </w:p>
          <w:p w:rsidR="005601C4" w:rsidRPr="002B0876" w:rsidRDefault="005601C4" w:rsidP="00D12AC1">
            <w:pPr>
              <w:rPr>
                <w:rFonts w:ascii="Times New Roman" w:hAnsi="Times New Roman"/>
                <w:bCs/>
              </w:rPr>
            </w:pPr>
            <w:r w:rsidRPr="002B0876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601C4" w:rsidRPr="002B0876" w:rsidRDefault="005601C4" w:rsidP="00F579F0">
            <w:pPr>
              <w:rPr>
                <w:rFonts w:ascii="Times New Roman" w:hAnsi="Times New Roman"/>
              </w:rPr>
            </w:pPr>
          </w:p>
          <w:p w:rsidR="005601C4" w:rsidRPr="002B0876" w:rsidRDefault="005601C4" w:rsidP="00F579F0">
            <w:pPr>
              <w:rPr>
                <w:rFonts w:ascii="Times New Roman" w:hAnsi="Times New Roman"/>
              </w:rPr>
            </w:pPr>
          </w:p>
          <w:p w:rsidR="005601C4" w:rsidRPr="002B0876" w:rsidRDefault="005601C4" w:rsidP="00F579F0">
            <w:pPr>
              <w:rPr>
                <w:rFonts w:ascii="Times New Roman" w:hAnsi="Times New Roman"/>
              </w:rPr>
            </w:pPr>
          </w:p>
          <w:p w:rsidR="005601C4" w:rsidRPr="002B0876" w:rsidRDefault="005601C4" w:rsidP="00F579F0">
            <w:pPr>
              <w:rPr>
                <w:rFonts w:ascii="Times New Roman" w:hAnsi="Times New Roman"/>
              </w:rPr>
            </w:pPr>
          </w:p>
          <w:p w:rsidR="005601C4" w:rsidRPr="002B0876" w:rsidRDefault="005601C4" w:rsidP="00F579F0">
            <w:pPr>
              <w:rPr>
                <w:rFonts w:ascii="Times New Roman" w:hAnsi="Times New Roman"/>
              </w:rPr>
            </w:pPr>
          </w:p>
          <w:p w:rsidR="005601C4" w:rsidRPr="002B0876" w:rsidRDefault="005601C4" w:rsidP="00F579F0">
            <w:pPr>
              <w:rPr>
                <w:rFonts w:ascii="Times New Roman" w:hAnsi="Times New Roman"/>
              </w:rPr>
            </w:pPr>
          </w:p>
          <w:p w:rsidR="005601C4" w:rsidRPr="002B0876" w:rsidRDefault="005601C4" w:rsidP="00F579F0">
            <w:pPr>
              <w:rPr>
                <w:rFonts w:ascii="Times New Roman" w:hAnsi="Times New Roman"/>
              </w:rPr>
            </w:pPr>
          </w:p>
          <w:p w:rsidR="005601C4" w:rsidRPr="002B0876" w:rsidRDefault="005601C4" w:rsidP="00F579F0">
            <w:pPr>
              <w:rPr>
                <w:rFonts w:ascii="Times New Roman" w:hAnsi="Times New Roman"/>
              </w:rPr>
            </w:pPr>
          </w:p>
          <w:p w:rsidR="005601C4" w:rsidRPr="002B0876" w:rsidRDefault="005601C4" w:rsidP="00F579F0">
            <w:pPr>
              <w:rPr>
                <w:rFonts w:ascii="Times New Roman" w:hAnsi="Times New Roman"/>
              </w:rPr>
            </w:pPr>
          </w:p>
          <w:p w:rsidR="005601C4" w:rsidRPr="002B0876" w:rsidRDefault="005601C4" w:rsidP="00F579F0">
            <w:pPr>
              <w:rPr>
                <w:rFonts w:ascii="Times New Roman" w:hAnsi="Times New Roman"/>
              </w:rPr>
            </w:pPr>
          </w:p>
          <w:p w:rsidR="005601C4" w:rsidRPr="002B0876" w:rsidRDefault="005601C4" w:rsidP="00F579F0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5601C4" w:rsidRPr="002B0876" w:rsidRDefault="005601C4" w:rsidP="000E71BB">
            <w:pPr>
              <w:rPr>
                <w:rFonts w:ascii="Times New Roman" w:hAnsi="Times New Roman"/>
              </w:rPr>
            </w:pPr>
          </w:p>
          <w:p w:rsidR="005601C4" w:rsidRPr="002B0876" w:rsidRDefault="005601C4" w:rsidP="000E71BB">
            <w:pPr>
              <w:rPr>
                <w:rFonts w:ascii="Times New Roman" w:hAnsi="Times New Roman"/>
              </w:rPr>
            </w:pPr>
          </w:p>
          <w:p w:rsidR="005601C4" w:rsidRPr="002B0876" w:rsidRDefault="005601C4" w:rsidP="000E71BB">
            <w:pPr>
              <w:rPr>
                <w:rFonts w:ascii="Times New Roman" w:hAnsi="Times New Roman"/>
              </w:rPr>
            </w:pPr>
          </w:p>
          <w:p w:rsidR="005601C4" w:rsidRPr="002B0876" w:rsidRDefault="005601C4" w:rsidP="000E71BB">
            <w:pPr>
              <w:rPr>
                <w:rFonts w:ascii="Times New Roman" w:hAnsi="Times New Roman"/>
              </w:rPr>
            </w:pPr>
          </w:p>
          <w:p w:rsidR="005601C4" w:rsidRPr="002B0876" w:rsidRDefault="005601C4" w:rsidP="000E71BB">
            <w:pPr>
              <w:rPr>
                <w:rFonts w:ascii="Times New Roman" w:hAnsi="Times New Roman"/>
              </w:rPr>
            </w:pPr>
          </w:p>
          <w:p w:rsidR="005601C4" w:rsidRPr="002B0876" w:rsidRDefault="005601C4" w:rsidP="000E71BB">
            <w:pPr>
              <w:rPr>
                <w:rFonts w:ascii="Times New Roman" w:hAnsi="Times New Roman"/>
              </w:rPr>
            </w:pPr>
          </w:p>
          <w:p w:rsidR="005601C4" w:rsidRPr="002B0876" w:rsidRDefault="005601C4" w:rsidP="000E71BB">
            <w:pPr>
              <w:rPr>
                <w:rFonts w:ascii="Times New Roman" w:hAnsi="Times New Roman"/>
              </w:rPr>
            </w:pPr>
          </w:p>
          <w:p w:rsidR="005601C4" w:rsidRPr="002B0876" w:rsidRDefault="005601C4" w:rsidP="000E71BB">
            <w:pPr>
              <w:rPr>
                <w:rFonts w:ascii="Times New Roman" w:hAnsi="Times New Roman"/>
              </w:rPr>
            </w:pPr>
          </w:p>
          <w:p w:rsidR="005601C4" w:rsidRPr="002B0876" w:rsidRDefault="005601C4" w:rsidP="000E71BB">
            <w:pPr>
              <w:rPr>
                <w:rFonts w:ascii="Times New Roman" w:hAnsi="Times New Roman"/>
              </w:rPr>
            </w:pPr>
          </w:p>
          <w:p w:rsidR="005601C4" w:rsidRPr="002B0876" w:rsidRDefault="005601C4" w:rsidP="000E71BB">
            <w:pPr>
              <w:rPr>
                <w:rFonts w:ascii="Times New Roman" w:hAnsi="Times New Roman"/>
              </w:rPr>
            </w:pPr>
          </w:p>
          <w:p w:rsidR="005601C4" w:rsidRPr="002B0876" w:rsidRDefault="005601C4" w:rsidP="000E71BB">
            <w:pPr>
              <w:rPr>
                <w:rFonts w:ascii="Times New Roman" w:hAnsi="Times New Roman"/>
              </w:rPr>
            </w:pPr>
          </w:p>
          <w:p w:rsidR="005601C4" w:rsidRPr="002B0876" w:rsidRDefault="005601C4" w:rsidP="000E71BB">
            <w:pPr>
              <w:rPr>
                <w:rFonts w:ascii="Times New Roman" w:hAnsi="Times New Roman"/>
              </w:rPr>
            </w:pPr>
          </w:p>
          <w:p w:rsidR="005601C4" w:rsidRPr="002B0876" w:rsidRDefault="005601C4" w:rsidP="000E71BB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5601C4" w:rsidRPr="002B0876" w:rsidRDefault="005601C4" w:rsidP="00893778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5601C4" w:rsidRPr="002B0876" w:rsidRDefault="005601C4" w:rsidP="00893778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  <w:p w:rsidR="005601C4" w:rsidRPr="002B0876" w:rsidRDefault="005601C4" w:rsidP="00893778">
            <w:pPr>
              <w:rPr>
                <w:rFonts w:ascii="Times New Roman" w:hAnsi="Times New Roman"/>
              </w:rPr>
            </w:pPr>
          </w:p>
          <w:p w:rsidR="005601C4" w:rsidRPr="002B0876" w:rsidRDefault="005601C4" w:rsidP="00893778">
            <w:pPr>
              <w:rPr>
                <w:rFonts w:ascii="Times New Roman" w:hAnsi="Times New Roman"/>
              </w:rPr>
            </w:pPr>
          </w:p>
          <w:p w:rsidR="005601C4" w:rsidRPr="002B0876" w:rsidRDefault="005601C4" w:rsidP="0089377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B81815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1832543,923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119366,5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92962,949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131602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2377DA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601C4" w:rsidRPr="002B0876" w:rsidRDefault="00B81815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601C4" w:rsidRPr="002B0876" w:rsidRDefault="00B81815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435012,474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5601C4" w:rsidRPr="002B0876" w:rsidRDefault="00B81815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721600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601C4" w:rsidRPr="002B0876" w:rsidRDefault="005601C4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601C4" w:rsidRPr="002B0876" w:rsidRDefault="005601C4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1C4" w:rsidRPr="00C25F89" w:rsidRDefault="005601C4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эксплуатацию</w:t>
            </w:r>
          </w:p>
          <w:p w:rsidR="005601C4" w:rsidRPr="00C25F89" w:rsidRDefault="005601C4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после</w:t>
            </w:r>
          </w:p>
          <w:p w:rsidR="005601C4" w:rsidRPr="00C25F89" w:rsidRDefault="005601C4" w:rsidP="00417D9C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строительства и </w:t>
            </w:r>
          </w:p>
          <w:p w:rsidR="005601C4" w:rsidRPr="00C25F89" w:rsidRDefault="005601C4" w:rsidP="00417D9C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реконструкции автомобильных дорог общего пользования регионального или </w:t>
            </w:r>
            <w:proofErr w:type="spellStart"/>
            <w:proofErr w:type="gramStart"/>
            <w:r w:rsidRPr="00C25F89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C25F89">
              <w:rPr>
                <w:rFonts w:ascii="Times New Roman" w:hAnsi="Times New Roman"/>
              </w:rPr>
              <w:t xml:space="preserve"> значения  172,751 км и 3</w:t>
            </w:r>
            <w:r w:rsidR="00716F3E" w:rsidRPr="00C25F89">
              <w:rPr>
                <w:rFonts w:ascii="Times New Roman" w:hAnsi="Times New Roman"/>
              </w:rPr>
              <w:t>33</w:t>
            </w:r>
            <w:r w:rsidRPr="00C25F89">
              <w:rPr>
                <w:rFonts w:ascii="Times New Roman" w:hAnsi="Times New Roman"/>
              </w:rPr>
              <w:t xml:space="preserve">,73  погонных метров искусственных </w:t>
            </w:r>
          </w:p>
          <w:p w:rsidR="005601C4" w:rsidRPr="00C25F89" w:rsidRDefault="005601C4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сооружений на них;</w:t>
            </w:r>
          </w:p>
          <w:p w:rsidR="005601C4" w:rsidRPr="00C25F89" w:rsidRDefault="005601C4" w:rsidP="00DA77C9">
            <w:pPr>
              <w:autoSpaceDE w:val="0"/>
              <w:autoSpaceDN w:val="0"/>
              <w:adjustRightInd w:val="0"/>
              <w:spacing w:line="228" w:lineRule="auto"/>
              <w:ind w:right="-108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введение в эксплуатацию после</w:t>
            </w:r>
          </w:p>
          <w:p w:rsidR="005601C4" w:rsidRPr="00C25F89" w:rsidRDefault="005601C4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строительства и </w:t>
            </w:r>
            <w:proofErr w:type="gramStart"/>
            <w:r w:rsidRPr="00C25F89">
              <w:rPr>
                <w:rFonts w:ascii="Times New Roman" w:hAnsi="Times New Roman"/>
              </w:rPr>
              <w:t>реконструкции</w:t>
            </w:r>
            <w:proofErr w:type="gramEnd"/>
            <w:r w:rsidRPr="00C25F89">
              <w:rPr>
                <w:rFonts w:ascii="Times New Roman" w:hAnsi="Times New Roman"/>
              </w:rPr>
              <w:t xml:space="preserve"> автомобильных дорог общего пользования регионального или </w:t>
            </w:r>
            <w:proofErr w:type="spellStart"/>
            <w:r w:rsidRPr="00C25F89">
              <w:rPr>
                <w:rFonts w:ascii="Times New Roman" w:hAnsi="Times New Roman"/>
              </w:rPr>
              <w:t>межмуниципаль-ного</w:t>
            </w:r>
            <w:proofErr w:type="spellEnd"/>
            <w:r w:rsidRPr="00C25F89">
              <w:rPr>
                <w:rFonts w:ascii="Times New Roman" w:hAnsi="Times New Roman"/>
              </w:rPr>
              <w:t xml:space="preserve"> значения,  исходя из расчетной протяженности введенных  искусственных сооружений</w:t>
            </w:r>
          </w:p>
          <w:p w:rsidR="005601C4" w:rsidRPr="00C25F89" w:rsidRDefault="005601C4" w:rsidP="00417D9C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(мостов, мостовых переходов, путепроводов, транспортных развязок), 0,32 км;</w:t>
            </w:r>
          </w:p>
          <w:p w:rsidR="005601C4" w:rsidRPr="00C25F89" w:rsidRDefault="005601C4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обеспечение прироста протяженности</w:t>
            </w:r>
          </w:p>
          <w:p w:rsidR="005601C4" w:rsidRPr="00C25F89" w:rsidRDefault="005601C4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сети автомобильных дорог общего</w:t>
            </w:r>
          </w:p>
          <w:p w:rsidR="005601C4" w:rsidRPr="00C25F89" w:rsidRDefault="005601C4" w:rsidP="00417D9C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пользования регионального или </w:t>
            </w:r>
            <w:proofErr w:type="spellStart"/>
            <w:proofErr w:type="gramStart"/>
            <w:r w:rsidRPr="00C25F89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C25F89">
              <w:rPr>
                <w:rFonts w:ascii="Times New Roman" w:hAnsi="Times New Roman"/>
              </w:rPr>
              <w:t xml:space="preserve"> значения на территории Рязанской области</w:t>
            </w:r>
          </w:p>
          <w:p w:rsidR="005601C4" w:rsidRPr="00C25F89" w:rsidRDefault="005601C4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в результате строительства </w:t>
            </w:r>
          </w:p>
          <w:p w:rsidR="005601C4" w:rsidRPr="00C25F89" w:rsidRDefault="005601C4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новых </w:t>
            </w:r>
            <w:proofErr w:type="spellStart"/>
            <w:proofErr w:type="gramStart"/>
            <w:r w:rsidRPr="00C25F89">
              <w:rPr>
                <w:rFonts w:ascii="Times New Roman" w:hAnsi="Times New Roman"/>
              </w:rPr>
              <w:t>автомо-бильных</w:t>
            </w:r>
            <w:proofErr w:type="spellEnd"/>
            <w:proofErr w:type="gramEnd"/>
            <w:r w:rsidRPr="00C25F89">
              <w:rPr>
                <w:rFonts w:ascii="Times New Roman" w:hAnsi="Times New Roman"/>
              </w:rPr>
              <w:t xml:space="preserve"> дорог на 75,549 км  и  23</w:t>
            </w:r>
            <w:r w:rsidR="00716F3E" w:rsidRPr="00C25F89">
              <w:rPr>
                <w:rFonts w:ascii="Times New Roman" w:hAnsi="Times New Roman"/>
              </w:rPr>
              <w:t>9</w:t>
            </w:r>
            <w:r w:rsidRPr="00C25F89">
              <w:rPr>
                <w:rFonts w:ascii="Times New Roman" w:hAnsi="Times New Roman"/>
              </w:rPr>
              <w:t>,55 погонных метров искусственных</w:t>
            </w:r>
          </w:p>
          <w:p w:rsidR="005601C4" w:rsidRPr="00C25F89" w:rsidRDefault="005601C4" w:rsidP="00417D9C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сооружений </w:t>
            </w:r>
            <w:proofErr w:type="gramStart"/>
            <w:r w:rsidRPr="00C25F89">
              <w:rPr>
                <w:rFonts w:ascii="Times New Roman" w:hAnsi="Times New Roman"/>
              </w:rPr>
              <w:t>на</w:t>
            </w:r>
            <w:proofErr w:type="gramEnd"/>
          </w:p>
          <w:p w:rsidR="005601C4" w:rsidRPr="00C25F89" w:rsidRDefault="005601C4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них; </w:t>
            </w:r>
          </w:p>
          <w:p w:rsidR="005601C4" w:rsidRPr="00C25F89" w:rsidRDefault="005601C4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обеспечение</w:t>
            </w:r>
          </w:p>
          <w:p w:rsidR="005601C4" w:rsidRPr="00C25F89" w:rsidRDefault="005601C4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прироста протяженности автомобильных дорог общего пользования регионального или </w:t>
            </w:r>
            <w:proofErr w:type="spellStart"/>
            <w:r w:rsidRPr="00C25F89">
              <w:rPr>
                <w:rFonts w:ascii="Times New Roman" w:hAnsi="Times New Roman"/>
              </w:rPr>
              <w:t>межмуниципаль-ного</w:t>
            </w:r>
            <w:proofErr w:type="spellEnd"/>
            <w:r w:rsidRPr="00C25F89">
              <w:rPr>
                <w:rFonts w:ascii="Times New Roman" w:hAnsi="Times New Roman"/>
              </w:rPr>
              <w:t xml:space="preserve"> значения </w:t>
            </w:r>
            <w:proofErr w:type="gramStart"/>
            <w:r w:rsidRPr="00C25F89">
              <w:rPr>
                <w:rFonts w:ascii="Times New Roman" w:hAnsi="Times New Roman"/>
              </w:rPr>
              <w:t>на</w:t>
            </w:r>
            <w:proofErr w:type="gramEnd"/>
          </w:p>
          <w:p w:rsidR="005601C4" w:rsidRPr="00C25F89" w:rsidRDefault="005601C4" w:rsidP="00DA77C9">
            <w:pPr>
              <w:tabs>
                <w:tab w:val="left" w:pos="709"/>
              </w:tabs>
              <w:spacing w:line="228" w:lineRule="auto"/>
              <w:ind w:right="-108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территории Рязанской</w:t>
            </w:r>
            <w:r w:rsidR="00DA77C9" w:rsidRPr="00C25F89">
              <w:rPr>
                <w:rFonts w:ascii="Times New Roman" w:hAnsi="Times New Roman"/>
              </w:rPr>
              <w:t xml:space="preserve"> области, </w:t>
            </w:r>
          </w:p>
          <w:p w:rsidR="005601C4" w:rsidRPr="00C25F89" w:rsidRDefault="005601C4" w:rsidP="00417D9C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соответствующих</w:t>
            </w:r>
          </w:p>
          <w:p w:rsidR="005601C4" w:rsidRPr="00C25F89" w:rsidRDefault="005601C4" w:rsidP="00417D9C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нормативным требованиям </w:t>
            </w:r>
            <w:proofErr w:type="gramStart"/>
            <w:r w:rsidRPr="00C25F89">
              <w:rPr>
                <w:rFonts w:ascii="Times New Roman" w:hAnsi="Times New Roman"/>
              </w:rPr>
              <w:t>к</w:t>
            </w:r>
            <w:proofErr w:type="gramEnd"/>
            <w:r w:rsidRPr="00C25F89">
              <w:rPr>
                <w:rFonts w:ascii="Times New Roman" w:hAnsi="Times New Roman"/>
              </w:rPr>
              <w:t xml:space="preserve"> транспортно-</w:t>
            </w:r>
          </w:p>
          <w:p w:rsidR="005601C4" w:rsidRPr="00C25F89" w:rsidRDefault="005601C4" w:rsidP="00417D9C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  <w:spacing w:val="-2"/>
              </w:rPr>
            </w:pPr>
            <w:r w:rsidRPr="00C25F89">
              <w:rPr>
                <w:rFonts w:ascii="Times New Roman" w:hAnsi="Times New Roman"/>
                <w:spacing w:val="-2"/>
              </w:rPr>
              <w:t>эксплуатационным</w:t>
            </w:r>
          </w:p>
          <w:p w:rsidR="005601C4" w:rsidRPr="00C25F89" w:rsidRDefault="005601C4" w:rsidP="00417D9C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показателям в результате реконструкции </w:t>
            </w:r>
          </w:p>
          <w:p w:rsidR="005601C4" w:rsidRPr="00C25F89" w:rsidRDefault="005601C4" w:rsidP="00417D9C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автомобильных дорог </w:t>
            </w:r>
            <w:proofErr w:type="gramStart"/>
            <w:r w:rsidRPr="00C25F89">
              <w:rPr>
                <w:rFonts w:ascii="Times New Roman" w:hAnsi="Times New Roman"/>
              </w:rPr>
              <w:t>на</w:t>
            </w:r>
            <w:proofErr w:type="gramEnd"/>
            <w:r w:rsidRPr="00C25F89">
              <w:rPr>
                <w:rFonts w:ascii="Times New Roman" w:hAnsi="Times New Roman"/>
              </w:rPr>
              <w:t xml:space="preserve"> </w:t>
            </w:r>
          </w:p>
          <w:p w:rsidR="005601C4" w:rsidRPr="00C25F89" w:rsidRDefault="005601C4" w:rsidP="00417D9C">
            <w:pPr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95,929  км и </w:t>
            </w:r>
          </w:p>
          <w:p w:rsidR="005601C4" w:rsidRPr="00C25F89" w:rsidRDefault="005601C4" w:rsidP="00417D9C">
            <w:pPr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94,18 погонных метров искусственных сооружений</w:t>
            </w:r>
          </w:p>
          <w:p w:rsidR="005601C4" w:rsidRPr="00C25F89" w:rsidRDefault="005601C4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на них</w:t>
            </w:r>
          </w:p>
        </w:tc>
      </w:tr>
      <w:tr w:rsidR="00991D48" w:rsidRPr="002B0876" w:rsidTr="00991D48">
        <w:trPr>
          <w:cantSplit/>
          <w:trHeight w:val="1418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856AA" w:rsidRPr="002B0876" w:rsidRDefault="002856AA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856AA" w:rsidRPr="002B0876" w:rsidRDefault="002856AA" w:rsidP="00D12AC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856AA" w:rsidRPr="002B0876" w:rsidRDefault="002856AA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2856AA" w:rsidRPr="002B0876" w:rsidRDefault="002856AA" w:rsidP="00D12AC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56AA" w:rsidRPr="002B0876" w:rsidRDefault="002856AA" w:rsidP="00893778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2856AA" w:rsidRPr="002B0876" w:rsidRDefault="002856AA" w:rsidP="00893778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2856AA" w:rsidRPr="002B0876" w:rsidRDefault="002856AA" w:rsidP="00893778">
            <w:pPr>
              <w:rPr>
                <w:rFonts w:ascii="Times New Roman" w:hAnsi="Times New Roman"/>
              </w:rPr>
            </w:pPr>
          </w:p>
          <w:p w:rsidR="002856AA" w:rsidRPr="002B0876" w:rsidRDefault="002856AA" w:rsidP="00893778">
            <w:pPr>
              <w:rPr>
                <w:rFonts w:ascii="Times New Roman" w:hAnsi="Times New Roman"/>
              </w:rPr>
            </w:pPr>
          </w:p>
          <w:p w:rsidR="002856AA" w:rsidRPr="002B0876" w:rsidRDefault="002856AA" w:rsidP="00893778">
            <w:pPr>
              <w:rPr>
                <w:rFonts w:ascii="Times New Roman" w:hAnsi="Times New Roman"/>
              </w:rPr>
            </w:pPr>
          </w:p>
          <w:p w:rsidR="002856AA" w:rsidRPr="002B0876" w:rsidRDefault="002856AA" w:rsidP="0089377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856AA" w:rsidRPr="002B0876" w:rsidRDefault="0005677F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3956805,68236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856AA" w:rsidRPr="002B0876" w:rsidRDefault="002856AA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226636,7972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856AA" w:rsidRPr="002B0876" w:rsidRDefault="002856AA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232847,63183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856AA" w:rsidRPr="002B0876" w:rsidRDefault="002856AA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249273,73387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856AA" w:rsidRPr="002B0876" w:rsidRDefault="002377DA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168386,27206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856AA" w:rsidRPr="002B0876" w:rsidRDefault="0005677F" w:rsidP="0089377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856AA" w:rsidRPr="002B0876" w:rsidRDefault="0005677F" w:rsidP="00893778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843501,2474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856AA" w:rsidRPr="002B0876" w:rsidRDefault="0005677F" w:rsidP="00893778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872160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856AA" w:rsidRPr="002B0876" w:rsidRDefault="002856AA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440000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856AA" w:rsidRPr="002B0876" w:rsidRDefault="002856AA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604000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6AA" w:rsidRPr="002B0876" w:rsidRDefault="002856AA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41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856AA" w:rsidRPr="002B0876" w:rsidRDefault="002856AA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856AA" w:rsidRPr="002B0876" w:rsidRDefault="002856AA" w:rsidP="00D12AC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856AA" w:rsidRPr="002B0876" w:rsidRDefault="002856AA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2856AA" w:rsidRPr="002B0876" w:rsidRDefault="002856AA" w:rsidP="00D12AC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56AA" w:rsidRPr="002B0876" w:rsidRDefault="002856AA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2856AA" w:rsidRPr="002B0876" w:rsidRDefault="002856AA" w:rsidP="00893778">
            <w:pPr>
              <w:rPr>
                <w:rFonts w:ascii="Times New Roman" w:hAnsi="Times New Roman"/>
              </w:rPr>
            </w:pPr>
          </w:p>
          <w:p w:rsidR="002856AA" w:rsidRPr="002B0876" w:rsidRDefault="002856AA" w:rsidP="00893778">
            <w:pPr>
              <w:rPr>
                <w:rFonts w:ascii="Times New Roman" w:hAnsi="Times New Roman"/>
              </w:rPr>
            </w:pPr>
          </w:p>
          <w:p w:rsidR="002856AA" w:rsidRPr="002B0876" w:rsidRDefault="002856AA" w:rsidP="0089377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856AA" w:rsidRPr="002B0876" w:rsidRDefault="0005677F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3956805,68236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856AA" w:rsidRPr="002B0876" w:rsidRDefault="002856AA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226636,7972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856AA" w:rsidRPr="002B0876" w:rsidRDefault="002856AA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232847,63183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856AA" w:rsidRPr="002B0876" w:rsidRDefault="002856AA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249273,73387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856AA" w:rsidRPr="002B0876" w:rsidRDefault="002377DA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168386,27206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856AA" w:rsidRPr="002B0876" w:rsidRDefault="0005677F" w:rsidP="0089377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856AA" w:rsidRPr="002B0876" w:rsidRDefault="0005677F" w:rsidP="00893778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843501,2474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856AA" w:rsidRPr="002B0876" w:rsidRDefault="0005677F" w:rsidP="00893778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872160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856AA" w:rsidRPr="002B0876" w:rsidRDefault="002856AA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440000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856AA" w:rsidRPr="002B0876" w:rsidRDefault="002856AA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604000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6AA" w:rsidRPr="002B0876" w:rsidRDefault="002856AA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6A08C5" w:rsidTr="00991D48">
        <w:trPr>
          <w:cantSplit/>
          <w:trHeight w:val="1408"/>
        </w:trPr>
        <w:tc>
          <w:tcPr>
            <w:tcW w:w="4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601C4" w:rsidRPr="00463585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3.1.</w:t>
            </w:r>
          </w:p>
          <w:p w:rsidR="005601C4" w:rsidRPr="00463585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463585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463585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463585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463585" w:rsidRDefault="005601C4" w:rsidP="00F2417F">
            <w:pPr>
              <w:ind w:left="-113" w:right="-11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01C4" w:rsidRPr="00463585" w:rsidRDefault="005601C4" w:rsidP="00D12AC1">
            <w:pPr>
              <w:rPr>
                <w:rFonts w:ascii="Times New Roman" w:hAnsi="Times New Roman"/>
                <w:bCs/>
              </w:rPr>
            </w:pPr>
            <w:r w:rsidRPr="00463585">
              <w:rPr>
                <w:rFonts w:ascii="Times New Roman" w:hAnsi="Times New Roman"/>
              </w:rPr>
              <w:t xml:space="preserve">Строительство и реконструкция автомобильных дорог общего пользования  </w:t>
            </w:r>
            <w:r w:rsidRPr="00463585">
              <w:rPr>
                <w:rFonts w:ascii="Times New Roman" w:hAnsi="Times New Roman"/>
                <w:bCs/>
              </w:rPr>
              <w:t>регионального или</w:t>
            </w:r>
          </w:p>
          <w:p w:rsidR="005601C4" w:rsidRPr="00463585" w:rsidRDefault="00417D9C" w:rsidP="00F2417F">
            <w:pPr>
              <w:ind w:right="-103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  <w:bCs/>
              </w:rPr>
              <w:t>м</w:t>
            </w:r>
            <w:r w:rsidR="005601C4" w:rsidRPr="00463585">
              <w:rPr>
                <w:rFonts w:ascii="Times New Roman" w:hAnsi="Times New Roman"/>
                <w:bCs/>
              </w:rPr>
              <w:t xml:space="preserve">ежмуниципального </w:t>
            </w:r>
            <w:r w:rsidR="005601C4" w:rsidRPr="00463585">
              <w:rPr>
                <w:rFonts w:ascii="Times New Roman" w:hAnsi="Times New Roman"/>
              </w:rPr>
              <w:t xml:space="preserve">значения и искусственных сооружений </w:t>
            </w:r>
            <w:proofErr w:type="gramStart"/>
            <w:r w:rsidR="005601C4" w:rsidRPr="00463585">
              <w:rPr>
                <w:rFonts w:ascii="Times New Roman" w:hAnsi="Times New Roman"/>
              </w:rPr>
              <w:t>на</w:t>
            </w:r>
            <w:proofErr w:type="gramEnd"/>
            <w:r w:rsidR="005601C4" w:rsidRPr="00463585">
              <w:rPr>
                <w:rFonts w:ascii="Times New Roman" w:hAnsi="Times New Roman"/>
              </w:rPr>
              <w:t xml:space="preserve"> </w:t>
            </w:r>
          </w:p>
          <w:p w:rsidR="005601C4" w:rsidRPr="00463585" w:rsidRDefault="005601C4" w:rsidP="00417D9C">
            <w:pPr>
              <w:rPr>
                <w:rFonts w:ascii="Times New Roman" w:hAnsi="Times New Roman"/>
                <w:bCs/>
              </w:rPr>
            </w:pPr>
            <w:r w:rsidRPr="00463585">
              <w:rPr>
                <w:rFonts w:ascii="Times New Roman" w:hAnsi="Times New Roman"/>
              </w:rPr>
              <w:t>них</w:t>
            </w:r>
            <w:proofErr w:type="gramStart"/>
            <w:r w:rsidRPr="00463585">
              <w:rPr>
                <w:rFonts w:ascii="Times New Roman" w:hAnsi="Times New Roman"/>
                <w:vertAlign w:val="superscript"/>
              </w:rPr>
              <w:t>4</w:t>
            </w:r>
            <w:proofErr w:type="gramEnd"/>
            <w:r w:rsidR="005F4747" w:rsidRPr="00463585">
              <w:rPr>
                <w:rFonts w:ascii="Times New Roman" w:hAnsi="Times New Roman"/>
              </w:rPr>
              <w:t>, в том числе: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601C4" w:rsidRPr="00463585" w:rsidRDefault="005601C4" w:rsidP="00F2417F">
            <w:pPr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Минтранс Рязанской области</w:t>
            </w:r>
          </w:p>
          <w:p w:rsidR="005601C4" w:rsidRPr="00463585" w:rsidRDefault="005601C4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5601C4" w:rsidRPr="00463585" w:rsidRDefault="005601C4" w:rsidP="00DA77C9">
            <w:pPr>
              <w:ind w:right="-108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Минтранс Рязанской области</w:t>
            </w:r>
          </w:p>
          <w:p w:rsidR="005601C4" w:rsidRPr="00463585" w:rsidRDefault="005601C4" w:rsidP="00D12AC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01C4" w:rsidRPr="00463585" w:rsidRDefault="005601C4" w:rsidP="007E3AEC">
            <w:pPr>
              <w:spacing w:line="226" w:lineRule="auto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всего,                     в том числе:</w:t>
            </w:r>
          </w:p>
          <w:p w:rsidR="005601C4" w:rsidRPr="00463585" w:rsidRDefault="005601C4" w:rsidP="007E3AEC">
            <w:pPr>
              <w:spacing w:line="226" w:lineRule="auto"/>
              <w:rPr>
                <w:rFonts w:ascii="Times New Roman" w:hAnsi="Times New Roman"/>
              </w:rPr>
            </w:pPr>
          </w:p>
          <w:p w:rsidR="005601C4" w:rsidRPr="00463585" w:rsidRDefault="005601C4" w:rsidP="007E3AEC">
            <w:pPr>
              <w:spacing w:line="226" w:lineRule="auto"/>
              <w:rPr>
                <w:rFonts w:ascii="Times New Roman" w:hAnsi="Times New Roman"/>
              </w:rPr>
            </w:pPr>
          </w:p>
          <w:p w:rsidR="005601C4" w:rsidRPr="00463585" w:rsidRDefault="005601C4" w:rsidP="007E3AEC">
            <w:pPr>
              <w:spacing w:line="226" w:lineRule="auto"/>
              <w:rPr>
                <w:rFonts w:ascii="Times New Roman" w:hAnsi="Times New Roman"/>
              </w:rPr>
            </w:pPr>
          </w:p>
          <w:p w:rsidR="005601C4" w:rsidRPr="00463585" w:rsidRDefault="005601C4" w:rsidP="007E3AEC">
            <w:pPr>
              <w:spacing w:line="226" w:lineRule="auto"/>
              <w:rPr>
                <w:rFonts w:ascii="Times New Roman" w:hAnsi="Times New Roman"/>
              </w:rPr>
            </w:pPr>
          </w:p>
          <w:p w:rsidR="005601C4" w:rsidRPr="00463585" w:rsidRDefault="005601C4" w:rsidP="007E3AEC">
            <w:pPr>
              <w:spacing w:line="22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463585" w:rsidRDefault="00463585" w:rsidP="007E3AEC">
            <w:pPr>
              <w:jc w:val="center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1059801,70224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463585" w:rsidRDefault="005601C4" w:rsidP="007E3AEC">
            <w:pPr>
              <w:jc w:val="center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346003,2972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463585" w:rsidRDefault="005601C4" w:rsidP="007E3AEC">
            <w:pPr>
              <w:jc w:val="center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325810,58083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463585" w:rsidRDefault="005601C4" w:rsidP="007E3AEC">
            <w:pPr>
              <w:jc w:val="center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380875,73387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463585" w:rsidRDefault="005601C4" w:rsidP="007E3AEC">
            <w:pPr>
              <w:jc w:val="center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3566,59034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463585" w:rsidRDefault="00463585" w:rsidP="007E3AEC">
            <w:pPr>
              <w:jc w:val="center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3545,5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463585" w:rsidRDefault="005601C4" w:rsidP="007E3AEC">
            <w:pPr>
              <w:jc w:val="center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463585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463585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463585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1C4" w:rsidRPr="006A08C5" w:rsidRDefault="005601C4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</w:p>
        </w:tc>
      </w:tr>
      <w:tr w:rsidR="00991D48" w:rsidRPr="002B0876" w:rsidTr="00991D48">
        <w:trPr>
          <w:cantSplit/>
          <w:trHeight w:val="1418"/>
        </w:trPr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D12AC1">
            <w:pPr>
              <w:rPr>
                <w:rFonts w:ascii="Times New Roman" w:hAnsi="Times New Roman"/>
                <w:vertAlign w:val="superscript"/>
              </w:rPr>
            </w:pPr>
          </w:p>
        </w:tc>
        <w:tc>
          <w:tcPr>
            <w:tcW w:w="1134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7E3AE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5601C4" w:rsidRPr="002B0876" w:rsidRDefault="005601C4" w:rsidP="007E3AE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343931,449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119366,5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92962,949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131602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1C4" w:rsidRPr="002B0876" w:rsidRDefault="005601C4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418"/>
        </w:trPr>
        <w:tc>
          <w:tcPr>
            <w:tcW w:w="426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7E3AE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5601C4" w:rsidRPr="002B0876" w:rsidRDefault="005601C4" w:rsidP="007E3AE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463585" w:rsidP="00DA77C9">
            <w:pPr>
              <w:ind w:left="113" w:right="113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715870,25324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DA77C9">
            <w:pPr>
              <w:ind w:left="113" w:right="113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226636,7972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DA77C9">
            <w:pPr>
              <w:ind w:left="113" w:right="113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232847,63183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DA77C9">
            <w:pPr>
              <w:ind w:left="113" w:right="113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249273,73387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DA77C9">
            <w:pPr>
              <w:ind w:left="113" w:right="113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3566,59034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463585" w:rsidP="00DA77C9">
            <w:pPr>
              <w:ind w:left="113" w:right="113" w:hanging="108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3545,5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DA77C9">
            <w:pPr>
              <w:ind w:left="113" w:right="113" w:hanging="109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DA77C9">
            <w:pPr>
              <w:ind w:left="113" w:right="113" w:hanging="109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DA77C9">
            <w:pPr>
              <w:ind w:left="113" w:right="113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DA77C9">
            <w:pPr>
              <w:ind w:left="113" w:right="113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1C4" w:rsidRPr="002B0876" w:rsidRDefault="005601C4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41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5601C4" w:rsidRPr="002B0876" w:rsidRDefault="005601C4" w:rsidP="007E3AEC">
            <w:pPr>
              <w:rPr>
                <w:rFonts w:ascii="Times New Roman" w:hAnsi="Times New Roman"/>
              </w:rPr>
            </w:pPr>
          </w:p>
          <w:p w:rsidR="005601C4" w:rsidRPr="002B0876" w:rsidRDefault="005601C4" w:rsidP="007E3AEC">
            <w:pPr>
              <w:rPr>
                <w:rFonts w:ascii="Times New Roman" w:hAnsi="Times New Roman"/>
              </w:rPr>
            </w:pPr>
          </w:p>
          <w:p w:rsidR="005601C4" w:rsidRPr="002B0876" w:rsidRDefault="005601C4" w:rsidP="007E3AEC">
            <w:pPr>
              <w:rPr>
                <w:rFonts w:ascii="Times New Roman" w:hAnsi="Times New Roman"/>
              </w:rPr>
            </w:pPr>
          </w:p>
          <w:p w:rsidR="005601C4" w:rsidRPr="002B0876" w:rsidRDefault="005601C4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463585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715870,25324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226636,7972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232847,63183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249273,73387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3566,59034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463585" w:rsidP="007E3AEC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3545,5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7E3AEC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7E3AEC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1C4" w:rsidRPr="002B0876" w:rsidRDefault="005601C4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41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D87800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из них: </w:t>
            </w:r>
            <w:r w:rsidRPr="002B0876">
              <w:rPr>
                <w:rFonts w:ascii="Times New Roman" w:hAnsi="Times New Roman"/>
                <w:bCs/>
              </w:rPr>
              <w:t>выполненные и не оплаченные работы в 2015 году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DE7ECB" w:rsidRPr="002B0876" w:rsidRDefault="00DE7ECB" w:rsidP="00D12AC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бюджетные ассигнования дорожного фонда</w:t>
            </w: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5601C4" w:rsidRPr="002B0876" w:rsidRDefault="005601C4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DE7ECB" w:rsidP="007E3AEC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 w:rsidRPr="002B0876">
              <w:rPr>
                <w:rFonts w:ascii="Times New Roman" w:hAnsi="Times New Roman"/>
              </w:rPr>
              <w:t>11582,73542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DE7ECB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11582,73542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DE7ECB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DE7ECB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DE7ECB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7E3AEC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ECB" w:rsidRPr="002B0876" w:rsidRDefault="00DE7ECB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41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E7ECB" w:rsidRPr="002B0876" w:rsidRDefault="00DE7ECB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ГКУ Рязанской области «ДДРО»</w:t>
            </w:r>
          </w:p>
          <w:p w:rsidR="00DE7ECB" w:rsidRPr="002B0876" w:rsidRDefault="00DE7ECB" w:rsidP="00F2417F">
            <w:pPr>
              <w:rPr>
                <w:rFonts w:ascii="Times New Roman" w:hAnsi="Times New Roman"/>
              </w:rPr>
            </w:pPr>
          </w:p>
          <w:p w:rsidR="00DE7ECB" w:rsidRPr="002B0876" w:rsidRDefault="00DE7ECB" w:rsidP="00F2417F">
            <w:pPr>
              <w:rPr>
                <w:rFonts w:ascii="Times New Roman" w:hAnsi="Times New Roman"/>
              </w:rPr>
            </w:pPr>
          </w:p>
          <w:p w:rsidR="00DE7ECB" w:rsidRPr="002B0876" w:rsidRDefault="00DE7ECB" w:rsidP="00F2417F">
            <w:pPr>
              <w:rPr>
                <w:rFonts w:ascii="Times New Roman" w:hAnsi="Times New Roman"/>
              </w:rPr>
            </w:pPr>
          </w:p>
          <w:p w:rsidR="00DE7ECB" w:rsidRPr="002B0876" w:rsidRDefault="00DE7ECB" w:rsidP="00F2417F">
            <w:pPr>
              <w:rPr>
                <w:rFonts w:ascii="Times New Roman" w:hAnsi="Times New Roman"/>
              </w:rPr>
            </w:pPr>
          </w:p>
          <w:p w:rsidR="00DE7ECB" w:rsidRPr="002B0876" w:rsidRDefault="00DE7ECB" w:rsidP="00F2417F">
            <w:pPr>
              <w:rPr>
                <w:rFonts w:ascii="Times New Roman" w:hAnsi="Times New Roman"/>
              </w:rPr>
            </w:pPr>
          </w:p>
          <w:p w:rsidR="00DE7ECB" w:rsidRPr="002B0876" w:rsidRDefault="00DE7ECB" w:rsidP="00F2417F">
            <w:pPr>
              <w:rPr>
                <w:rFonts w:ascii="Times New Roman" w:hAnsi="Times New Roman"/>
              </w:rPr>
            </w:pPr>
          </w:p>
          <w:p w:rsidR="00DE7ECB" w:rsidRPr="002B0876" w:rsidRDefault="00DE7ECB" w:rsidP="00F2417F">
            <w:pPr>
              <w:rPr>
                <w:rFonts w:ascii="Times New Roman" w:hAnsi="Times New Roman"/>
              </w:rPr>
            </w:pPr>
          </w:p>
          <w:p w:rsidR="00DE7ECB" w:rsidRPr="002B0876" w:rsidRDefault="00DE7ECB" w:rsidP="00F2417F">
            <w:pPr>
              <w:rPr>
                <w:rFonts w:ascii="Times New Roman" w:hAnsi="Times New Roman"/>
              </w:rPr>
            </w:pPr>
          </w:p>
          <w:p w:rsidR="00DE7ECB" w:rsidRPr="002B0876" w:rsidRDefault="00DE7ECB" w:rsidP="00F2417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DE7ECB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в том числе:</w:t>
            </w:r>
          </w:p>
          <w:p w:rsidR="00DE7ECB" w:rsidRPr="002B0876" w:rsidRDefault="00DE7ECB" w:rsidP="007E3AEC">
            <w:pPr>
              <w:ind w:right="-108"/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ind w:right="-108"/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ind w:right="-108"/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ind w:right="-108"/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463585" w:rsidP="004253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4729547,90312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DE7ECB" w:rsidP="00425300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DE7ECB" w:rsidP="00425300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DE7ECB" w:rsidP="00425300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DE7ECB" w:rsidP="00AD5A54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</w:t>
            </w:r>
            <w:r w:rsidR="00AD5A54" w:rsidRPr="002B0876">
              <w:rPr>
                <w:rFonts w:ascii="Times New Roman" w:hAnsi="Times New Roman"/>
              </w:rPr>
              <w:t>16819,68172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463585" w:rsidP="004253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496454,5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05677F" w:rsidP="004253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1278513,7214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05677F" w:rsidP="00425300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1593760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42530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440000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42530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604000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ECB" w:rsidRPr="002B0876" w:rsidRDefault="00DE7ECB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41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DE7ECB" w:rsidRPr="002B0876" w:rsidRDefault="00DE7ECB" w:rsidP="00DE7ECB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7E3AE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5601C4" w:rsidRPr="002B0876" w:rsidRDefault="005601C4" w:rsidP="007E3AEC">
            <w:pPr>
              <w:rPr>
                <w:rFonts w:ascii="Times New Roman" w:hAnsi="Times New Roman"/>
              </w:rPr>
            </w:pPr>
          </w:p>
          <w:p w:rsidR="005601C4" w:rsidRPr="002B0876" w:rsidRDefault="005601C4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05677F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1488612,474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DE7ECB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DE7ECB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DE7ECB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315A48" w:rsidRDefault="002377DA" w:rsidP="007E3AEC">
            <w:pPr>
              <w:ind w:left="113" w:right="113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152000</w:t>
            </w:r>
            <w:r w:rsidR="00315A4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05677F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05677F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435012,474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05677F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721600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ECB" w:rsidRPr="002B0876" w:rsidRDefault="00DE7ECB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41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DE7ECB" w:rsidRPr="002B0876" w:rsidRDefault="00DE7ECB" w:rsidP="00F2417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7E3AE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5601C4" w:rsidRPr="002B0876" w:rsidRDefault="005601C4" w:rsidP="007E3AEC">
            <w:pPr>
              <w:rPr>
                <w:rFonts w:ascii="Times New Roman" w:hAnsi="Times New Roman"/>
              </w:rPr>
            </w:pPr>
          </w:p>
          <w:p w:rsidR="005601C4" w:rsidRPr="002B0876" w:rsidRDefault="005601C4" w:rsidP="007E3AEC">
            <w:pPr>
              <w:rPr>
                <w:rFonts w:ascii="Times New Roman" w:hAnsi="Times New Roman"/>
              </w:rPr>
            </w:pPr>
          </w:p>
          <w:p w:rsidR="005601C4" w:rsidRPr="002B0876" w:rsidRDefault="005601C4" w:rsidP="007E3AEC">
            <w:pPr>
              <w:rPr>
                <w:rFonts w:ascii="Times New Roman" w:hAnsi="Times New Roman"/>
              </w:rPr>
            </w:pPr>
          </w:p>
          <w:p w:rsidR="005601C4" w:rsidRPr="002B0876" w:rsidRDefault="005601C4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463585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3240935,42912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DE7ECB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DE7ECB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DE7ECB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2377DA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164819,68172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463585" w:rsidP="007E3AEC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316454,5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05677F" w:rsidP="007E3AEC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843501,2474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05677F" w:rsidP="007E3AEC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872160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440000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604000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ECB" w:rsidRPr="002B0876" w:rsidRDefault="00DE7ECB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41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DE7ECB" w:rsidRPr="002B0876" w:rsidRDefault="00DE7ECB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E7ECB" w:rsidRPr="002B0876" w:rsidRDefault="00DE7ECB" w:rsidP="00F2417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5601C4" w:rsidRDefault="005601C4" w:rsidP="007E3AEC">
            <w:pPr>
              <w:rPr>
                <w:rFonts w:ascii="Times New Roman" w:hAnsi="Times New Roman"/>
              </w:rPr>
            </w:pPr>
          </w:p>
          <w:p w:rsidR="00417D9C" w:rsidRPr="002B0876" w:rsidRDefault="00417D9C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CC2B55" w:rsidRDefault="00275C8C" w:rsidP="005601C4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3240935,42912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CC2B55" w:rsidRDefault="00DE7ECB" w:rsidP="005601C4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CC2B55" w:rsidRDefault="00DE7ECB" w:rsidP="005601C4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CC2B55" w:rsidRDefault="00DE7ECB" w:rsidP="005601C4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CC2B55" w:rsidRDefault="00275C8C" w:rsidP="005601C4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164819,68172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463585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316454,5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05677F" w:rsidP="005601C4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843501,2474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05677F" w:rsidP="005601C4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872160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5601C4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440000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5601C4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604000</w:t>
            </w:r>
          </w:p>
        </w:tc>
        <w:tc>
          <w:tcPr>
            <w:tcW w:w="1843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DE7ECB" w:rsidRPr="002B0876" w:rsidRDefault="00DE7ECB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6A08C5" w:rsidTr="00991D48">
        <w:trPr>
          <w:cantSplit/>
          <w:trHeight w:val="1418"/>
        </w:trPr>
        <w:tc>
          <w:tcPr>
            <w:tcW w:w="4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F4747" w:rsidRPr="006A08C5" w:rsidRDefault="005F4747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6A08C5">
              <w:rPr>
                <w:rFonts w:ascii="Times New Roman" w:hAnsi="Times New Roman"/>
                <w:spacing w:val="-20"/>
              </w:rPr>
              <w:t>3.1.1.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F4747" w:rsidRPr="006A08C5" w:rsidRDefault="005F4747" w:rsidP="005F4747">
            <w:pPr>
              <w:ind w:right="-103"/>
              <w:rPr>
                <w:rFonts w:ascii="Times New Roman" w:hAnsi="Times New Roman"/>
              </w:rPr>
            </w:pPr>
            <w:r w:rsidRPr="006A08C5">
              <w:rPr>
                <w:rFonts w:ascii="Times New Roman" w:hAnsi="Times New Roman"/>
              </w:rPr>
              <w:t>Иные межбюджетные трансферты, предоставляемые на достижение целевых показателей региональных программ в сфере дорожного хозяйства, предусматривающих осуществление крупных особо важных для социально-экономического развития Российской Федерации проектов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5F4747" w:rsidRPr="006A08C5" w:rsidRDefault="005F4747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5F4747" w:rsidRPr="006A08C5" w:rsidRDefault="005F4747" w:rsidP="00DA77C9">
            <w:pPr>
              <w:ind w:right="-108"/>
              <w:rPr>
                <w:rFonts w:ascii="Times New Roman" w:hAnsi="Times New Roman"/>
              </w:rPr>
            </w:pPr>
            <w:r w:rsidRPr="006A08C5">
              <w:rPr>
                <w:rFonts w:ascii="Times New Roman" w:hAnsi="Times New Roman"/>
              </w:rPr>
              <w:t>ГКУ Рязанской области «ДДРО»</w:t>
            </w:r>
          </w:p>
          <w:p w:rsidR="005F4747" w:rsidRPr="006A08C5" w:rsidRDefault="005F4747" w:rsidP="00F2417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F4747" w:rsidRPr="006A08C5" w:rsidRDefault="005F4747" w:rsidP="002A565F">
            <w:pPr>
              <w:spacing w:line="226" w:lineRule="auto"/>
              <w:rPr>
                <w:rFonts w:ascii="Times New Roman" w:hAnsi="Times New Roman"/>
              </w:rPr>
            </w:pPr>
            <w:r w:rsidRPr="006A08C5">
              <w:rPr>
                <w:rFonts w:ascii="Times New Roman" w:hAnsi="Times New Roman"/>
              </w:rPr>
              <w:t>всего,                     в том числе:</w:t>
            </w:r>
          </w:p>
          <w:p w:rsidR="005F4747" w:rsidRPr="006A08C5" w:rsidRDefault="005F4747" w:rsidP="002A565F">
            <w:pPr>
              <w:ind w:right="-108"/>
              <w:rPr>
                <w:rFonts w:ascii="Times New Roman" w:hAnsi="Times New Roman"/>
              </w:rPr>
            </w:pPr>
          </w:p>
          <w:p w:rsidR="005F4747" w:rsidRPr="006A08C5" w:rsidRDefault="005F4747" w:rsidP="002A565F">
            <w:pPr>
              <w:ind w:right="-108"/>
              <w:rPr>
                <w:rFonts w:ascii="Times New Roman" w:hAnsi="Times New Roman"/>
              </w:rPr>
            </w:pPr>
          </w:p>
          <w:p w:rsidR="005F4747" w:rsidRPr="006A08C5" w:rsidRDefault="005F4747" w:rsidP="002A565F">
            <w:pPr>
              <w:ind w:right="-108"/>
              <w:rPr>
                <w:rFonts w:ascii="Times New Roman" w:hAnsi="Times New Roman"/>
              </w:rPr>
            </w:pPr>
          </w:p>
          <w:p w:rsidR="005F4747" w:rsidRPr="006A08C5" w:rsidRDefault="005F4747" w:rsidP="002A565F">
            <w:pPr>
              <w:ind w:right="-108"/>
              <w:rPr>
                <w:rFonts w:ascii="Times New Roman" w:hAnsi="Times New Roman"/>
              </w:rPr>
            </w:pPr>
          </w:p>
          <w:p w:rsidR="005F4747" w:rsidRPr="006A08C5" w:rsidRDefault="005F4747" w:rsidP="002A565F">
            <w:pPr>
              <w:ind w:right="-108"/>
              <w:rPr>
                <w:rFonts w:ascii="Times New Roman" w:hAnsi="Times New Roman"/>
              </w:rPr>
            </w:pPr>
          </w:p>
          <w:p w:rsidR="005F4747" w:rsidRPr="006A08C5" w:rsidRDefault="005F4747" w:rsidP="002A565F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6A08C5" w:rsidRDefault="0005677F" w:rsidP="00417D9C">
            <w:pPr>
              <w:ind w:left="113" w:right="113"/>
              <w:jc w:val="center"/>
              <w:rPr>
                <w:rFonts w:ascii="Times New Roman" w:hAnsi="Times New Roman"/>
                <w:vertAlign w:val="superscript"/>
              </w:rPr>
            </w:pPr>
            <w:r w:rsidRPr="006A08C5">
              <w:rPr>
                <w:rFonts w:ascii="Times New Roman" w:hAnsi="Times New Roman"/>
              </w:rPr>
              <w:t>332000</w:t>
            </w:r>
            <w:r w:rsidR="00E24EE7" w:rsidRPr="006A08C5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6A08C5" w:rsidRDefault="005F4747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6A08C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6A08C5" w:rsidRDefault="005F4747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6A08C5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6A08C5" w:rsidRDefault="005F4747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6A08C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6A08C5" w:rsidRDefault="005F4747" w:rsidP="00417D9C">
            <w:pPr>
              <w:ind w:left="113" w:right="113" w:hanging="108"/>
              <w:jc w:val="center"/>
              <w:rPr>
                <w:rFonts w:ascii="Times New Roman" w:hAnsi="Times New Roman"/>
                <w:vertAlign w:val="superscript"/>
              </w:rPr>
            </w:pPr>
            <w:r w:rsidRPr="006A08C5">
              <w:rPr>
                <w:rFonts w:ascii="Times New Roman" w:hAnsi="Times New Roman"/>
              </w:rPr>
              <w:t>152000</w:t>
            </w:r>
            <w:r w:rsidR="00E24EE7" w:rsidRPr="006A08C5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747" w:rsidRPr="006A08C5" w:rsidRDefault="0005677F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6A08C5">
              <w:rPr>
                <w:rFonts w:ascii="Times New Roman" w:hAnsi="Times New Roman"/>
              </w:rPr>
              <w:t>180000</w:t>
            </w:r>
            <w:r w:rsidRPr="006A08C5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747" w:rsidRPr="006A08C5" w:rsidRDefault="005F4747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6A08C5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747" w:rsidRPr="006A08C5" w:rsidRDefault="005F4747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6A08C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747" w:rsidRPr="006A08C5" w:rsidRDefault="005F4747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6A08C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747" w:rsidRPr="006A08C5" w:rsidRDefault="005F4747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6A08C5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5F4747" w:rsidRPr="006A08C5" w:rsidRDefault="005F4747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5677F" w:rsidRPr="002B0876" w:rsidTr="00991D48">
        <w:trPr>
          <w:cantSplit/>
          <w:trHeight w:val="141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677F" w:rsidRPr="002B0876" w:rsidRDefault="0005677F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5677F" w:rsidRPr="002B0876" w:rsidRDefault="0005677F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5677F" w:rsidRPr="002B0876" w:rsidRDefault="0005677F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05677F" w:rsidRPr="002B0876" w:rsidRDefault="0005677F" w:rsidP="00F2417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677F" w:rsidRPr="002B0876" w:rsidRDefault="0005677F" w:rsidP="002A565F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05677F" w:rsidRPr="002B0876" w:rsidRDefault="0005677F" w:rsidP="002A565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  <w:p w:rsidR="0005677F" w:rsidRPr="002B0876" w:rsidRDefault="0005677F" w:rsidP="002A565F">
            <w:pPr>
              <w:rPr>
                <w:rFonts w:ascii="Times New Roman" w:hAnsi="Times New Roman"/>
              </w:rPr>
            </w:pPr>
          </w:p>
          <w:p w:rsidR="0005677F" w:rsidRPr="002B0876" w:rsidRDefault="0005677F" w:rsidP="002A565F">
            <w:pPr>
              <w:rPr>
                <w:rFonts w:ascii="Times New Roman" w:hAnsi="Times New Roman"/>
              </w:rPr>
            </w:pPr>
          </w:p>
          <w:p w:rsidR="0005677F" w:rsidRPr="002B0876" w:rsidRDefault="0005677F" w:rsidP="002A565F">
            <w:pPr>
              <w:rPr>
                <w:rFonts w:ascii="Times New Roman" w:hAnsi="Times New Roman"/>
              </w:rPr>
            </w:pPr>
          </w:p>
          <w:p w:rsidR="0005677F" w:rsidRPr="002B0876" w:rsidRDefault="0005677F" w:rsidP="002A565F">
            <w:pPr>
              <w:rPr>
                <w:rFonts w:ascii="Times New Roman" w:hAnsi="Times New Roman"/>
              </w:rPr>
            </w:pPr>
          </w:p>
          <w:p w:rsidR="0005677F" w:rsidRPr="002B0876" w:rsidRDefault="0005677F" w:rsidP="002A565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5677F" w:rsidRPr="000E72A5" w:rsidRDefault="0005677F" w:rsidP="000D46CB">
            <w:pPr>
              <w:ind w:left="113" w:right="113"/>
              <w:jc w:val="center"/>
              <w:rPr>
                <w:rFonts w:ascii="Times New Roman" w:hAnsi="Times New Roman"/>
                <w:vertAlign w:val="superscript"/>
              </w:rPr>
            </w:pPr>
            <w:r w:rsidRPr="000E72A5">
              <w:rPr>
                <w:rFonts w:ascii="Times New Roman" w:hAnsi="Times New Roman"/>
              </w:rPr>
              <w:t>332000</w:t>
            </w:r>
            <w:r w:rsidRPr="000E72A5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5677F" w:rsidRPr="000E72A5" w:rsidRDefault="0005677F" w:rsidP="000D46CB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0E72A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5677F" w:rsidRPr="000E72A5" w:rsidRDefault="0005677F" w:rsidP="000D46CB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0E72A5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5677F" w:rsidRPr="000E72A5" w:rsidRDefault="0005677F" w:rsidP="000D46CB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0E72A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5677F" w:rsidRPr="000E72A5" w:rsidRDefault="0005677F" w:rsidP="000D46CB">
            <w:pPr>
              <w:ind w:left="113" w:right="113" w:hanging="108"/>
              <w:jc w:val="center"/>
              <w:rPr>
                <w:rFonts w:ascii="Times New Roman" w:hAnsi="Times New Roman"/>
                <w:vertAlign w:val="superscript"/>
              </w:rPr>
            </w:pPr>
            <w:r w:rsidRPr="000E72A5">
              <w:rPr>
                <w:rFonts w:ascii="Times New Roman" w:hAnsi="Times New Roman"/>
              </w:rPr>
              <w:t>152000</w:t>
            </w:r>
            <w:r w:rsidRPr="000E72A5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5677F" w:rsidRPr="000E72A5" w:rsidRDefault="0005677F" w:rsidP="000D46CB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0E72A5">
              <w:rPr>
                <w:rFonts w:ascii="Times New Roman" w:hAnsi="Times New Roman"/>
              </w:rPr>
              <w:t>180000</w:t>
            </w:r>
            <w:r w:rsidRPr="000E72A5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5677F" w:rsidRPr="000E72A5" w:rsidRDefault="0005677F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0E72A5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5677F" w:rsidRPr="000E72A5" w:rsidRDefault="0005677F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0E72A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5677F" w:rsidRPr="000E72A5" w:rsidRDefault="0005677F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0E72A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5677F" w:rsidRPr="000E72A5" w:rsidRDefault="0005677F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0E72A5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77F" w:rsidRPr="002B0876" w:rsidRDefault="0005677F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24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Default="00417D9C" w:rsidP="00F852D6">
            <w:pPr>
              <w:ind w:left="-113" w:right="-113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417D9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Задача 4. Увеличение протяженности автомобильных дорог местного значения,  соответствующих </w:t>
            </w:r>
            <w:proofErr w:type="gramStart"/>
            <w:r w:rsidRPr="002B0876">
              <w:rPr>
                <w:rFonts w:ascii="Times New Roman" w:hAnsi="Times New Roman"/>
              </w:rPr>
              <w:t>нормативным</w:t>
            </w:r>
            <w:proofErr w:type="gramEnd"/>
            <w:r w:rsidRPr="002B0876">
              <w:rPr>
                <w:rFonts w:ascii="Times New Roman" w:hAnsi="Times New Roman"/>
              </w:rPr>
              <w:t xml:space="preserve"> </w:t>
            </w:r>
          </w:p>
          <w:p w:rsidR="00417D9C" w:rsidRPr="002B0876" w:rsidRDefault="00417D9C" w:rsidP="00417D9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требованиям,</w:t>
            </w:r>
          </w:p>
          <w:p w:rsidR="00417D9C" w:rsidRPr="002B0876" w:rsidRDefault="00417D9C" w:rsidP="00417D9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 том числе:</w:t>
            </w:r>
          </w:p>
          <w:p w:rsidR="00417D9C" w:rsidRPr="002B0876" w:rsidRDefault="00417D9C" w:rsidP="005F474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8B36B8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417D9C" w:rsidRPr="002B0876" w:rsidRDefault="00417D9C" w:rsidP="008B36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9C" w:rsidRPr="002B0876" w:rsidRDefault="00417D9C" w:rsidP="008B36B8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</w:t>
            </w:r>
            <w:r>
              <w:rPr>
                <w:rFonts w:ascii="Times New Roman" w:hAnsi="Times New Roman"/>
              </w:rPr>
              <w:t>и</w:t>
            </w:r>
          </w:p>
          <w:p w:rsidR="00417D9C" w:rsidRPr="002B0876" w:rsidRDefault="00417D9C" w:rsidP="008B36B8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8B36B8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в том числе:</w:t>
            </w:r>
          </w:p>
          <w:p w:rsidR="00417D9C" w:rsidRPr="002B0876" w:rsidRDefault="00417D9C" w:rsidP="008B36B8">
            <w:pPr>
              <w:spacing w:line="226" w:lineRule="auto"/>
              <w:rPr>
                <w:rFonts w:ascii="Times New Roman" w:hAnsi="Times New Roman"/>
              </w:rPr>
            </w:pPr>
          </w:p>
          <w:p w:rsidR="00417D9C" w:rsidRPr="002B0876" w:rsidRDefault="00417D9C" w:rsidP="008B36B8">
            <w:pPr>
              <w:spacing w:line="226" w:lineRule="auto"/>
              <w:rPr>
                <w:rFonts w:ascii="Times New Roman" w:hAnsi="Times New Roman"/>
              </w:rPr>
            </w:pPr>
          </w:p>
          <w:p w:rsidR="00417D9C" w:rsidRPr="002B0876" w:rsidRDefault="00417D9C" w:rsidP="008B36B8">
            <w:pPr>
              <w:spacing w:line="226" w:lineRule="auto"/>
              <w:rPr>
                <w:rFonts w:ascii="Times New Roman" w:hAnsi="Times New Roman"/>
              </w:rPr>
            </w:pPr>
          </w:p>
          <w:p w:rsidR="00417D9C" w:rsidRPr="002B0876" w:rsidRDefault="00417D9C" w:rsidP="008B36B8">
            <w:pPr>
              <w:spacing w:line="226" w:lineRule="auto"/>
              <w:rPr>
                <w:rFonts w:ascii="Times New Roman" w:hAnsi="Times New Roman"/>
              </w:rPr>
            </w:pPr>
          </w:p>
          <w:p w:rsidR="00417D9C" w:rsidRPr="002B0876" w:rsidRDefault="00417D9C" w:rsidP="008B36B8">
            <w:pPr>
              <w:spacing w:line="226" w:lineRule="auto"/>
              <w:rPr>
                <w:rFonts w:ascii="Times New Roman" w:hAnsi="Times New Roman"/>
              </w:rPr>
            </w:pPr>
          </w:p>
          <w:p w:rsidR="00417D9C" w:rsidRPr="002B0876" w:rsidRDefault="00417D9C" w:rsidP="008B36B8">
            <w:pPr>
              <w:spacing w:line="226" w:lineRule="auto"/>
              <w:rPr>
                <w:rFonts w:ascii="Times New Roman" w:hAnsi="Times New Roman"/>
              </w:rPr>
            </w:pPr>
          </w:p>
          <w:p w:rsidR="00417D9C" w:rsidRPr="002B0876" w:rsidRDefault="00417D9C" w:rsidP="008B36B8">
            <w:pPr>
              <w:spacing w:line="22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0E72A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7607606,59826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1122335,64653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1198043,222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1064596,6803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511932,89974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0E72A5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896548,24571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0E72A5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1236683,95706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0E72A5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1087830,94692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244817,5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244817,5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C25F89" w:rsidRDefault="00417D9C" w:rsidP="00417D9C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обеспечение протяженности сети автомобильных дорог общего пользования</w:t>
            </w:r>
          </w:p>
          <w:p w:rsidR="00417D9C" w:rsidRPr="00C25F89" w:rsidRDefault="00417D9C" w:rsidP="00417D9C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местного значения </w:t>
            </w:r>
          </w:p>
          <w:p w:rsidR="00417D9C" w:rsidRPr="00C25F89" w:rsidRDefault="00062E3F" w:rsidP="00417D9C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8865,8</w:t>
            </w:r>
            <w:r w:rsidR="00417D9C" w:rsidRPr="00C25F89">
              <w:rPr>
                <w:rFonts w:ascii="Times New Roman" w:hAnsi="Times New Roman"/>
              </w:rPr>
              <w:t xml:space="preserve"> км;</w:t>
            </w:r>
          </w:p>
          <w:p w:rsidR="00417D9C" w:rsidRPr="00C25F89" w:rsidRDefault="00417D9C" w:rsidP="00417D9C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введение </w:t>
            </w:r>
            <w:proofErr w:type="gramStart"/>
            <w:r w:rsidRPr="00C25F89">
              <w:rPr>
                <w:rFonts w:ascii="Times New Roman" w:hAnsi="Times New Roman"/>
              </w:rPr>
              <w:t>в</w:t>
            </w:r>
            <w:proofErr w:type="gramEnd"/>
            <w:r w:rsidRPr="00C25F89">
              <w:rPr>
                <w:rFonts w:ascii="Times New Roman" w:hAnsi="Times New Roman"/>
              </w:rPr>
              <w:t xml:space="preserve"> </w:t>
            </w:r>
          </w:p>
          <w:p w:rsidR="00417D9C" w:rsidRPr="00C25F89" w:rsidRDefault="00417D9C" w:rsidP="00417D9C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эксплуатацию после строительства и реконструкции</w:t>
            </w:r>
          </w:p>
          <w:p w:rsidR="00417D9C" w:rsidRPr="00C25F89" w:rsidRDefault="00417D9C" w:rsidP="00417D9C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автомобильных</w:t>
            </w:r>
          </w:p>
          <w:p w:rsidR="00417D9C" w:rsidRPr="00C25F89" w:rsidRDefault="00417D9C" w:rsidP="00417D9C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дорог</w:t>
            </w:r>
            <w:r w:rsidRPr="00C25F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5F89">
              <w:rPr>
                <w:rFonts w:ascii="Times New Roman" w:hAnsi="Times New Roman"/>
              </w:rPr>
              <w:t>общего</w:t>
            </w:r>
          </w:p>
          <w:p w:rsidR="00417D9C" w:rsidRPr="00C25F89" w:rsidRDefault="00417D9C" w:rsidP="00417D9C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пользования</w:t>
            </w:r>
          </w:p>
        </w:tc>
      </w:tr>
      <w:tr w:rsidR="00991D48" w:rsidRPr="002B0876" w:rsidTr="00991D48">
        <w:trPr>
          <w:cantSplit/>
          <w:trHeight w:val="142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17D9C" w:rsidRPr="002B0876" w:rsidRDefault="00417D9C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17D9C" w:rsidRPr="002B0876" w:rsidRDefault="00417D9C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17D9C" w:rsidRPr="002B0876" w:rsidRDefault="00417D9C" w:rsidP="00D11B9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417D9C" w:rsidRPr="002B0876" w:rsidRDefault="00417D9C" w:rsidP="00D11B91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417D9C" w:rsidRPr="002B0876" w:rsidRDefault="00417D9C" w:rsidP="00D11B91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417D9C" w:rsidRPr="002B0876" w:rsidRDefault="00417D9C" w:rsidP="00D11B91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  <w:p w:rsidR="00417D9C" w:rsidRPr="002B0876" w:rsidRDefault="00417D9C" w:rsidP="00D11B91">
            <w:pPr>
              <w:rPr>
                <w:rFonts w:ascii="Times New Roman" w:hAnsi="Times New Roman"/>
              </w:rPr>
            </w:pPr>
          </w:p>
          <w:p w:rsidR="00417D9C" w:rsidRPr="002B0876" w:rsidRDefault="00417D9C" w:rsidP="00D11B91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0E72A5" w:rsidP="000E72A5">
            <w:pPr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1131120,19717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E72A5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E72A5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86925,58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E72A5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193333,41717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E72A5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168519,8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17D9C" w:rsidRPr="002B0876" w:rsidRDefault="000E72A5" w:rsidP="000E72A5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125354,8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17D9C" w:rsidRPr="002B0876" w:rsidRDefault="000E72A5" w:rsidP="000E72A5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125734,3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417D9C" w:rsidRPr="002B0876" w:rsidRDefault="000E72A5" w:rsidP="000E72A5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131252,3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17D9C" w:rsidRPr="002B0876" w:rsidRDefault="00417D9C" w:rsidP="000E72A5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17D9C" w:rsidRPr="002B0876" w:rsidRDefault="00417D9C" w:rsidP="000E72A5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C25F89" w:rsidRDefault="00417D9C" w:rsidP="00417D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местного значения</w:t>
            </w:r>
          </w:p>
          <w:p w:rsidR="00417D9C" w:rsidRPr="00C25F89" w:rsidRDefault="00BE5C9D" w:rsidP="00417D9C">
            <w:pPr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54,50201</w:t>
            </w:r>
            <w:r w:rsidR="00417D9C" w:rsidRPr="00CC2B55">
              <w:rPr>
                <w:rFonts w:ascii="Times New Roman" w:hAnsi="Times New Roman"/>
              </w:rPr>
              <w:t xml:space="preserve"> км;</w:t>
            </w:r>
          </w:p>
          <w:p w:rsidR="00417D9C" w:rsidRPr="00C25F89" w:rsidRDefault="00417D9C" w:rsidP="005601C4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обеспечение прироста</w:t>
            </w:r>
          </w:p>
          <w:p w:rsidR="00417D9C" w:rsidRPr="00C25F89" w:rsidRDefault="00417D9C" w:rsidP="005601C4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протяженности сети </w:t>
            </w:r>
            <w:proofErr w:type="gramStart"/>
            <w:r w:rsidRPr="00C25F89">
              <w:rPr>
                <w:rFonts w:ascii="Times New Roman" w:hAnsi="Times New Roman"/>
              </w:rPr>
              <w:t>автомобильных</w:t>
            </w:r>
            <w:proofErr w:type="gramEnd"/>
          </w:p>
          <w:p w:rsidR="00417D9C" w:rsidRPr="00C25F89" w:rsidRDefault="00417D9C" w:rsidP="005601C4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дорог общего пользования</w:t>
            </w:r>
          </w:p>
          <w:p w:rsidR="00417D9C" w:rsidRPr="00C25F89" w:rsidRDefault="00417D9C" w:rsidP="005601C4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местного</w:t>
            </w:r>
          </w:p>
          <w:p w:rsidR="00417D9C" w:rsidRPr="00C25F89" w:rsidRDefault="00417D9C" w:rsidP="005601C4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значения </w:t>
            </w:r>
            <w:proofErr w:type="gramStart"/>
            <w:r w:rsidRPr="00C25F89">
              <w:rPr>
                <w:rFonts w:ascii="Times New Roman" w:hAnsi="Times New Roman"/>
              </w:rPr>
              <w:t>на</w:t>
            </w:r>
            <w:proofErr w:type="gramEnd"/>
          </w:p>
          <w:p w:rsidR="00417D9C" w:rsidRPr="00C25F89" w:rsidRDefault="00417D9C" w:rsidP="005601C4">
            <w:pPr>
              <w:jc w:val="both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территории</w:t>
            </w:r>
          </w:p>
          <w:p w:rsidR="00417D9C" w:rsidRPr="00C25F89" w:rsidRDefault="00417D9C" w:rsidP="005601C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Рязанской области   в результате</w:t>
            </w:r>
          </w:p>
          <w:p w:rsidR="00417D9C" w:rsidRPr="00C25F89" w:rsidRDefault="00417D9C" w:rsidP="005F4747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строительства </w:t>
            </w:r>
            <w:proofErr w:type="gramStart"/>
            <w:r w:rsidRPr="00C25F89">
              <w:rPr>
                <w:rFonts w:ascii="Times New Roman" w:hAnsi="Times New Roman"/>
              </w:rPr>
              <w:t>новых</w:t>
            </w:r>
            <w:proofErr w:type="gramEnd"/>
            <w:r w:rsidRPr="00C25F89">
              <w:rPr>
                <w:rFonts w:ascii="Times New Roman" w:hAnsi="Times New Roman"/>
              </w:rPr>
              <w:t xml:space="preserve"> автомобильных</w:t>
            </w:r>
          </w:p>
          <w:p w:rsidR="00417D9C" w:rsidRPr="00C25F89" w:rsidRDefault="00417D9C" w:rsidP="005F4747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дорог на                   </w:t>
            </w:r>
            <w:r w:rsidR="00062E3F" w:rsidRPr="00C25F89">
              <w:rPr>
                <w:rFonts w:ascii="Times New Roman" w:hAnsi="Times New Roman"/>
              </w:rPr>
              <w:t>45,53331</w:t>
            </w:r>
            <w:r w:rsidRPr="00C25F89">
              <w:rPr>
                <w:rFonts w:ascii="Times New Roman" w:hAnsi="Times New Roman"/>
              </w:rPr>
              <w:t xml:space="preserve"> км;</w:t>
            </w:r>
          </w:p>
          <w:p w:rsidR="00417D9C" w:rsidRPr="00C25F89" w:rsidRDefault="00417D9C" w:rsidP="00417D9C">
            <w:pPr>
              <w:ind w:right="-108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обеспечение          </w:t>
            </w:r>
            <w:r w:rsidR="00062E3F" w:rsidRPr="00C25F89">
              <w:rPr>
                <w:rFonts w:ascii="Times New Roman" w:hAnsi="Times New Roman"/>
              </w:rPr>
              <w:t xml:space="preserve">3245,0 </w:t>
            </w:r>
            <w:r w:rsidRPr="00C25F89">
              <w:rPr>
                <w:rFonts w:ascii="Times New Roman" w:hAnsi="Times New Roman"/>
              </w:rPr>
              <w:t xml:space="preserve">км </w:t>
            </w:r>
          </w:p>
          <w:p w:rsidR="00417D9C" w:rsidRPr="00C25F89" w:rsidRDefault="00417D9C" w:rsidP="005F474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общей протяженности автомобильных дорог общего пользования </w:t>
            </w:r>
          </w:p>
          <w:p w:rsidR="00417D9C" w:rsidRPr="00C25F89" w:rsidRDefault="00417D9C" w:rsidP="005601C4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местного значения,</w:t>
            </w:r>
          </w:p>
          <w:p w:rsidR="00417D9C" w:rsidRPr="00C25F89" w:rsidRDefault="00417D9C" w:rsidP="00417D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C25F89">
              <w:rPr>
                <w:rFonts w:ascii="Times New Roman" w:hAnsi="Times New Roman"/>
              </w:rPr>
              <w:t>соответствующих</w:t>
            </w:r>
            <w:proofErr w:type="gramEnd"/>
            <w:r w:rsidRPr="00C25F89">
              <w:rPr>
                <w:rFonts w:ascii="Times New Roman" w:hAnsi="Times New Roman"/>
              </w:rPr>
              <w:t xml:space="preserve"> нормативным требованиям к транспортно-</w:t>
            </w:r>
          </w:p>
          <w:p w:rsidR="00417D9C" w:rsidRPr="00C25F89" w:rsidRDefault="00417D9C" w:rsidP="00417D9C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  <w:spacing w:val="-2"/>
              </w:rPr>
              <w:t>эксплуатационны</w:t>
            </w:r>
            <w:r w:rsidRPr="00C25F89">
              <w:rPr>
                <w:rFonts w:ascii="Times New Roman" w:hAnsi="Times New Roman"/>
              </w:rPr>
              <w:t>м показателям на         31 декабря отчетного года;</w:t>
            </w:r>
          </w:p>
          <w:p w:rsidR="00417D9C" w:rsidRPr="00C25F89" w:rsidRDefault="00417D9C" w:rsidP="005601C4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ввод в эксплуатацию 36,72555 км после строительства  </w:t>
            </w:r>
          </w:p>
        </w:tc>
      </w:tr>
      <w:tr w:rsidR="00991D48" w:rsidRPr="002B0876" w:rsidTr="00991D48">
        <w:trPr>
          <w:cantSplit/>
          <w:trHeight w:val="1418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17D9C" w:rsidRPr="002B0876" w:rsidRDefault="00417D9C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7D9C" w:rsidRPr="002B0876" w:rsidRDefault="00417D9C" w:rsidP="005601C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17D9C" w:rsidRPr="002B0876" w:rsidRDefault="00417D9C" w:rsidP="00D11B9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17D9C" w:rsidRPr="002B0876" w:rsidRDefault="00417D9C" w:rsidP="00D11B9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5601C4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417D9C" w:rsidRPr="002B0876" w:rsidRDefault="00417D9C" w:rsidP="005601C4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417D9C" w:rsidRPr="002B0876" w:rsidRDefault="00417D9C" w:rsidP="007E3AEC">
            <w:pPr>
              <w:rPr>
                <w:rFonts w:ascii="Times New Roman" w:hAnsi="Times New Roman"/>
              </w:rPr>
            </w:pPr>
          </w:p>
          <w:p w:rsidR="00417D9C" w:rsidRPr="002B0876" w:rsidRDefault="00417D9C" w:rsidP="007E3AEC">
            <w:pPr>
              <w:rPr>
                <w:rFonts w:ascii="Times New Roman" w:hAnsi="Times New Roman"/>
              </w:rPr>
            </w:pPr>
          </w:p>
          <w:p w:rsidR="00417D9C" w:rsidRPr="002B0876" w:rsidRDefault="00417D9C" w:rsidP="007E3AEC">
            <w:pPr>
              <w:rPr>
                <w:rFonts w:ascii="Times New Roman" w:hAnsi="Times New Roman"/>
              </w:rPr>
            </w:pPr>
          </w:p>
          <w:p w:rsidR="00417D9C" w:rsidRPr="002B0876" w:rsidRDefault="00417D9C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0E72A5" w:rsidP="005601C4">
            <w:pPr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6476486,40109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822335,64653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1111117,642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871263,26313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343413,09974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0E72A5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771193,44571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0E72A5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1110949,65706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0E72A5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956578,64692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244817,5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244817,5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206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5601C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D11B9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417D9C" w:rsidRPr="002B0876" w:rsidRDefault="00417D9C" w:rsidP="00D11B9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417D9C" w:rsidRPr="002B0876" w:rsidRDefault="00417D9C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0E72A5" w:rsidP="005601C4">
            <w:pPr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6476486,40109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822335,64653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1111117,642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871263,26313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343413,09974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0E72A5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771193,44571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0E72A5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1110949,65706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0E72A5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956578,64692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244817,5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244817,5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4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Default="00417D9C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DF7234">
            <w:pPr>
              <w:autoSpaceDE w:val="0"/>
              <w:autoSpaceDN w:val="0"/>
              <w:adjustRightInd w:val="0"/>
              <w:ind w:right="-4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Субсидии </w:t>
            </w:r>
            <w:r w:rsidR="005A6F13">
              <w:rPr>
                <w:rFonts w:ascii="Times New Roman" w:hAnsi="Times New Roman"/>
              </w:rPr>
              <w:t>бюджетам муниципальных образований Рязанской области</w:t>
            </w:r>
            <w:r w:rsidRPr="002B0876">
              <w:rPr>
                <w:rFonts w:ascii="Times New Roman" w:hAnsi="Times New Roman"/>
              </w:rPr>
              <w:t xml:space="preserve"> на проектирование и строительство (реконструкцию) автомобильных</w:t>
            </w:r>
          </w:p>
          <w:p w:rsidR="00417D9C" w:rsidRPr="002B0876" w:rsidRDefault="00417D9C" w:rsidP="00417D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дорог общего пользования местного значения </w:t>
            </w:r>
            <w:proofErr w:type="gramStart"/>
            <w:r w:rsidRPr="002B0876">
              <w:rPr>
                <w:rFonts w:ascii="Times New Roman" w:hAnsi="Times New Roman"/>
              </w:rPr>
              <w:t>с</w:t>
            </w:r>
            <w:proofErr w:type="gramEnd"/>
          </w:p>
          <w:p w:rsidR="00417D9C" w:rsidRPr="002B0876" w:rsidRDefault="00417D9C" w:rsidP="00417D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твердым покрытием</w:t>
            </w:r>
          </w:p>
          <w:p w:rsidR="00417D9C" w:rsidRDefault="00417D9C" w:rsidP="00417D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до сельских</w:t>
            </w:r>
          </w:p>
          <w:p w:rsidR="00417D9C" w:rsidRDefault="00417D9C" w:rsidP="00417D9C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населенных пунктов, не имеющих</w:t>
            </w:r>
          </w:p>
          <w:p w:rsidR="00417D9C" w:rsidRDefault="00417D9C" w:rsidP="00417D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круглогодичной</w:t>
            </w:r>
          </w:p>
          <w:p w:rsidR="00417D9C" w:rsidRPr="002B0876" w:rsidRDefault="00417D9C" w:rsidP="00417D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связи с сетью</w:t>
            </w:r>
          </w:p>
          <w:p w:rsidR="00417D9C" w:rsidRPr="002B0876" w:rsidRDefault="00417D9C" w:rsidP="00417D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автомобильных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8B36B8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417D9C" w:rsidRPr="002B0876" w:rsidRDefault="00417D9C" w:rsidP="008B36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17D9C" w:rsidRPr="002B0876" w:rsidRDefault="00417D9C" w:rsidP="008B36B8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417D9C" w:rsidRPr="002B0876" w:rsidRDefault="00417D9C" w:rsidP="008B36B8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8B36B8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417D9C" w:rsidRPr="002B0876" w:rsidRDefault="00417D9C" w:rsidP="008B36B8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417D9C" w:rsidRPr="002B0876" w:rsidRDefault="00417D9C" w:rsidP="008B36B8">
            <w:pPr>
              <w:rPr>
                <w:rFonts w:ascii="Times New Roman" w:hAnsi="Times New Roman"/>
              </w:rPr>
            </w:pPr>
          </w:p>
          <w:p w:rsidR="00417D9C" w:rsidRPr="002B0876" w:rsidRDefault="00417D9C" w:rsidP="008B36B8">
            <w:pPr>
              <w:rPr>
                <w:rFonts w:ascii="Times New Roman" w:hAnsi="Times New Roman"/>
              </w:rPr>
            </w:pPr>
          </w:p>
          <w:p w:rsidR="00417D9C" w:rsidRPr="002B0876" w:rsidRDefault="00417D9C" w:rsidP="008B36B8">
            <w:pPr>
              <w:rPr>
                <w:rFonts w:ascii="Times New Roman" w:hAnsi="Times New Roman"/>
              </w:rPr>
            </w:pPr>
          </w:p>
          <w:p w:rsidR="00417D9C" w:rsidRPr="002B0876" w:rsidRDefault="00417D9C" w:rsidP="008B36B8">
            <w:pPr>
              <w:rPr>
                <w:rFonts w:ascii="Times New Roman" w:hAnsi="Times New Roman"/>
              </w:rPr>
            </w:pPr>
          </w:p>
          <w:p w:rsidR="00417D9C" w:rsidRPr="002B0876" w:rsidRDefault="00417D9C" w:rsidP="008B36B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0E72A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106804,549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1128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15676,549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0E72A5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0E72A5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0E72A5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5F474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8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5F4747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5601C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дорог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D11B9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17D9C" w:rsidRPr="002B0876" w:rsidRDefault="00417D9C" w:rsidP="00D11B91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417D9C" w:rsidRPr="002B0876" w:rsidRDefault="00417D9C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417D9C" w:rsidRPr="002B0876" w:rsidRDefault="00417D9C" w:rsidP="00D11B91">
            <w:pPr>
              <w:rPr>
                <w:rFonts w:ascii="Times New Roman" w:hAnsi="Times New Roman"/>
              </w:rPr>
            </w:pPr>
          </w:p>
          <w:p w:rsidR="00417D9C" w:rsidRPr="002B0876" w:rsidRDefault="00417D9C" w:rsidP="00D11B91">
            <w:pPr>
              <w:rPr>
                <w:rFonts w:ascii="Times New Roman" w:hAnsi="Times New Roman"/>
              </w:rPr>
            </w:pPr>
          </w:p>
          <w:p w:rsidR="00417D9C" w:rsidRPr="002B0876" w:rsidRDefault="00417D9C" w:rsidP="00D11B91">
            <w:pPr>
              <w:rPr>
                <w:rFonts w:ascii="Times New Roman" w:hAnsi="Times New Roman"/>
              </w:rPr>
            </w:pPr>
          </w:p>
          <w:p w:rsidR="00417D9C" w:rsidRPr="002B0876" w:rsidRDefault="00417D9C" w:rsidP="00D11B91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0E72A5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106804,549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11B91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1128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11B91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15676,549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11B91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11B91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17D9C" w:rsidRPr="002B0876" w:rsidRDefault="000E72A5" w:rsidP="00D11B91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17D9C" w:rsidRPr="002B0876" w:rsidRDefault="000E72A5" w:rsidP="00D11B91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417D9C" w:rsidRPr="002B0876" w:rsidRDefault="000E72A5" w:rsidP="00D11B91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17D9C" w:rsidRPr="002B0876" w:rsidRDefault="00417D9C" w:rsidP="00D11B91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17D9C" w:rsidRPr="002B0876" w:rsidRDefault="00417D9C" w:rsidP="00D11B91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C25F89" w:rsidRDefault="00417D9C" w:rsidP="00417D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(реконструкции) автомобильных дорог общего</w:t>
            </w:r>
          </w:p>
          <w:p w:rsidR="00417D9C" w:rsidRPr="00C25F89" w:rsidRDefault="00417D9C" w:rsidP="00417D9C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пользования</w:t>
            </w:r>
          </w:p>
          <w:p w:rsidR="00417D9C" w:rsidRPr="00C25F89" w:rsidRDefault="00417D9C" w:rsidP="005C590A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местного значения с твердым покрытием,</w:t>
            </w:r>
          </w:p>
          <w:p w:rsidR="00417D9C" w:rsidRPr="00C25F89" w:rsidRDefault="00417D9C" w:rsidP="005C590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ведущих от сети автомобильных </w:t>
            </w:r>
          </w:p>
          <w:p w:rsidR="00417D9C" w:rsidRPr="00C25F89" w:rsidRDefault="00417D9C" w:rsidP="005C590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дорог общего пользования      </w:t>
            </w:r>
          </w:p>
          <w:p w:rsidR="00417D9C" w:rsidRPr="00C25F89" w:rsidRDefault="00417D9C" w:rsidP="005C590A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к ближайшим общественно</w:t>
            </w:r>
          </w:p>
          <w:p w:rsidR="00417D9C" w:rsidRPr="00C25F89" w:rsidRDefault="00417D9C" w:rsidP="005C590A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значимым</w:t>
            </w:r>
          </w:p>
          <w:p w:rsidR="00417D9C" w:rsidRPr="00C25F89" w:rsidRDefault="00417D9C" w:rsidP="00035213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объектам</w:t>
            </w:r>
          </w:p>
          <w:p w:rsidR="00417D9C" w:rsidRPr="00C25F89" w:rsidRDefault="00417D9C" w:rsidP="005F4747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сельских    населенных пунктов, а также к объектам производства и</w:t>
            </w:r>
          </w:p>
          <w:p w:rsidR="00417D9C" w:rsidRPr="00C25F89" w:rsidRDefault="00417D9C" w:rsidP="00DF7234">
            <w:pPr>
              <w:ind w:right="-4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переработки </w:t>
            </w:r>
            <w:proofErr w:type="spellStart"/>
            <w:proofErr w:type="gramStart"/>
            <w:r w:rsidRPr="00C25F89">
              <w:rPr>
                <w:rFonts w:ascii="Times New Roman" w:hAnsi="Times New Roman"/>
              </w:rPr>
              <w:t>сельскохозяйст</w:t>
            </w:r>
            <w:proofErr w:type="spellEnd"/>
            <w:r w:rsidR="00DF7234" w:rsidRPr="00C25F89">
              <w:rPr>
                <w:rFonts w:ascii="Times New Roman" w:hAnsi="Times New Roman"/>
              </w:rPr>
              <w:t>-</w:t>
            </w:r>
            <w:r w:rsidRPr="00C25F89">
              <w:rPr>
                <w:rFonts w:ascii="Times New Roman" w:hAnsi="Times New Roman"/>
              </w:rPr>
              <w:t>венной</w:t>
            </w:r>
            <w:proofErr w:type="gramEnd"/>
            <w:r w:rsidRPr="00C25F89">
              <w:rPr>
                <w:rFonts w:ascii="Times New Roman" w:hAnsi="Times New Roman"/>
              </w:rPr>
              <w:t xml:space="preserve"> продукции;</w:t>
            </w:r>
          </w:p>
          <w:p w:rsidR="00417D9C" w:rsidRPr="00C25F89" w:rsidRDefault="00417D9C" w:rsidP="005F4747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выполнение неотложных работ</w:t>
            </w:r>
          </w:p>
          <w:p w:rsidR="00417D9C" w:rsidRPr="00C25F89" w:rsidRDefault="00417D9C" w:rsidP="005F474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по ремонту и</w:t>
            </w:r>
          </w:p>
          <w:p w:rsidR="00417D9C" w:rsidRPr="00C25F89" w:rsidRDefault="00417D9C" w:rsidP="005F474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содержанию</w:t>
            </w:r>
          </w:p>
          <w:p w:rsidR="00417D9C" w:rsidRPr="00C25F89" w:rsidRDefault="00417D9C" w:rsidP="005F474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автомобильных </w:t>
            </w:r>
          </w:p>
          <w:p w:rsidR="00417D9C" w:rsidRPr="00C25F89" w:rsidRDefault="00417D9C" w:rsidP="005F4747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дорог местного значения г. Рязани</w:t>
            </w:r>
          </w:p>
          <w:p w:rsidR="00417D9C" w:rsidRPr="00C25F89" w:rsidRDefault="00417D9C" w:rsidP="005F4747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в целях ликвидации</w:t>
            </w:r>
          </w:p>
          <w:p w:rsidR="00417D9C" w:rsidRPr="00C25F89" w:rsidRDefault="00417D9C" w:rsidP="00F2417F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дефектов</w:t>
            </w:r>
            <w:r w:rsidR="00DF7234" w:rsidRPr="00C25F89">
              <w:rPr>
                <w:rFonts w:ascii="Times New Roman" w:hAnsi="Times New Roman"/>
              </w:rPr>
              <w:t xml:space="preserve"> </w:t>
            </w: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дорожного покрытия </w:t>
            </w:r>
            <w:proofErr w:type="gramStart"/>
            <w:r w:rsidRPr="00C25F89">
              <w:rPr>
                <w:rFonts w:ascii="Times New Roman" w:hAnsi="Times New Roman"/>
              </w:rPr>
              <w:t>на</w:t>
            </w:r>
            <w:proofErr w:type="gramEnd"/>
            <w:r w:rsidRPr="00C25F89">
              <w:rPr>
                <w:rFonts w:ascii="Times New Roman" w:hAnsi="Times New Roman"/>
              </w:rPr>
              <w:t xml:space="preserve">   </w:t>
            </w:r>
          </w:p>
          <w:p w:rsidR="00417D9C" w:rsidRPr="00C25F89" w:rsidRDefault="00417D9C" w:rsidP="00635A10">
            <w:pPr>
              <w:rPr>
                <w:rFonts w:ascii="Times New Roman" w:hAnsi="Times New Roman"/>
                <w:spacing w:val="-4"/>
              </w:rPr>
            </w:pPr>
            <w:r w:rsidRPr="00C25F89">
              <w:rPr>
                <w:rFonts w:ascii="Times New Roman" w:hAnsi="Times New Roman"/>
                <w:spacing w:val="-4"/>
              </w:rPr>
              <w:t xml:space="preserve">317 869  кв. </w:t>
            </w:r>
            <w:proofErr w:type="gramStart"/>
            <w:r w:rsidRPr="00C25F89">
              <w:rPr>
                <w:rFonts w:ascii="Times New Roman" w:hAnsi="Times New Roman"/>
                <w:spacing w:val="-4"/>
              </w:rPr>
              <w:t>метрах</w:t>
            </w:r>
            <w:proofErr w:type="gramEnd"/>
            <w:r w:rsidRPr="00C25F89">
              <w:rPr>
                <w:rFonts w:ascii="Times New Roman" w:hAnsi="Times New Roman"/>
                <w:spacing w:val="-4"/>
              </w:rPr>
              <w:t>;</w:t>
            </w:r>
          </w:p>
          <w:p w:rsidR="00417D9C" w:rsidRPr="00C25F89" w:rsidRDefault="00417D9C" w:rsidP="00DA77C9">
            <w:pPr>
              <w:ind w:right="-108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ввод в эксплуатацию после строительства и реконструкции        </w:t>
            </w:r>
            <w:r w:rsidR="00062E3F" w:rsidRPr="00C25F89">
              <w:rPr>
                <w:rFonts w:ascii="Times New Roman" w:hAnsi="Times New Roman"/>
              </w:rPr>
              <w:t>10,959</w:t>
            </w:r>
            <w:r w:rsidRPr="00C25F89">
              <w:rPr>
                <w:rFonts w:ascii="Times New Roman" w:hAnsi="Times New Roman"/>
              </w:rPr>
              <w:t xml:space="preserve"> км автомобильных дорог общего пользования местного значения    с твердым покрытием, ведущих от сети автомобильных </w:t>
            </w: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дорог общего </w:t>
            </w:r>
            <w:r w:rsidRPr="00C25F89">
              <w:rPr>
                <w:rFonts w:ascii="Times New Roman" w:hAnsi="Times New Roman"/>
              </w:rPr>
              <w:br/>
              <w:t xml:space="preserve">пользования </w:t>
            </w:r>
            <w:proofErr w:type="gramStart"/>
            <w:r w:rsidRPr="00C25F89">
              <w:rPr>
                <w:rFonts w:ascii="Times New Roman" w:hAnsi="Times New Roman"/>
              </w:rPr>
              <w:t>к</w:t>
            </w:r>
            <w:proofErr w:type="gramEnd"/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  <w:p w:rsidR="00417D9C" w:rsidRPr="00C25F89" w:rsidRDefault="00417D9C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296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4.2.</w:t>
            </w:r>
          </w:p>
          <w:p w:rsidR="00417D9C" w:rsidRDefault="00417D9C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417D9C" w:rsidRDefault="00417D9C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417D9C" w:rsidRDefault="00417D9C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417D9C" w:rsidRDefault="00417D9C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417D9C" w:rsidRDefault="00417D9C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417D9C" w:rsidRDefault="00417D9C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417D9C" w:rsidRDefault="00417D9C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417D9C" w:rsidRDefault="00417D9C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417D9C" w:rsidRDefault="00417D9C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417D9C" w:rsidRDefault="00417D9C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417D9C" w:rsidRDefault="00417D9C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417D9C" w:rsidRPr="002B0876" w:rsidRDefault="00417D9C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6F13" w:rsidRDefault="00417D9C" w:rsidP="005A6F13">
            <w:pPr>
              <w:spacing w:line="235" w:lineRule="auto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Субсидии </w:t>
            </w:r>
            <w:r w:rsidR="005A6F13">
              <w:rPr>
                <w:rFonts w:ascii="Times New Roman" w:hAnsi="Times New Roman"/>
              </w:rPr>
              <w:t xml:space="preserve">бюджетам </w:t>
            </w:r>
            <w:r w:rsidRPr="002B0876">
              <w:rPr>
                <w:rFonts w:ascii="Times New Roman" w:hAnsi="Times New Roman"/>
              </w:rPr>
              <w:t>муниципальны</w:t>
            </w:r>
            <w:r w:rsidR="005A6F13">
              <w:rPr>
                <w:rFonts w:ascii="Times New Roman" w:hAnsi="Times New Roman"/>
              </w:rPr>
              <w:t>х образований Рязанской области</w:t>
            </w:r>
          </w:p>
          <w:p w:rsidR="00417D9C" w:rsidRPr="002B0876" w:rsidRDefault="00417D9C" w:rsidP="005A6F13">
            <w:pPr>
              <w:spacing w:line="235" w:lineRule="auto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на строительство (реконструкцию),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</w:t>
            </w:r>
          </w:p>
          <w:p w:rsidR="00417D9C" w:rsidRPr="002B0876" w:rsidRDefault="00417D9C" w:rsidP="005A6F13">
            <w:pPr>
              <w:autoSpaceDE w:val="0"/>
              <w:autoSpaceDN w:val="0"/>
              <w:adjustRightInd w:val="0"/>
              <w:spacing w:line="235" w:lineRule="auto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поручений Президента </w:t>
            </w:r>
          </w:p>
          <w:p w:rsidR="00417D9C" w:rsidRPr="002B0876" w:rsidRDefault="00417D9C" w:rsidP="005A6F13">
            <w:pPr>
              <w:autoSpaceDE w:val="0"/>
              <w:autoSpaceDN w:val="0"/>
              <w:adjustRightInd w:val="0"/>
              <w:spacing w:line="235" w:lineRule="auto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Российской</w:t>
            </w:r>
          </w:p>
          <w:p w:rsidR="00417D9C" w:rsidRPr="002B0876" w:rsidRDefault="00417D9C" w:rsidP="005A6F13">
            <w:pPr>
              <w:autoSpaceDE w:val="0"/>
              <w:autoSpaceDN w:val="0"/>
              <w:adjustRightInd w:val="0"/>
              <w:spacing w:line="235" w:lineRule="auto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Федерации,</w:t>
            </w:r>
          </w:p>
          <w:p w:rsidR="00417D9C" w:rsidRPr="002B0876" w:rsidRDefault="00417D9C" w:rsidP="005A6F13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Правительства Российской Федерации, Губернатора Рязанской области и Правительства Рязанской области, </w:t>
            </w:r>
            <w:proofErr w:type="gramStart"/>
            <w:r w:rsidRPr="002B0876">
              <w:rPr>
                <w:rFonts w:ascii="Times New Roman" w:hAnsi="Times New Roman"/>
              </w:rPr>
              <w:t>содержащих</w:t>
            </w:r>
            <w:proofErr w:type="gramEnd"/>
            <w:r w:rsidRPr="002B0876">
              <w:rPr>
                <w:rFonts w:ascii="Times New Roman" w:hAnsi="Times New Roman"/>
              </w:rPr>
              <w:t xml:space="preserve"> указание на их</w:t>
            </w:r>
          </w:p>
          <w:p w:rsidR="00417D9C" w:rsidRPr="002B0876" w:rsidRDefault="00417D9C" w:rsidP="005A6F13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реализацию</w:t>
            </w:r>
          </w:p>
          <w:p w:rsidR="00417D9C" w:rsidRPr="002B0876" w:rsidRDefault="00417D9C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D11B91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Pr="002B0876" w:rsidRDefault="00417D9C" w:rsidP="007E3AE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17D9C" w:rsidRPr="002B0876" w:rsidRDefault="00417D9C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Pr="002B0876" w:rsidRDefault="00417D9C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D11B91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417D9C" w:rsidRPr="002B0876" w:rsidRDefault="00417D9C" w:rsidP="00D11B91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417D9C" w:rsidRPr="002B0876" w:rsidRDefault="00417D9C" w:rsidP="00D11B91">
            <w:pPr>
              <w:spacing w:line="226" w:lineRule="auto"/>
              <w:rPr>
                <w:rFonts w:ascii="Times New Roman" w:hAnsi="Times New Roman"/>
              </w:rPr>
            </w:pPr>
          </w:p>
          <w:p w:rsidR="00417D9C" w:rsidRPr="002B0876" w:rsidRDefault="00417D9C" w:rsidP="00D11B91">
            <w:pPr>
              <w:spacing w:line="226" w:lineRule="auto"/>
              <w:rPr>
                <w:rFonts w:ascii="Times New Roman" w:hAnsi="Times New Roman"/>
              </w:rPr>
            </w:pPr>
          </w:p>
          <w:p w:rsidR="00417D9C" w:rsidRPr="002B0876" w:rsidRDefault="00417D9C" w:rsidP="00D11B91">
            <w:pPr>
              <w:spacing w:line="226" w:lineRule="auto"/>
              <w:rPr>
                <w:rFonts w:ascii="Times New Roman" w:hAnsi="Times New Roman"/>
              </w:rPr>
            </w:pPr>
          </w:p>
          <w:p w:rsidR="00417D9C" w:rsidRPr="002B0876" w:rsidRDefault="00417D9C" w:rsidP="00D11B91">
            <w:pPr>
              <w:spacing w:line="226" w:lineRule="auto"/>
              <w:rPr>
                <w:rFonts w:ascii="Times New Roman" w:hAnsi="Times New Roman"/>
              </w:rPr>
            </w:pPr>
          </w:p>
          <w:p w:rsidR="00417D9C" w:rsidRPr="002B0876" w:rsidRDefault="00417D9C" w:rsidP="00D11B91">
            <w:pPr>
              <w:spacing w:line="226" w:lineRule="auto"/>
              <w:rPr>
                <w:rFonts w:ascii="Times New Roman" w:hAnsi="Times New Roman"/>
              </w:rPr>
            </w:pPr>
          </w:p>
          <w:p w:rsidR="00417D9C" w:rsidRPr="002B0876" w:rsidRDefault="00417D9C" w:rsidP="00D11B91">
            <w:pPr>
              <w:spacing w:line="226" w:lineRule="auto"/>
              <w:rPr>
                <w:rFonts w:ascii="Times New Roman" w:hAnsi="Times New Roman"/>
              </w:rPr>
            </w:pPr>
          </w:p>
          <w:p w:rsidR="00417D9C" w:rsidRPr="002B0876" w:rsidRDefault="00417D9C" w:rsidP="00D11B91">
            <w:pPr>
              <w:spacing w:line="22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6F4A92" w:rsidP="005601C4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3424028,32875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821207,64653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1046737,773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779949,59772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50898,3115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6F4A92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6F4A92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6F4A92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81617,5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81617,5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258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7E3AE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17D9C" w:rsidRPr="002B0876" w:rsidRDefault="00417D9C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417D9C" w:rsidRPr="002B0876" w:rsidRDefault="00417D9C" w:rsidP="005601C4">
            <w:pPr>
              <w:rPr>
                <w:rFonts w:ascii="Times New Roman" w:hAnsi="Times New Roman"/>
              </w:rPr>
            </w:pPr>
          </w:p>
          <w:p w:rsidR="00417D9C" w:rsidRPr="002B0876" w:rsidRDefault="00417D9C" w:rsidP="00D11B91">
            <w:pPr>
              <w:spacing w:line="226" w:lineRule="auto"/>
              <w:rPr>
                <w:rFonts w:ascii="Times New Roman" w:hAnsi="Times New Roman"/>
              </w:rPr>
            </w:pPr>
          </w:p>
          <w:p w:rsidR="00417D9C" w:rsidRPr="002B0876" w:rsidRDefault="00417D9C" w:rsidP="00D11B91">
            <w:pPr>
              <w:spacing w:line="22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6F4A92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3424028,32875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821207,64653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1046737,773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779949,59772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50898,3115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6F4A92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6F4A92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6F4A92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81617,5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81617,5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1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D8780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 вып</w:t>
            </w:r>
            <w:r w:rsidR="00D87800">
              <w:rPr>
                <w:rFonts w:ascii="Times New Roman" w:hAnsi="Times New Roman"/>
              </w:rPr>
              <w:t xml:space="preserve">олненные и не оплаченные работы </w:t>
            </w:r>
            <w:r w:rsidRPr="002B0876">
              <w:rPr>
                <w:rFonts w:ascii="Times New Roman" w:hAnsi="Times New Roman"/>
              </w:rPr>
              <w:t>в 2015 году</w:t>
            </w:r>
          </w:p>
          <w:p w:rsidR="00417D9C" w:rsidRPr="002B0876" w:rsidRDefault="00417D9C" w:rsidP="0014780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17D9C" w:rsidRPr="002B0876" w:rsidRDefault="00417D9C" w:rsidP="00C35E95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417D9C" w:rsidRPr="002B0876" w:rsidRDefault="00417D9C" w:rsidP="00C35E95">
            <w:pPr>
              <w:spacing w:line="22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157274,34653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7E3AEC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157274,34653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7E3AEC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7E3AEC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7E3AEC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7E3AEC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7E3AEC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7E3AEC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7E3AEC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7E3AEC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1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17D9C" w:rsidRPr="002B0876" w:rsidRDefault="00417D9C" w:rsidP="006713DB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4.3.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DF7234">
            <w:pPr>
              <w:autoSpaceDE w:val="0"/>
              <w:autoSpaceDN w:val="0"/>
              <w:adjustRightInd w:val="0"/>
              <w:ind w:right="-4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Субсидии муниципальным образованиям на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</w:t>
            </w:r>
          </w:p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населенных пунктов, а также </w:t>
            </w:r>
            <w:proofErr w:type="gramStart"/>
            <w:r w:rsidRPr="002B0876">
              <w:rPr>
                <w:rFonts w:ascii="Times New Roman" w:hAnsi="Times New Roman"/>
              </w:rPr>
              <w:t>к</w:t>
            </w:r>
            <w:proofErr w:type="gramEnd"/>
          </w:p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объектам </w:t>
            </w:r>
          </w:p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производства и переработки </w:t>
            </w:r>
            <w:proofErr w:type="spellStart"/>
            <w:proofErr w:type="gramStart"/>
            <w:r w:rsidRPr="002B0876">
              <w:rPr>
                <w:rFonts w:ascii="Times New Roman" w:hAnsi="Times New Roman"/>
              </w:rPr>
              <w:t>сельскохозяйствен</w:t>
            </w:r>
            <w:proofErr w:type="spellEnd"/>
            <w:r w:rsidRPr="002B0876">
              <w:rPr>
                <w:rFonts w:ascii="Times New Roman" w:hAnsi="Times New Roman"/>
              </w:rPr>
              <w:t>-ной</w:t>
            </w:r>
            <w:proofErr w:type="gramEnd"/>
            <w:r w:rsidRPr="002B0876">
              <w:rPr>
                <w:rFonts w:ascii="Times New Roman" w:hAnsi="Times New Roman"/>
              </w:rPr>
              <w:t xml:space="preserve"> продукции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17D9C" w:rsidRPr="002B0876" w:rsidRDefault="00417D9C" w:rsidP="006713DB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417D9C" w:rsidRPr="002B0876" w:rsidRDefault="00417D9C" w:rsidP="006713DB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417D9C" w:rsidRPr="002B0876" w:rsidRDefault="00417D9C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417D9C" w:rsidRPr="002B0876" w:rsidRDefault="00417D9C" w:rsidP="006713DB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6713DB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в том числе:</w:t>
            </w:r>
          </w:p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 w:rsidRPr="002B0876">
              <w:rPr>
                <w:rFonts w:ascii="Times New Roman" w:hAnsi="Times New Roman"/>
              </w:rPr>
              <w:t>727262,00258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135628,9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284647,08258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306986,02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15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17D9C" w:rsidRPr="002B0876" w:rsidRDefault="00417D9C" w:rsidP="006713DB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17D9C" w:rsidRPr="002B0876" w:rsidRDefault="00417D9C" w:rsidP="006713DB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17D9C" w:rsidRPr="002B0876" w:rsidRDefault="00417D9C" w:rsidP="006713DB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6713DB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417D9C" w:rsidRPr="002B0876" w:rsidRDefault="00417D9C" w:rsidP="006713DB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 w:rsidRPr="002B0876">
              <w:rPr>
                <w:rFonts w:ascii="Times New Roman" w:hAnsi="Times New Roman"/>
              </w:rPr>
              <w:t>448778,79717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86925,58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193333,41717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168519,8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15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17D9C" w:rsidRPr="002B0876" w:rsidRDefault="00417D9C" w:rsidP="006713DB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17D9C" w:rsidRPr="002B0876" w:rsidRDefault="00417D9C" w:rsidP="006713DB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17D9C" w:rsidRPr="002B0876" w:rsidRDefault="00417D9C" w:rsidP="006713DB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6713DB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 w:rsidRPr="002B0876">
              <w:rPr>
                <w:rFonts w:ascii="Times New Roman" w:hAnsi="Times New Roman"/>
              </w:rPr>
              <w:t>278483,20541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48703,32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91313,66541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138466,22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1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6713DB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6713DB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417D9C" w:rsidRPr="002B0876" w:rsidRDefault="00417D9C" w:rsidP="006713DB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417D9C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B0876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278483,20541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48703,32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91313,66541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138466,22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4.4.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6D16F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Иные межбюджетные трансферты из федерального бюджета бюджету муниципального</w:t>
            </w:r>
          </w:p>
          <w:p w:rsidR="00417D9C" w:rsidRPr="002B0876" w:rsidRDefault="00417D9C" w:rsidP="006D16F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образования –</w:t>
            </w:r>
          </w:p>
          <w:p w:rsidR="00417D9C" w:rsidRPr="002B0876" w:rsidRDefault="00417D9C" w:rsidP="006D16F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городской округ</w:t>
            </w:r>
          </w:p>
          <w:p w:rsidR="00417D9C" w:rsidRPr="002B0876" w:rsidRDefault="00417D9C" w:rsidP="00DF7234">
            <w:pPr>
              <w:autoSpaceDE w:val="0"/>
              <w:autoSpaceDN w:val="0"/>
              <w:adjustRightInd w:val="0"/>
              <w:ind w:right="-4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город Рязань на реализацию мероприятий по решению неотложных задач по приведению </w:t>
            </w:r>
          </w:p>
          <w:p w:rsidR="00417D9C" w:rsidRPr="002B0876" w:rsidRDefault="00417D9C" w:rsidP="006D16F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 нормативное состояние автомобильных дорог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DD69DD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417D9C" w:rsidRPr="002B0876" w:rsidRDefault="00417D9C" w:rsidP="00DD69DD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17D9C" w:rsidRPr="002B0876" w:rsidRDefault="00417D9C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417D9C" w:rsidRPr="002B0876" w:rsidRDefault="00417D9C" w:rsidP="00DD69DD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DD69DD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417D9C" w:rsidRPr="002B0876" w:rsidRDefault="00417D9C" w:rsidP="00DD69DD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1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17D9C" w:rsidRPr="002B0876" w:rsidRDefault="00417D9C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4.5.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17D9C" w:rsidRPr="002B0876" w:rsidRDefault="00417D9C" w:rsidP="005A6F13">
            <w:pPr>
              <w:autoSpaceDE w:val="0"/>
              <w:autoSpaceDN w:val="0"/>
              <w:adjustRightInd w:val="0"/>
              <w:spacing w:line="233" w:lineRule="auto"/>
              <w:ind w:right="-4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Субсидии </w:t>
            </w:r>
            <w:r w:rsidR="005A6F13">
              <w:rPr>
                <w:rFonts w:ascii="Times New Roman" w:hAnsi="Times New Roman"/>
              </w:rPr>
              <w:t xml:space="preserve">бюджетам </w:t>
            </w:r>
            <w:r w:rsidRPr="002B0876">
              <w:rPr>
                <w:rFonts w:ascii="Times New Roman" w:hAnsi="Times New Roman"/>
              </w:rPr>
              <w:t>муниципальны</w:t>
            </w:r>
            <w:r w:rsidR="005A6F13">
              <w:rPr>
                <w:rFonts w:ascii="Times New Roman" w:hAnsi="Times New Roman"/>
              </w:rPr>
              <w:t>х образований Рязанской области</w:t>
            </w:r>
            <w:r w:rsidRPr="002B0876">
              <w:rPr>
                <w:rFonts w:ascii="Times New Roman" w:hAnsi="Times New Roman"/>
              </w:rPr>
              <w:t xml:space="preserve"> на строительство (реконструкцию),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17D9C" w:rsidRPr="002B0876" w:rsidRDefault="00417D9C" w:rsidP="00DD69DD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417D9C" w:rsidRPr="002B0876" w:rsidRDefault="00417D9C" w:rsidP="00DD69DD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417D9C" w:rsidRPr="002B0876" w:rsidRDefault="00417D9C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417D9C" w:rsidRPr="002B0876" w:rsidRDefault="00417D9C" w:rsidP="00DD69DD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DD69DD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417D9C" w:rsidRPr="002B0876" w:rsidRDefault="00417D9C" w:rsidP="00DD69D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417D9C" w:rsidRPr="002B0876" w:rsidRDefault="00417D9C" w:rsidP="00DD69D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417D9C" w:rsidRPr="002B0876" w:rsidRDefault="00417D9C" w:rsidP="00DD69D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417D9C" w:rsidRPr="002B0876" w:rsidRDefault="00417D9C" w:rsidP="00DD69D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417D9C" w:rsidRPr="002B0876" w:rsidRDefault="00417D9C" w:rsidP="00DD69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6F4A92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2267170,31793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154048,56824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6F4A92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449193,44571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6F4A92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750949,65706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6F4A92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586578,64692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163200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163200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1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DD69DD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417D9C" w:rsidRPr="002B0876" w:rsidRDefault="00417D9C" w:rsidP="00DD69DD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417D9C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B0876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6F4A92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2267170,31793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154048,56824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6F4A92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449193,44571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6F4A92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750949,65706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6F4A92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586578,64692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163200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163200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Default="00417D9C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4.6.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6F13" w:rsidRDefault="00417D9C" w:rsidP="005A6F13">
            <w:pPr>
              <w:autoSpaceDE w:val="0"/>
              <w:autoSpaceDN w:val="0"/>
              <w:adjustRightInd w:val="0"/>
              <w:spacing w:line="228" w:lineRule="auto"/>
              <w:ind w:right="-102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Субсидии </w:t>
            </w:r>
            <w:r w:rsidR="005A6F13">
              <w:rPr>
                <w:rFonts w:ascii="Times New Roman" w:hAnsi="Times New Roman"/>
              </w:rPr>
              <w:t xml:space="preserve">бюджетам </w:t>
            </w:r>
            <w:r w:rsidRPr="002B0876">
              <w:rPr>
                <w:rFonts w:ascii="Times New Roman" w:hAnsi="Times New Roman"/>
              </w:rPr>
              <w:t>муниципальны</w:t>
            </w:r>
            <w:r w:rsidR="005A6F13">
              <w:rPr>
                <w:rFonts w:ascii="Times New Roman" w:hAnsi="Times New Roman"/>
              </w:rPr>
              <w:t>х образований</w:t>
            </w:r>
            <w:r w:rsidRPr="002B0876">
              <w:rPr>
                <w:rFonts w:ascii="Times New Roman" w:hAnsi="Times New Roman"/>
              </w:rPr>
              <w:t xml:space="preserve"> </w:t>
            </w:r>
            <w:r w:rsidR="005A6F13">
              <w:rPr>
                <w:rFonts w:ascii="Times New Roman" w:hAnsi="Times New Roman"/>
              </w:rPr>
              <w:t xml:space="preserve">Рязанской области </w:t>
            </w:r>
          </w:p>
          <w:p w:rsidR="00417D9C" w:rsidRDefault="00417D9C" w:rsidP="005A6F13">
            <w:pPr>
              <w:autoSpaceDE w:val="0"/>
              <w:autoSpaceDN w:val="0"/>
              <w:adjustRightInd w:val="0"/>
              <w:spacing w:line="228" w:lineRule="auto"/>
              <w:ind w:right="-102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на строительство и</w:t>
            </w:r>
          </w:p>
          <w:p w:rsidR="00417D9C" w:rsidRPr="002B0876" w:rsidRDefault="00417D9C" w:rsidP="005A6F13">
            <w:pPr>
              <w:autoSpaceDE w:val="0"/>
              <w:autoSpaceDN w:val="0"/>
              <w:adjustRightInd w:val="0"/>
              <w:spacing w:line="228" w:lineRule="auto"/>
              <w:ind w:right="-102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реконструкцию </w:t>
            </w:r>
            <w:proofErr w:type="gramStart"/>
            <w:r w:rsidRPr="002B0876">
              <w:rPr>
                <w:rFonts w:ascii="Times New Roman" w:hAnsi="Times New Roman"/>
              </w:rPr>
              <w:t>автомобильных</w:t>
            </w:r>
            <w:proofErr w:type="gramEnd"/>
            <w:r w:rsidRPr="002B087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8B36B8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417D9C" w:rsidRPr="002B0876" w:rsidRDefault="00417D9C" w:rsidP="008B36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17D9C" w:rsidRPr="002B0876" w:rsidRDefault="00417D9C" w:rsidP="008B36B8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417D9C" w:rsidRPr="002B0876" w:rsidRDefault="00417D9C" w:rsidP="008B36B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8B36B8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6F4A92" w:rsidP="008B36B8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782341,4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6F4A92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255354,8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6F4A92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255734,3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6F4A92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271252,3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417D9C" w:rsidRPr="002B0876" w:rsidRDefault="00417D9C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A6F13" w:rsidRDefault="005A6F13" w:rsidP="005A6F13">
            <w:pPr>
              <w:autoSpaceDE w:val="0"/>
              <w:autoSpaceDN w:val="0"/>
              <w:adjustRightInd w:val="0"/>
              <w:spacing w:line="235" w:lineRule="auto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дорог общего</w:t>
            </w:r>
          </w:p>
          <w:p w:rsidR="00417D9C" w:rsidRDefault="00417D9C" w:rsidP="005A6F13">
            <w:pPr>
              <w:autoSpaceDE w:val="0"/>
              <w:autoSpaceDN w:val="0"/>
              <w:adjustRightInd w:val="0"/>
              <w:spacing w:line="235" w:lineRule="auto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пользования</w:t>
            </w:r>
          </w:p>
          <w:p w:rsidR="00417D9C" w:rsidRPr="002B0876" w:rsidRDefault="00417D9C" w:rsidP="005A6F13">
            <w:pPr>
              <w:autoSpaceDE w:val="0"/>
              <w:autoSpaceDN w:val="0"/>
              <w:adjustRightInd w:val="0"/>
              <w:spacing w:line="235" w:lineRule="auto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местного значения с твердым покрытием, ведущих от сети автомобильных дорог общего</w:t>
            </w:r>
          </w:p>
          <w:p w:rsidR="00417D9C" w:rsidRPr="002B0876" w:rsidRDefault="00417D9C" w:rsidP="005A6F13">
            <w:pPr>
              <w:autoSpaceDE w:val="0"/>
              <w:autoSpaceDN w:val="0"/>
              <w:adjustRightInd w:val="0"/>
              <w:spacing w:line="235" w:lineRule="auto"/>
              <w:ind w:right="-4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17D9C" w:rsidRPr="002B0876" w:rsidRDefault="00417D9C" w:rsidP="000702F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417D9C" w:rsidRPr="002B0876" w:rsidRDefault="00417D9C" w:rsidP="000702F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17D9C" w:rsidRPr="002B0876" w:rsidRDefault="00417D9C" w:rsidP="000702F5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417D9C" w:rsidRPr="002B0876" w:rsidRDefault="00417D9C" w:rsidP="005F4747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6F4A92" w:rsidP="000702F5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382341,4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417D9C" w:rsidRPr="002B0876" w:rsidRDefault="006F4A9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125354,8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417D9C" w:rsidRPr="002B0876" w:rsidRDefault="006F4A9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125734,3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417D9C" w:rsidRPr="002B0876" w:rsidRDefault="006F4A9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131252,3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23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</w:tcPr>
          <w:p w:rsidR="00417D9C" w:rsidRPr="002B0876" w:rsidRDefault="00417D9C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7D9C" w:rsidRPr="002B0876" w:rsidRDefault="00417D9C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17D9C" w:rsidRPr="002B0876" w:rsidRDefault="00417D9C" w:rsidP="000702F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17D9C" w:rsidRPr="002B0876" w:rsidRDefault="00417D9C" w:rsidP="000702F5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0702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222"/>
        </w:trPr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417D9C" w:rsidRPr="002B0876" w:rsidRDefault="00417D9C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7D9C" w:rsidRPr="002B0876" w:rsidRDefault="00417D9C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17D9C" w:rsidRPr="002B0876" w:rsidRDefault="00417D9C" w:rsidP="007E3AE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17D9C" w:rsidRPr="002B0876" w:rsidRDefault="00417D9C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0702F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417D9C" w:rsidRPr="002B0876" w:rsidRDefault="00417D9C" w:rsidP="000702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6F4A9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6F4A9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6F4A9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086D66">
            <w:pPr>
              <w:ind w:right="-11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7E3AE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417D9C" w:rsidRPr="002B0876" w:rsidRDefault="00417D9C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062E3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B0876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6F4A9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6F4A9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6F4A9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6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747" w:rsidRPr="002B0876" w:rsidRDefault="005F4747" w:rsidP="00086D66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4747" w:rsidRPr="002B0876" w:rsidRDefault="005F4747" w:rsidP="00086D66">
            <w:pPr>
              <w:ind w:right="-6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Задача 5. Исполнение функций Минтранса Рязанской области при осуществлении дорожной деятельности,</w:t>
            </w:r>
          </w:p>
          <w:p w:rsidR="005F4747" w:rsidRPr="002B0876" w:rsidRDefault="005F4747" w:rsidP="00086D66">
            <w:pPr>
              <w:ind w:right="-60"/>
              <w:rPr>
                <w:rFonts w:ascii="Times New Roman" w:hAnsi="Times New Roman"/>
                <w:bCs/>
              </w:rPr>
            </w:pPr>
            <w:r w:rsidRPr="002B0876">
              <w:rPr>
                <w:rFonts w:ascii="Times New Roman" w:hAnsi="Times New Roman"/>
                <w:bCs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F4747" w:rsidRPr="002B0876" w:rsidRDefault="005F4747" w:rsidP="000702F5">
            <w:pPr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F4747" w:rsidRPr="002B0876" w:rsidRDefault="005F4747" w:rsidP="000702F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F4747" w:rsidRPr="002B0876" w:rsidRDefault="005F4747" w:rsidP="000702F5">
            <w:pPr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6F4A92" w:rsidP="000702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1328478,69058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154572,95942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160448,2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146941,03078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148252,61545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6F4A9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159284,61545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6F4A9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122912,08413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6F4A9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121457,18535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157305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157305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F4747" w:rsidRPr="00C25F89" w:rsidRDefault="005F4747" w:rsidP="00635A10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обеспечение не менее 95% исполнения функций Минтранса Рязанской области в части</w:t>
            </w:r>
          </w:p>
          <w:p w:rsidR="005F4747" w:rsidRPr="00C25F89" w:rsidRDefault="005F4747" w:rsidP="00635A10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реализации мероприятий в области дорожного хозяйства, в  том числе уплаты налогов и сборов</w:t>
            </w:r>
          </w:p>
        </w:tc>
      </w:tr>
      <w:tr w:rsidR="00991D48" w:rsidRPr="002B0876" w:rsidTr="00991D48">
        <w:trPr>
          <w:cantSplit/>
          <w:trHeight w:val="129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4747" w:rsidRPr="002B0876" w:rsidRDefault="005F4747" w:rsidP="000702F5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5.1.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4747" w:rsidRPr="002B0876" w:rsidRDefault="005F4747" w:rsidP="000702F5">
            <w:pPr>
              <w:rPr>
                <w:rFonts w:ascii="Times New Roman" w:hAnsi="Times New Roman"/>
                <w:bCs/>
                <w:sz w:val="19"/>
                <w:szCs w:val="19"/>
              </w:rPr>
            </w:pPr>
            <w:r w:rsidRPr="002B0876">
              <w:rPr>
                <w:rFonts w:ascii="Times New Roman" w:hAnsi="Times New Roman"/>
              </w:rPr>
              <w:t>Обеспечение реализации мероприятий в области дорожного хозяйства в Рязанской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F4747" w:rsidRPr="002B0876" w:rsidRDefault="005F4747" w:rsidP="000702F5">
            <w:pPr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F4747" w:rsidRPr="002B0876" w:rsidRDefault="005F4747" w:rsidP="00417D9C">
            <w:pPr>
              <w:spacing w:line="228" w:lineRule="auto"/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F4747" w:rsidRPr="002B0876" w:rsidRDefault="005F4747" w:rsidP="000702F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 </w:t>
            </w:r>
          </w:p>
          <w:p w:rsidR="005F4747" w:rsidRPr="002B0876" w:rsidRDefault="005F4747" w:rsidP="000702F5">
            <w:pPr>
              <w:rPr>
                <w:rFonts w:ascii="Times New Roman" w:hAnsi="Times New Roman"/>
              </w:rPr>
            </w:pPr>
          </w:p>
          <w:p w:rsidR="005F4747" w:rsidRPr="002B0876" w:rsidRDefault="005F4747" w:rsidP="000702F5">
            <w:pPr>
              <w:rPr>
                <w:rFonts w:ascii="Times New Roman" w:hAnsi="Times New Roman"/>
              </w:rPr>
            </w:pPr>
          </w:p>
          <w:p w:rsidR="005F4747" w:rsidRPr="002B0876" w:rsidRDefault="005F4747" w:rsidP="000702F5">
            <w:pPr>
              <w:rPr>
                <w:rFonts w:ascii="Times New Roman" w:hAnsi="Times New Roman"/>
              </w:rPr>
            </w:pPr>
          </w:p>
          <w:p w:rsidR="005F4747" w:rsidRPr="002B0876" w:rsidRDefault="005F4747" w:rsidP="000702F5">
            <w:pPr>
              <w:rPr>
                <w:rFonts w:ascii="Times New Roman" w:hAnsi="Times New Roman"/>
              </w:rPr>
            </w:pPr>
          </w:p>
          <w:p w:rsidR="005F4747" w:rsidRPr="002B0876" w:rsidRDefault="005F4747" w:rsidP="000702F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F6097D" w:rsidRDefault="00A21366" w:rsidP="000702F5">
            <w:pPr>
              <w:jc w:val="center"/>
              <w:rPr>
                <w:rFonts w:ascii="Times New Roman" w:hAnsi="Times New Roman"/>
              </w:rPr>
            </w:pPr>
            <w:r w:rsidRPr="00F6097D">
              <w:rPr>
                <w:rFonts w:ascii="Times New Roman" w:hAnsi="Times New Roman"/>
              </w:rPr>
              <w:t>493700,10598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F6097D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F6097D">
              <w:rPr>
                <w:rFonts w:ascii="Times New Roman" w:hAnsi="Times New Roman"/>
              </w:rPr>
              <w:t>154572,95942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F6097D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F6097D">
              <w:rPr>
                <w:rFonts w:ascii="Times New Roman" w:hAnsi="Times New Roman"/>
              </w:rPr>
              <w:t>160448,2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F6097D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F6097D">
              <w:rPr>
                <w:rFonts w:ascii="Times New Roman" w:hAnsi="Times New Roman"/>
              </w:rPr>
              <w:t>146941,03078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F6097D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F6097D">
              <w:rPr>
                <w:rFonts w:ascii="Times New Roman" w:hAnsi="Times New Roman"/>
              </w:rPr>
              <w:t>31700,41578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F6097D" w:rsidRDefault="00A21366" w:rsidP="00A21366">
            <w:pPr>
              <w:ind w:hanging="108"/>
              <w:jc w:val="center"/>
              <w:rPr>
                <w:rFonts w:ascii="Times New Roman" w:hAnsi="Times New Roman"/>
              </w:rPr>
            </w:pPr>
            <w:r w:rsidRPr="00F6097D">
              <w:rPr>
                <w:rFonts w:ascii="Times New Roman" w:hAnsi="Times New Roman"/>
              </w:rPr>
              <w:t>37,5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F4747" w:rsidRPr="002B0876" w:rsidRDefault="005F4747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29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747" w:rsidRPr="002B0876" w:rsidRDefault="005F4747" w:rsidP="000702F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4747" w:rsidRPr="002B0876" w:rsidRDefault="005F4747" w:rsidP="000702F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F4747" w:rsidRPr="002B0876" w:rsidRDefault="005F4747" w:rsidP="000702F5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F4747" w:rsidRPr="002B0876" w:rsidRDefault="005F4747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ГКУ Рязанской области «ДДРО»</w:t>
            </w:r>
          </w:p>
          <w:p w:rsidR="005F4747" w:rsidRDefault="005F4747" w:rsidP="000702F5">
            <w:pPr>
              <w:rPr>
                <w:rFonts w:ascii="Times New Roman" w:hAnsi="Times New Roman"/>
              </w:rPr>
            </w:pPr>
          </w:p>
          <w:p w:rsidR="005F4747" w:rsidRPr="002B0876" w:rsidRDefault="005F4747" w:rsidP="000702F5">
            <w:pPr>
              <w:rPr>
                <w:rFonts w:ascii="Times New Roman" w:hAnsi="Times New Roman"/>
              </w:rPr>
            </w:pPr>
          </w:p>
          <w:p w:rsidR="005F4747" w:rsidRPr="002B0876" w:rsidRDefault="005F4747" w:rsidP="000702F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F4747" w:rsidRPr="002B0876" w:rsidRDefault="005F4747" w:rsidP="000702F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 </w:t>
            </w:r>
          </w:p>
          <w:p w:rsidR="005F4747" w:rsidRPr="002B0876" w:rsidRDefault="005F4747" w:rsidP="000702F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F6097D" w:rsidRDefault="00A21366" w:rsidP="000702F5">
            <w:pPr>
              <w:jc w:val="center"/>
              <w:rPr>
                <w:rFonts w:ascii="Times New Roman" w:hAnsi="Times New Roman"/>
              </w:rPr>
            </w:pPr>
            <w:r w:rsidRPr="00F6097D">
              <w:rPr>
                <w:rFonts w:ascii="Times New Roman" w:hAnsi="Times New Roman"/>
              </w:rPr>
              <w:t>834778,5846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F6097D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F6097D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F6097D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F6097D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F6097D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F6097D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F6097D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F6097D">
              <w:rPr>
                <w:rFonts w:ascii="Times New Roman" w:hAnsi="Times New Roman"/>
              </w:rPr>
              <w:t>116552,19967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F6097D" w:rsidRDefault="00A21366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F6097D">
              <w:rPr>
                <w:rFonts w:ascii="Times New Roman" w:hAnsi="Times New Roman"/>
              </w:rPr>
              <w:t>159247,11545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6F4A9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122912,08413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6F4A9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121457,18535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157305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157305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747" w:rsidRPr="002B0876" w:rsidRDefault="005F4747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DF7234">
            <w:pPr>
              <w:ind w:right="-4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Задача 6. Повышение качества транспортного обслуживания населения общественным транспортом, в том числе: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551C20">
            <w:pPr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64542" w:rsidRPr="002B0876" w:rsidRDefault="00E64542" w:rsidP="00417D9C">
            <w:pPr>
              <w:spacing w:line="228" w:lineRule="auto"/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551C20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 </w:t>
            </w:r>
          </w:p>
          <w:p w:rsidR="00E64542" w:rsidRPr="002B0876" w:rsidRDefault="00E64542" w:rsidP="00551C20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551C20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1750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1750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64542" w:rsidRPr="00C25F89" w:rsidRDefault="00E64542" w:rsidP="00DF7234">
            <w:pPr>
              <w:autoSpaceDE w:val="0"/>
              <w:autoSpaceDN w:val="0"/>
              <w:adjustRightInd w:val="0"/>
              <w:ind w:right="-4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проведение исследования качества работы транспорта в рамках актуализации одной</w:t>
            </w:r>
          </w:p>
          <w:p w:rsidR="00E64542" w:rsidRPr="00C25F89" w:rsidRDefault="00E64542" w:rsidP="00706A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комплексной схемы</w:t>
            </w:r>
          </w:p>
          <w:p w:rsidR="00E64542" w:rsidRPr="00C25F89" w:rsidRDefault="00E64542" w:rsidP="00706A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организации </w:t>
            </w:r>
            <w:proofErr w:type="gramStart"/>
            <w:r w:rsidRPr="00C25F89">
              <w:rPr>
                <w:rFonts w:ascii="Times New Roman" w:hAnsi="Times New Roman"/>
              </w:rPr>
              <w:t>транспортного</w:t>
            </w:r>
            <w:proofErr w:type="gramEnd"/>
          </w:p>
          <w:p w:rsidR="00E64542" w:rsidRPr="00C25F89" w:rsidRDefault="00E64542" w:rsidP="00706A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обслуживания населения </w:t>
            </w:r>
            <w:proofErr w:type="gramStart"/>
            <w:r w:rsidRPr="00C25F89">
              <w:rPr>
                <w:rFonts w:ascii="Times New Roman" w:hAnsi="Times New Roman"/>
              </w:rPr>
              <w:t>общественным</w:t>
            </w:r>
            <w:proofErr w:type="gramEnd"/>
          </w:p>
          <w:p w:rsidR="00E64542" w:rsidRPr="00C25F89" w:rsidRDefault="00E64542" w:rsidP="00706A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транспортом Рязанской агломерации</w:t>
            </w:r>
          </w:p>
          <w:p w:rsidR="00E64542" w:rsidRPr="00C25F89" w:rsidRDefault="00E64542" w:rsidP="00A97CB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6.1</w:t>
            </w:r>
            <w:r w:rsidR="0091198F">
              <w:rPr>
                <w:rFonts w:ascii="Times New Roman" w:hAnsi="Times New Roman"/>
              </w:rPr>
              <w:t>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DF7234">
            <w:pPr>
              <w:ind w:right="-4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Актуализация комплексной схемы организации транспортного обслуживания</w:t>
            </w:r>
          </w:p>
          <w:p w:rsidR="00E64542" w:rsidRPr="002B0876" w:rsidRDefault="00E64542" w:rsidP="00551C20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населения</w:t>
            </w:r>
          </w:p>
          <w:p w:rsidR="00E64542" w:rsidRPr="002B0876" w:rsidRDefault="00E64542" w:rsidP="00551C20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общественным транспортом Рязанской агломерации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551C20">
            <w:pPr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64542" w:rsidRPr="002B0876" w:rsidRDefault="00E64542" w:rsidP="00417D9C">
            <w:pPr>
              <w:spacing w:line="228" w:lineRule="auto"/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551C20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 </w:t>
            </w:r>
          </w:p>
          <w:p w:rsidR="00E64542" w:rsidRPr="002B0876" w:rsidRDefault="00E64542" w:rsidP="00551C20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551C20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1750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1750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542" w:rsidRPr="00E7190F" w:rsidRDefault="00E64542" w:rsidP="00A97CB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64542" w:rsidRPr="002B0876" w:rsidRDefault="00E64542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64542" w:rsidRPr="002B0876" w:rsidRDefault="00E64542" w:rsidP="00086D66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Задача 7.</w:t>
            </w:r>
          </w:p>
          <w:p w:rsidR="00E64542" w:rsidRPr="002B0876" w:rsidRDefault="00E64542" w:rsidP="00DF7234">
            <w:pPr>
              <w:ind w:right="-4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Реализация регионального проекта «Дорожная сеть (Рязанская область)», направленного </w:t>
            </w:r>
            <w:proofErr w:type="gramStart"/>
            <w:r w:rsidRPr="002B0876">
              <w:rPr>
                <w:rFonts w:ascii="Times New Roman" w:hAnsi="Times New Roman"/>
              </w:rPr>
              <w:t>на</w:t>
            </w:r>
            <w:proofErr w:type="gramEnd"/>
          </w:p>
          <w:p w:rsidR="00E64542" w:rsidRPr="002B0876" w:rsidRDefault="00E64542" w:rsidP="00086D66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достижение результатов реализации </w:t>
            </w:r>
            <w:proofErr w:type="gramStart"/>
            <w:r w:rsidRPr="002B0876">
              <w:rPr>
                <w:rFonts w:ascii="Times New Roman" w:hAnsi="Times New Roman"/>
              </w:rPr>
              <w:t>федерального</w:t>
            </w:r>
            <w:proofErr w:type="gramEnd"/>
            <w:r w:rsidRPr="002B0876">
              <w:rPr>
                <w:rFonts w:ascii="Times New Roman" w:hAnsi="Times New Roman"/>
              </w:rPr>
              <w:t xml:space="preserve"> </w:t>
            </w:r>
          </w:p>
          <w:p w:rsidR="00E64542" w:rsidRDefault="00E64542" w:rsidP="002B0876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проекта «Дорожная сеть» </w:t>
            </w:r>
            <w:r w:rsidR="005F4747">
              <w:rPr>
                <w:rFonts w:ascii="Times New Roman" w:hAnsi="Times New Roman"/>
              </w:rPr>
              <w:t>в рамках</w:t>
            </w:r>
          </w:p>
          <w:p w:rsidR="00417D9C" w:rsidRDefault="005F4747" w:rsidP="005F4747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национального </w:t>
            </w:r>
          </w:p>
          <w:p w:rsidR="005F4747" w:rsidRPr="002B0876" w:rsidRDefault="005F4747" w:rsidP="005F4747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проекта «Безопасные и качественные автомобильные дороги», в том числе:</w:t>
            </w:r>
          </w:p>
          <w:p w:rsidR="005F4747" w:rsidRPr="002B0876" w:rsidRDefault="005F4747" w:rsidP="002B08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64542" w:rsidRPr="002B0876" w:rsidRDefault="00E64542" w:rsidP="000702F5">
            <w:pPr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64542" w:rsidRPr="002B0876" w:rsidRDefault="00E64542" w:rsidP="000702F5">
            <w:pPr>
              <w:spacing w:line="228" w:lineRule="auto"/>
              <w:rPr>
                <w:rFonts w:ascii="Times New Roman" w:hAnsi="Times New Roman"/>
              </w:rPr>
            </w:pPr>
          </w:p>
          <w:p w:rsidR="00E64542" w:rsidRPr="002B0876" w:rsidRDefault="00E64542" w:rsidP="000702F5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E64542" w:rsidRPr="002B0876" w:rsidRDefault="00E64542" w:rsidP="000702F5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0702F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 в том числе:</w:t>
            </w: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  <w:p w:rsidR="00E64542" w:rsidRDefault="00E64542" w:rsidP="000702F5">
            <w:pPr>
              <w:rPr>
                <w:rFonts w:ascii="Times New Roman" w:hAnsi="Times New Roman"/>
              </w:rPr>
            </w:pPr>
          </w:p>
          <w:p w:rsidR="005F4747" w:rsidRDefault="005F4747" w:rsidP="000702F5">
            <w:pPr>
              <w:rPr>
                <w:rFonts w:ascii="Times New Roman" w:hAnsi="Times New Roman"/>
              </w:rPr>
            </w:pPr>
          </w:p>
          <w:p w:rsidR="005F4747" w:rsidRPr="002B0876" w:rsidRDefault="005F4747" w:rsidP="000702F5">
            <w:pPr>
              <w:rPr>
                <w:rFonts w:ascii="Times New Roman" w:hAnsi="Times New Roman"/>
              </w:rPr>
            </w:pP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28788C" w:rsidP="002878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14946639,64902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28788C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3153190,9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28788C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4255750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7190F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3521965,77351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7190F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4015732,97551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7190F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7190F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64542" w:rsidRPr="00C25F89" w:rsidRDefault="00E64542" w:rsidP="00086D6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к концу 2024 года:</w:t>
            </w:r>
          </w:p>
          <w:p w:rsidR="00E64542" w:rsidRPr="00C25F89" w:rsidRDefault="00E64542" w:rsidP="00417D9C">
            <w:pPr>
              <w:ind w:right="-108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обеспечение доли автомобильных дорог регионального значения, соответствующих нормативным требованиям, </w:t>
            </w:r>
            <w:r w:rsidR="00417D9C" w:rsidRPr="00C25F89">
              <w:rPr>
                <w:rFonts w:ascii="Times New Roman" w:hAnsi="Times New Roman"/>
              </w:rPr>
              <w:t xml:space="preserve">              </w:t>
            </w:r>
            <w:r w:rsidRPr="00C25F89">
              <w:rPr>
                <w:rFonts w:ascii="Times New Roman" w:hAnsi="Times New Roman"/>
              </w:rPr>
              <w:t xml:space="preserve">до </w:t>
            </w:r>
            <w:r w:rsidR="00DB4603">
              <w:rPr>
                <w:rFonts w:ascii="Times New Roman" w:hAnsi="Times New Roman"/>
              </w:rPr>
              <w:t>42</w:t>
            </w:r>
            <w:r w:rsidR="00062E3F" w:rsidRPr="00C25F89">
              <w:rPr>
                <w:rFonts w:ascii="Times New Roman" w:hAnsi="Times New Roman"/>
              </w:rPr>
              <w:t>,</w:t>
            </w:r>
            <w:r w:rsidR="00DB4603">
              <w:rPr>
                <w:rFonts w:ascii="Times New Roman" w:hAnsi="Times New Roman"/>
              </w:rPr>
              <w:t>7</w:t>
            </w:r>
            <w:r w:rsidR="000C5A4E">
              <w:rPr>
                <w:rFonts w:ascii="Times New Roman" w:hAnsi="Times New Roman"/>
              </w:rPr>
              <w:t>6</w:t>
            </w:r>
            <w:r w:rsidRPr="00C25F89">
              <w:rPr>
                <w:rFonts w:ascii="Times New Roman" w:hAnsi="Times New Roman"/>
              </w:rPr>
              <w:t xml:space="preserve">%;  </w:t>
            </w:r>
          </w:p>
          <w:p w:rsidR="00E64542" w:rsidRPr="00C25F89" w:rsidRDefault="00E64542" w:rsidP="0020295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доли дорожной сети городских агломераций,</w:t>
            </w:r>
          </w:p>
          <w:p w:rsidR="00E64542" w:rsidRPr="00C25F89" w:rsidRDefault="00E64542" w:rsidP="0020295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находящейся в</w:t>
            </w:r>
          </w:p>
          <w:p w:rsidR="005F4747" w:rsidRPr="00C25F89" w:rsidRDefault="005F4747" w:rsidP="005F474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нормативном</w:t>
            </w:r>
          </w:p>
          <w:p w:rsidR="005F4747" w:rsidRPr="00C25F89" w:rsidRDefault="005F4747" w:rsidP="00417D9C">
            <w:pPr>
              <w:pStyle w:val="ae"/>
              <w:ind w:right="-108"/>
              <w:rPr>
                <w:rFonts w:ascii="Times New Roman" w:hAnsi="Times New Roman"/>
              </w:rPr>
            </w:pPr>
            <w:proofErr w:type="gramStart"/>
            <w:r w:rsidRPr="00C25F89">
              <w:rPr>
                <w:rFonts w:ascii="Times New Roman" w:hAnsi="Times New Roman"/>
              </w:rPr>
              <w:t>состоянии</w:t>
            </w:r>
            <w:proofErr w:type="gramEnd"/>
            <w:r w:rsidRPr="00C25F89">
              <w:rPr>
                <w:rFonts w:ascii="Times New Roman" w:hAnsi="Times New Roman"/>
              </w:rPr>
              <w:t xml:space="preserve">, </w:t>
            </w:r>
            <w:r w:rsidR="00417D9C" w:rsidRPr="00C25F89">
              <w:rPr>
                <w:rFonts w:ascii="Times New Roman" w:hAnsi="Times New Roman"/>
              </w:rPr>
              <w:t xml:space="preserve">               </w:t>
            </w:r>
            <w:r w:rsidRPr="00C25F89">
              <w:rPr>
                <w:rFonts w:ascii="Times New Roman" w:hAnsi="Times New Roman"/>
              </w:rPr>
              <w:t>до 92,7%;</w:t>
            </w:r>
          </w:p>
          <w:p w:rsidR="005F4747" w:rsidRPr="00C25F89" w:rsidRDefault="005F4747" w:rsidP="00417D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доли автомобильных дорог </w:t>
            </w:r>
            <w:proofErr w:type="gramStart"/>
            <w:r w:rsidRPr="00C25F89">
              <w:rPr>
                <w:rFonts w:ascii="Times New Roman" w:hAnsi="Times New Roman"/>
              </w:rPr>
              <w:t>федерального</w:t>
            </w:r>
            <w:proofErr w:type="gramEnd"/>
            <w:r w:rsidRPr="00C25F89">
              <w:rPr>
                <w:rFonts w:ascii="Times New Roman" w:hAnsi="Times New Roman"/>
              </w:rPr>
              <w:t xml:space="preserve"> и </w:t>
            </w: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4542" w:rsidRPr="002B0876" w:rsidRDefault="00E64542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64542" w:rsidRPr="002B0876" w:rsidRDefault="00E64542" w:rsidP="0020295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64542" w:rsidRPr="002B0876" w:rsidRDefault="00E64542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64542" w:rsidRPr="002B0876" w:rsidRDefault="00E64542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0702F5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  <w:p w:rsidR="00E64542" w:rsidRDefault="00E64542" w:rsidP="000702F5">
            <w:pPr>
              <w:rPr>
                <w:rFonts w:ascii="Times New Roman" w:hAnsi="Times New Roman"/>
              </w:rPr>
            </w:pPr>
          </w:p>
          <w:p w:rsidR="005F4747" w:rsidRDefault="005F4747" w:rsidP="000702F5">
            <w:pPr>
              <w:rPr>
                <w:rFonts w:ascii="Times New Roman" w:hAnsi="Times New Roman"/>
              </w:rPr>
            </w:pPr>
          </w:p>
          <w:p w:rsidR="005F4747" w:rsidRPr="002B0876" w:rsidRDefault="005F4747" w:rsidP="000702F5">
            <w:pPr>
              <w:rPr>
                <w:rFonts w:ascii="Times New Roman" w:hAnsi="Times New Roman"/>
              </w:rPr>
            </w:pPr>
          </w:p>
          <w:p w:rsidR="00E64542" w:rsidRPr="002B0876" w:rsidRDefault="00E64542" w:rsidP="00655D90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7190F" w:rsidP="00655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4373190,9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7190F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2423190,9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7190F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730000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7190F" w:rsidP="00655D90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7190F" w:rsidP="00655D90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7190F" w:rsidP="00655D90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4542" w:rsidRPr="002B0876" w:rsidRDefault="00E64542" w:rsidP="0020295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20295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64542" w:rsidRPr="002B0876" w:rsidRDefault="00E64542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0702F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E64542" w:rsidRPr="002B0876" w:rsidRDefault="00E64542" w:rsidP="000702F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E64542" w:rsidRDefault="00E64542" w:rsidP="00655D90">
            <w:pPr>
              <w:rPr>
                <w:rFonts w:ascii="Times New Roman" w:hAnsi="Times New Roman"/>
              </w:rPr>
            </w:pPr>
          </w:p>
          <w:p w:rsidR="005F4747" w:rsidRDefault="005F4747" w:rsidP="00655D90">
            <w:pPr>
              <w:rPr>
                <w:rFonts w:ascii="Times New Roman" w:hAnsi="Times New Roman"/>
              </w:rPr>
            </w:pPr>
          </w:p>
          <w:p w:rsidR="005F4747" w:rsidRPr="002B0876" w:rsidRDefault="005F4747" w:rsidP="00655D90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7190F" w:rsidP="00655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10573448,74902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1F0E91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7190F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3035750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7190F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2791965,77351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7190F" w:rsidP="00655D90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4015732,97551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7190F" w:rsidP="00655D90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7190F" w:rsidP="00655D90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542" w:rsidRPr="002B0876" w:rsidRDefault="00E64542" w:rsidP="0020295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64542" w:rsidRPr="002B0876" w:rsidRDefault="00E64542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E64542" w:rsidRPr="002B0876" w:rsidRDefault="00E64542" w:rsidP="005F474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64542" w:rsidRPr="002B0876" w:rsidRDefault="00E64542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64542" w:rsidRPr="002B0876" w:rsidRDefault="00E64542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бюджетные ассигнования дорожного фонда</w:t>
            </w:r>
          </w:p>
          <w:p w:rsidR="00E64542" w:rsidRDefault="00E64542" w:rsidP="000702F5">
            <w:pPr>
              <w:rPr>
                <w:rFonts w:ascii="Times New Roman" w:hAnsi="Times New Roman"/>
              </w:rPr>
            </w:pPr>
          </w:p>
          <w:p w:rsidR="005F4747" w:rsidRDefault="005F4747" w:rsidP="000702F5">
            <w:pPr>
              <w:rPr>
                <w:rFonts w:ascii="Times New Roman" w:hAnsi="Times New Roman"/>
              </w:rPr>
            </w:pPr>
          </w:p>
          <w:p w:rsidR="0028788C" w:rsidRPr="002B0876" w:rsidRDefault="0028788C" w:rsidP="000702F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7190F" w:rsidP="000702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10573448,74902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1F0E9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7190F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3035750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7190F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2791965,77351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7190F" w:rsidRPr="002B0876" w:rsidRDefault="00E7190F" w:rsidP="00E7190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4015732,97551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7190F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7190F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C25F89" w:rsidRDefault="00417D9C" w:rsidP="00086D6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регионального</w:t>
            </w:r>
          </w:p>
          <w:p w:rsidR="00E64542" w:rsidRPr="00C25F89" w:rsidRDefault="00E64542" w:rsidP="00086D6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значения,</w:t>
            </w:r>
          </w:p>
          <w:p w:rsidR="00E64542" w:rsidRPr="00C25F89" w:rsidRDefault="00E64542" w:rsidP="00086D66">
            <w:pPr>
              <w:pStyle w:val="ae"/>
              <w:rPr>
                <w:rFonts w:ascii="Times New Roman" w:hAnsi="Times New Roman"/>
              </w:rPr>
            </w:pPr>
            <w:proofErr w:type="gramStart"/>
            <w:r w:rsidRPr="00C25F89">
              <w:rPr>
                <w:rFonts w:ascii="Times New Roman" w:hAnsi="Times New Roman"/>
              </w:rPr>
              <w:t>работающих</w:t>
            </w:r>
            <w:proofErr w:type="gramEnd"/>
            <w:r w:rsidRPr="00C25F89">
              <w:rPr>
                <w:rFonts w:ascii="Times New Roman" w:hAnsi="Times New Roman"/>
              </w:rPr>
              <w:t xml:space="preserve"> в режиме перегрузки, до 3%; </w:t>
            </w:r>
          </w:p>
          <w:p w:rsidR="00E64542" w:rsidRPr="00C25F89" w:rsidRDefault="00E64542" w:rsidP="00086D66">
            <w:pPr>
              <w:pStyle w:val="ae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сокращение количества мест концентрации дорожно-транспортных происшествий (аварийно-опасных участков) на дорожной сети до 50%;</w:t>
            </w:r>
          </w:p>
          <w:p w:rsidR="00E64542" w:rsidRPr="00C25F89" w:rsidRDefault="00E64542" w:rsidP="00086D66">
            <w:pPr>
              <w:pStyle w:val="ae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сокращение количества мест </w:t>
            </w:r>
          </w:p>
          <w:p w:rsidR="00E64542" w:rsidRPr="00C25F89" w:rsidRDefault="00E64542" w:rsidP="00086D66">
            <w:pPr>
              <w:pStyle w:val="ae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концентрации</w:t>
            </w:r>
          </w:p>
          <w:p w:rsidR="00E64542" w:rsidRPr="00C25F89" w:rsidRDefault="00E64542" w:rsidP="00086D66">
            <w:pPr>
              <w:pStyle w:val="ae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дорожно-транспортных происшествий</w:t>
            </w:r>
          </w:p>
          <w:p w:rsidR="00E64542" w:rsidRPr="00C25F89" w:rsidRDefault="00E64542" w:rsidP="00086D66">
            <w:pPr>
              <w:pStyle w:val="ae"/>
              <w:rPr>
                <w:rFonts w:ascii="Times New Roman" w:hAnsi="Times New Roman"/>
              </w:rPr>
            </w:pPr>
            <w:proofErr w:type="gramStart"/>
            <w:r w:rsidRPr="00C25F89">
              <w:rPr>
                <w:rFonts w:ascii="Times New Roman" w:hAnsi="Times New Roman"/>
              </w:rPr>
              <w:t>(аварийно-</w:t>
            </w:r>
            <w:proofErr w:type="gramEnd"/>
          </w:p>
          <w:p w:rsidR="00E64542" w:rsidRPr="00C25F89" w:rsidRDefault="00E64542" w:rsidP="00086D66">
            <w:pPr>
              <w:pStyle w:val="ae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опасных участков) на дорожной сети</w:t>
            </w:r>
          </w:p>
          <w:p w:rsidR="00DA77C9" w:rsidRPr="00C25F89" w:rsidRDefault="00E64542" w:rsidP="00086D66">
            <w:pPr>
              <w:pStyle w:val="ae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Рязанской городской агломерации</w:t>
            </w:r>
          </w:p>
          <w:p w:rsidR="00E64542" w:rsidRPr="00C25F89" w:rsidRDefault="00E64542" w:rsidP="00086D66">
            <w:pPr>
              <w:pStyle w:val="ae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до 50%</w:t>
            </w:r>
          </w:p>
          <w:p w:rsidR="00E64542" w:rsidRPr="00C25F89" w:rsidRDefault="00E64542" w:rsidP="00086D6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64542" w:rsidRPr="002B0876" w:rsidRDefault="00E64542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7.1.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64542" w:rsidRPr="002B0876" w:rsidRDefault="00E64542" w:rsidP="00086D6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Содержание автомобильных дорог общего пользования регионального или </w:t>
            </w:r>
            <w:r w:rsidRPr="002B0876">
              <w:rPr>
                <w:rFonts w:ascii="Times New Roman" w:hAnsi="Times New Roman"/>
                <w:spacing w:val="-2"/>
              </w:rPr>
              <w:t>межмуниципального</w:t>
            </w:r>
            <w:r w:rsidRPr="002B0876">
              <w:rPr>
                <w:rFonts w:ascii="Times New Roman" w:hAnsi="Times New Roman"/>
              </w:rPr>
              <w:t xml:space="preserve"> значения и </w:t>
            </w:r>
          </w:p>
          <w:p w:rsidR="00E64542" w:rsidRPr="002B0876" w:rsidRDefault="00E64542" w:rsidP="00086D6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искусственных сооружений </w:t>
            </w:r>
            <w:proofErr w:type="gramStart"/>
            <w:r w:rsidRPr="002B0876">
              <w:rPr>
                <w:rFonts w:ascii="Times New Roman" w:hAnsi="Times New Roman"/>
              </w:rPr>
              <w:t>на</w:t>
            </w:r>
            <w:proofErr w:type="gramEnd"/>
            <w:r w:rsidRPr="002B0876">
              <w:rPr>
                <w:rFonts w:ascii="Times New Roman" w:hAnsi="Times New Roman"/>
              </w:rPr>
              <w:t xml:space="preserve"> </w:t>
            </w:r>
          </w:p>
          <w:p w:rsidR="00E64542" w:rsidRPr="002B0876" w:rsidRDefault="00E64542" w:rsidP="00086D66">
            <w:pPr>
              <w:rPr>
                <w:rFonts w:ascii="Times New Roman" w:hAnsi="Times New Roman"/>
                <w:bCs/>
                <w:vertAlign w:val="superscript"/>
              </w:rPr>
            </w:pPr>
            <w:r w:rsidRPr="002B0876">
              <w:rPr>
                <w:rFonts w:ascii="Times New Roman" w:hAnsi="Times New Roman"/>
              </w:rPr>
              <w:t>них</w:t>
            </w:r>
            <w:proofErr w:type="gramStart"/>
            <w:r w:rsidRPr="002B0876">
              <w:rPr>
                <w:rFonts w:ascii="Times New Roman" w:hAnsi="Times New Roman"/>
                <w:bCs/>
                <w:vertAlign w:val="superscript"/>
              </w:rPr>
              <w:t>2</w:t>
            </w:r>
            <w:proofErr w:type="gramEnd"/>
          </w:p>
          <w:p w:rsidR="00E64542" w:rsidRPr="002B0876" w:rsidRDefault="00E64542" w:rsidP="00086D66">
            <w:pPr>
              <w:rPr>
                <w:rFonts w:ascii="Times New Roman" w:hAnsi="Times New Roman"/>
                <w:bCs/>
                <w:vertAlign w:val="superscript"/>
              </w:rPr>
            </w:pPr>
          </w:p>
          <w:p w:rsidR="00E64542" w:rsidRPr="002B0876" w:rsidRDefault="00E64542" w:rsidP="0020295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64542" w:rsidRPr="002B0876" w:rsidRDefault="00E64542" w:rsidP="000702F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64542" w:rsidRPr="002B0876" w:rsidRDefault="00E64542" w:rsidP="000702F5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E64542" w:rsidRPr="002B0876" w:rsidRDefault="00E64542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ГКУ Рязанской области «ДДРО»</w:t>
            </w: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0702F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 в том числе:</w:t>
            </w: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10778,49234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10778,49234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943460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943460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943460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943460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943460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4542" w:rsidRPr="002B0876" w:rsidRDefault="00E64542" w:rsidP="0020295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4542" w:rsidRPr="002B0876" w:rsidRDefault="00E64542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64542" w:rsidRPr="002B0876" w:rsidRDefault="00E64542" w:rsidP="00551C2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64542" w:rsidRPr="002B0876" w:rsidRDefault="00E64542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64542" w:rsidRPr="002B0876" w:rsidRDefault="00E64542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0702F5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6090,662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6090,662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943460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943460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943460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943460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943460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4542" w:rsidRPr="002B0876" w:rsidRDefault="00E64542" w:rsidP="00A97CB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11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4542" w:rsidRPr="002B0876" w:rsidRDefault="00E64542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64542" w:rsidRPr="002B0876" w:rsidRDefault="00E64542" w:rsidP="00551C2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64542" w:rsidRPr="002B0876" w:rsidRDefault="00E64542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64542" w:rsidRPr="002B0876" w:rsidRDefault="00E64542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0702F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E64542" w:rsidRPr="002B0876" w:rsidRDefault="00E64542" w:rsidP="000702F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4687,83034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4687,83034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943460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943460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943460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943460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943460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4542" w:rsidRPr="002B0876" w:rsidRDefault="00E64542" w:rsidP="00A97CB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551C2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64542" w:rsidRPr="002B0876" w:rsidRDefault="00E64542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бюджетные ассигнования дорожного фонда</w:t>
            </w: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4687,83034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4687,83034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943460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943460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943460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943460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943460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542" w:rsidRPr="002B0876" w:rsidRDefault="00E64542" w:rsidP="00202955">
            <w:pPr>
              <w:pStyle w:val="ae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4747" w:rsidRPr="002B0876" w:rsidRDefault="005F4747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7.2.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5F4747" w:rsidRPr="002B0876" w:rsidRDefault="005F4747" w:rsidP="005F4747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Капитальный ремонт  и ремонт </w:t>
            </w:r>
          </w:p>
          <w:p w:rsidR="005F4747" w:rsidRPr="002B0876" w:rsidRDefault="005F4747" w:rsidP="005F4747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автомобильных дорог общего пользования</w:t>
            </w:r>
          </w:p>
          <w:p w:rsidR="005F4747" w:rsidRPr="002B0876" w:rsidRDefault="005F4747" w:rsidP="005F4747">
            <w:pPr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регионального или межмуниципального значения 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5F4747" w:rsidRPr="002B0876" w:rsidRDefault="005F4747" w:rsidP="002A565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5F4747" w:rsidRPr="002B0876" w:rsidRDefault="005F4747" w:rsidP="002A565F">
            <w:pPr>
              <w:rPr>
                <w:rFonts w:ascii="Times New Roman" w:hAnsi="Times New Roman"/>
              </w:rPr>
            </w:pPr>
          </w:p>
          <w:p w:rsidR="005F4747" w:rsidRPr="002B0876" w:rsidRDefault="005F4747" w:rsidP="002A565F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F4747" w:rsidRPr="002B0876" w:rsidRDefault="005F4747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ГКУ Рязанской области «ДДРО»</w:t>
            </w:r>
          </w:p>
          <w:p w:rsidR="005F4747" w:rsidRPr="002B0876" w:rsidRDefault="005F4747" w:rsidP="002A565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F4747" w:rsidRPr="002B0876" w:rsidRDefault="005F4747" w:rsidP="005F4747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 в том числе:</w:t>
            </w:r>
          </w:p>
          <w:p w:rsidR="005F4747" w:rsidRDefault="005F4747" w:rsidP="000702F5">
            <w:pPr>
              <w:rPr>
                <w:rFonts w:ascii="Times New Roman" w:hAnsi="Times New Roman"/>
              </w:rPr>
            </w:pPr>
          </w:p>
          <w:p w:rsidR="005F4747" w:rsidRDefault="005F4747" w:rsidP="000702F5">
            <w:pPr>
              <w:rPr>
                <w:rFonts w:ascii="Times New Roman" w:hAnsi="Times New Roman"/>
              </w:rPr>
            </w:pPr>
          </w:p>
          <w:p w:rsidR="005F4747" w:rsidRDefault="005F4747" w:rsidP="000702F5">
            <w:pPr>
              <w:rPr>
                <w:rFonts w:ascii="Times New Roman" w:hAnsi="Times New Roman"/>
              </w:rPr>
            </w:pPr>
          </w:p>
          <w:p w:rsidR="005F4747" w:rsidRDefault="005F4747" w:rsidP="000702F5">
            <w:pPr>
              <w:rPr>
                <w:rFonts w:ascii="Times New Roman" w:hAnsi="Times New Roman"/>
              </w:rPr>
            </w:pPr>
          </w:p>
          <w:p w:rsidR="005F4747" w:rsidRDefault="005F4747" w:rsidP="000702F5">
            <w:pPr>
              <w:rPr>
                <w:rFonts w:ascii="Times New Roman" w:hAnsi="Times New Roman"/>
              </w:rPr>
            </w:pPr>
          </w:p>
          <w:p w:rsidR="005F4747" w:rsidRPr="002B0876" w:rsidRDefault="005F4747" w:rsidP="000702F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943460" w:rsidP="002A56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10739661,15668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2A565F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2A565F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2A565F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2A565F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1971212,40766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747" w:rsidRPr="002B0876" w:rsidRDefault="00943460" w:rsidP="002A565F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2830750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747" w:rsidRPr="002B0876" w:rsidRDefault="00943460" w:rsidP="002A565F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2721965,77351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747" w:rsidRPr="002B0876" w:rsidRDefault="00943460" w:rsidP="002A565F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3215732,97551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747" w:rsidRPr="002B0876" w:rsidRDefault="00943460" w:rsidP="002A565F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747" w:rsidRPr="002B0876" w:rsidRDefault="00943460" w:rsidP="002A565F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747" w:rsidRPr="002B0876" w:rsidRDefault="005F4747" w:rsidP="00202955">
            <w:pPr>
              <w:pStyle w:val="ae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850"/>
        </w:trPr>
        <w:tc>
          <w:tcPr>
            <w:tcW w:w="4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F4747" w:rsidRPr="002B0876" w:rsidRDefault="005F4747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5F4747" w:rsidRPr="002B0876" w:rsidRDefault="005F4747" w:rsidP="005601C4">
            <w:pPr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искусственных</w:t>
            </w:r>
          </w:p>
          <w:p w:rsidR="005F4747" w:rsidRPr="002B0876" w:rsidRDefault="00602AC7" w:rsidP="00DA77C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сооружений на них,</w:t>
            </w:r>
            <w:r w:rsidR="005F4747" w:rsidRPr="002B0876">
              <w:rPr>
                <w:rFonts w:ascii="Times New Roman" w:hAnsi="Times New Roman"/>
              </w:rPr>
              <w:t xml:space="preserve">  в том числе уникальных искусственных сооружений</w:t>
            </w:r>
            <w:r w:rsidR="005F4747" w:rsidRPr="002B0876">
              <w:rPr>
                <w:rFonts w:ascii="Times New Roman" w:hAnsi="Times New Roman"/>
                <w:vertAlign w:val="superscript"/>
              </w:rPr>
              <w:t>3</w:t>
            </w:r>
            <w:r w:rsidR="005F4747" w:rsidRPr="002B0876">
              <w:rPr>
                <w:rFonts w:ascii="Times New Roman" w:hAnsi="Times New Roman"/>
              </w:rPr>
              <w:t xml:space="preserve">                        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F4747" w:rsidRPr="002B0876" w:rsidRDefault="005F4747" w:rsidP="00D11B91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5F4747" w:rsidRPr="002B0876" w:rsidRDefault="005F4747" w:rsidP="00D11B9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5F4747" w:rsidRPr="002B0876" w:rsidRDefault="005F4747" w:rsidP="00D11B91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5F4747" w:rsidRPr="002B0876" w:rsidRDefault="005F4747" w:rsidP="00D11B91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бюджет,      из них:</w:t>
            </w:r>
          </w:p>
          <w:p w:rsidR="005F4747" w:rsidRPr="002B0876" w:rsidRDefault="005F4747" w:rsidP="00D11B91">
            <w:pPr>
              <w:rPr>
                <w:rFonts w:ascii="Times New Roman" w:hAnsi="Times New Roman"/>
              </w:rPr>
            </w:pPr>
          </w:p>
          <w:p w:rsidR="005F4747" w:rsidRPr="002B0876" w:rsidRDefault="005F4747" w:rsidP="00D11B91">
            <w:pPr>
              <w:rPr>
                <w:rFonts w:ascii="Times New Roman" w:hAnsi="Times New Roman"/>
              </w:rPr>
            </w:pPr>
          </w:p>
          <w:p w:rsidR="005F4747" w:rsidRPr="002B0876" w:rsidRDefault="005F4747" w:rsidP="00D11B91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C35E95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3395600,238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C35E9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1935600,238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F4747" w:rsidRPr="002B0876" w:rsidRDefault="005F4747" w:rsidP="00C35E9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F4747" w:rsidRPr="002B0876" w:rsidRDefault="005F4747" w:rsidP="00C35E9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730000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5F4747" w:rsidRPr="002B0876" w:rsidRDefault="00943460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F4747" w:rsidRPr="002B0876" w:rsidRDefault="00943460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F4747" w:rsidRPr="002B0876" w:rsidRDefault="00943460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747" w:rsidRPr="002B0876" w:rsidRDefault="005F4747" w:rsidP="00AC59F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4542" w:rsidRPr="002B0876" w:rsidRDefault="00E64542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64542" w:rsidRPr="002B0876" w:rsidRDefault="00E64542" w:rsidP="005601C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64542" w:rsidRPr="002B0876" w:rsidRDefault="00E64542" w:rsidP="005601C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64542" w:rsidRPr="002B0876" w:rsidRDefault="00E64542" w:rsidP="005601C4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D11B91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выполнение работ на принципах контракта жизненного цикла</w:t>
            </w:r>
          </w:p>
          <w:p w:rsidR="00E64542" w:rsidRDefault="00E64542" w:rsidP="00D11B91">
            <w:pPr>
              <w:ind w:right="-108"/>
              <w:rPr>
                <w:rFonts w:ascii="Times New Roman" w:hAnsi="Times New Roman"/>
              </w:rPr>
            </w:pPr>
          </w:p>
          <w:p w:rsidR="005F4747" w:rsidRPr="002B0876" w:rsidRDefault="005F4747" w:rsidP="00D11B91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36D1C" w:rsidRDefault="0034594A" w:rsidP="00C35E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491934,33584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36D1C" w:rsidRDefault="00E64542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36D1C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36D1C" w:rsidRDefault="00E64542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36D1C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36D1C" w:rsidRDefault="00E64542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36D1C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36D1C" w:rsidRDefault="00236D1C" w:rsidP="00C35E95">
            <w:pPr>
              <w:ind w:hanging="108"/>
              <w:jc w:val="center"/>
              <w:rPr>
                <w:rFonts w:ascii="Times New Roman" w:hAnsi="Times New Roman"/>
              </w:rPr>
            </w:pPr>
            <w:r w:rsidRPr="00236D1C">
              <w:rPr>
                <w:rFonts w:ascii="Times New Roman" w:hAnsi="Times New Roman"/>
              </w:rPr>
              <w:t>62902,91003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36D1C" w:rsidRDefault="0034594A" w:rsidP="00240DE7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429031,42581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36D1C" w:rsidRDefault="00236D1C" w:rsidP="00240DE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36D1C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36D1C" w:rsidRDefault="00236D1C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36D1C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943460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943460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542" w:rsidRPr="002B0876" w:rsidRDefault="00E64542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4542" w:rsidRPr="002B0876" w:rsidRDefault="00E64542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64542" w:rsidRPr="002B0876" w:rsidRDefault="00E64542" w:rsidP="005601C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64542" w:rsidRPr="002B0876" w:rsidRDefault="00E64542" w:rsidP="005601C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64542" w:rsidRPr="002B0876" w:rsidRDefault="00E64542" w:rsidP="005601C4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D11B91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E64542" w:rsidRPr="002B0876" w:rsidRDefault="00E64542" w:rsidP="00D11B9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E64542" w:rsidRPr="002B0876" w:rsidRDefault="00E64542" w:rsidP="00D11B91">
            <w:pPr>
              <w:rPr>
                <w:rFonts w:ascii="Times New Roman" w:hAnsi="Times New Roman"/>
              </w:rPr>
            </w:pPr>
          </w:p>
          <w:p w:rsidR="00E64542" w:rsidRPr="002B0876" w:rsidRDefault="00E64542" w:rsidP="00D11B91">
            <w:pPr>
              <w:rPr>
                <w:rFonts w:ascii="Times New Roman" w:hAnsi="Times New Roman"/>
              </w:rPr>
            </w:pPr>
          </w:p>
          <w:p w:rsidR="00E64542" w:rsidRPr="002B0876" w:rsidRDefault="00E64542" w:rsidP="00D11B91">
            <w:pPr>
              <w:rPr>
                <w:rFonts w:ascii="Times New Roman" w:hAnsi="Times New Roman"/>
              </w:rPr>
            </w:pPr>
          </w:p>
          <w:p w:rsidR="00E64542" w:rsidRPr="002B0876" w:rsidRDefault="00E64542" w:rsidP="00D11B91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943460" w:rsidP="00C35E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7344060,91868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C35E9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35612,16966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943460" w:rsidP="00C35E9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2100750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943460" w:rsidP="00C35E9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1991965,77351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943460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3215732,97551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943460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943460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542" w:rsidRPr="002B0876" w:rsidRDefault="00E64542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943460" w:rsidRPr="002B0876" w:rsidTr="00991D48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43460" w:rsidRPr="002B0876" w:rsidRDefault="00943460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43460" w:rsidRPr="002B0876" w:rsidRDefault="00943460" w:rsidP="005601C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43460" w:rsidRPr="002B0876" w:rsidRDefault="00943460" w:rsidP="005601C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943460" w:rsidRPr="002B0876" w:rsidRDefault="00943460" w:rsidP="005601C4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3460" w:rsidRPr="002B0876" w:rsidRDefault="00943460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бюджетные ассигнования дорожного фонда, в том числе:</w:t>
            </w:r>
          </w:p>
          <w:p w:rsidR="00943460" w:rsidRPr="002B0876" w:rsidRDefault="00943460" w:rsidP="00D11B91">
            <w:pPr>
              <w:rPr>
                <w:rFonts w:ascii="Times New Roman" w:hAnsi="Times New Roman"/>
              </w:rPr>
            </w:pPr>
          </w:p>
          <w:p w:rsidR="00943460" w:rsidRPr="002B0876" w:rsidRDefault="00943460" w:rsidP="00D11B91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43460" w:rsidRPr="002B0876" w:rsidRDefault="00943460" w:rsidP="000D46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7344060,91868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43460" w:rsidRPr="002B0876" w:rsidRDefault="00943460" w:rsidP="000D46CB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43460" w:rsidRPr="002B0876" w:rsidRDefault="00943460" w:rsidP="000D46CB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43460" w:rsidRPr="002B0876" w:rsidRDefault="00943460" w:rsidP="000D46CB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43460" w:rsidRPr="002B0876" w:rsidRDefault="00943460" w:rsidP="000D46CB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35612,16966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943460" w:rsidRPr="002B0876" w:rsidRDefault="00943460" w:rsidP="000D46CB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2100750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943460" w:rsidRPr="002B0876" w:rsidRDefault="00943460" w:rsidP="000D46CB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1991965,77351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943460" w:rsidRPr="002B0876" w:rsidRDefault="00943460" w:rsidP="000D46CB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3215732,97551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943460" w:rsidRPr="002B0876" w:rsidRDefault="00943460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943460" w:rsidRPr="002B0876" w:rsidRDefault="00943460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460" w:rsidRPr="002B0876" w:rsidRDefault="00943460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5601C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5601C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64542" w:rsidRPr="002B0876" w:rsidRDefault="00E64542" w:rsidP="005601C4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Default="00E64542" w:rsidP="00655D90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выполнение работ на принципах контракта жизненного цикла</w:t>
            </w:r>
          </w:p>
          <w:p w:rsidR="005F4747" w:rsidRPr="002B0876" w:rsidRDefault="005F4747" w:rsidP="00655D90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C63C63" w:rsidP="00655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249025,98248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C63C63" w:rsidP="00655D90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249025,98248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236D1C" w:rsidP="00655D90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236D1C" w:rsidP="00655D90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236D1C" w:rsidP="00655D90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236D1C" w:rsidP="00655D90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542" w:rsidRPr="002B0876" w:rsidRDefault="00E64542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991D48" w:rsidRPr="002B0876" w:rsidTr="004E2515">
        <w:trPr>
          <w:cantSplit/>
          <w:trHeight w:val="2275"/>
        </w:trPr>
        <w:tc>
          <w:tcPr>
            <w:tcW w:w="4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64542" w:rsidRPr="002B0876" w:rsidRDefault="00E64542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7.3.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64542" w:rsidRPr="002B0876" w:rsidRDefault="00E64542" w:rsidP="00A97CB9">
            <w:pPr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Субсидии </w:t>
            </w:r>
            <w:r w:rsidR="005A6F13">
              <w:rPr>
                <w:rFonts w:ascii="Times New Roman" w:hAnsi="Times New Roman"/>
              </w:rPr>
              <w:t xml:space="preserve">бюджетам </w:t>
            </w:r>
            <w:r w:rsidRPr="002B0876">
              <w:rPr>
                <w:rFonts w:ascii="Times New Roman" w:hAnsi="Times New Roman"/>
              </w:rPr>
              <w:t>муниципальны</w:t>
            </w:r>
            <w:r w:rsidR="005A6F13">
              <w:rPr>
                <w:rFonts w:ascii="Times New Roman" w:hAnsi="Times New Roman"/>
              </w:rPr>
              <w:t>х образований</w:t>
            </w:r>
            <w:r w:rsidRPr="002B0876">
              <w:rPr>
                <w:rFonts w:ascii="Times New Roman" w:hAnsi="Times New Roman"/>
              </w:rPr>
              <w:t xml:space="preserve"> </w:t>
            </w:r>
            <w:r w:rsidR="005A6F13">
              <w:rPr>
                <w:rFonts w:ascii="Times New Roman" w:hAnsi="Times New Roman"/>
              </w:rPr>
              <w:t xml:space="preserve">Рязанской области  </w:t>
            </w:r>
            <w:r w:rsidRPr="002B0876">
              <w:rPr>
                <w:rFonts w:ascii="Times New Roman" w:hAnsi="Times New Roman"/>
              </w:rPr>
              <w:t>на реконструкцию, капитальный ремонт,</w:t>
            </w:r>
          </w:p>
          <w:p w:rsidR="00E64542" w:rsidRPr="002B0876" w:rsidRDefault="00E64542" w:rsidP="00A97CB9">
            <w:pPr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ремонт и содержание социально </w:t>
            </w:r>
            <w:proofErr w:type="gramStart"/>
            <w:r w:rsidRPr="002B0876">
              <w:rPr>
                <w:rFonts w:ascii="Times New Roman" w:hAnsi="Times New Roman"/>
              </w:rPr>
              <w:t>значимых</w:t>
            </w:r>
            <w:proofErr w:type="gramEnd"/>
            <w:r w:rsidRPr="002B0876">
              <w:rPr>
                <w:rFonts w:ascii="Times New Roman" w:hAnsi="Times New Roman"/>
              </w:rPr>
              <w:t xml:space="preserve"> </w:t>
            </w:r>
          </w:p>
          <w:p w:rsidR="00E64542" w:rsidRPr="002B0876" w:rsidRDefault="00E64542" w:rsidP="00A97CB9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</w:t>
            </w:r>
          </w:p>
          <w:p w:rsidR="00E64542" w:rsidRPr="002B0876" w:rsidRDefault="00E64542" w:rsidP="00A97CB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Правительства Российской Федерации, Губернатора Рязанской области и Правительства Рязанской области, </w:t>
            </w:r>
            <w:proofErr w:type="gramStart"/>
            <w:r w:rsidRPr="002B0876">
              <w:rPr>
                <w:rFonts w:ascii="Times New Roman" w:hAnsi="Times New Roman"/>
              </w:rPr>
              <w:t>содержащих</w:t>
            </w:r>
            <w:proofErr w:type="gramEnd"/>
            <w:r w:rsidRPr="002B0876">
              <w:rPr>
                <w:rFonts w:ascii="Times New Roman" w:hAnsi="Times New Roman"/>
              </w:rPr>
              <w:t xml:space="preserve"> указание на их</w:t>
            </w:r>
          </w:p>
          <w:p w:rsidR="00E64542" w:rsidRPr="002B0876" w:rsidRDefault="00E64542" w:rsidP="00A97CB9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реализацию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64542" w:rsidRPr="002B0876" w:rsidRDefault="00E64542" w:rsidP="006A68CE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64542" w:rsidRPr="002B0876" w:rsidRDefault="00E64542" w:rsidP="006A68C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</w:tcPr>
          <w:p w:rsidR="00E64542" w:rsidRPr="002B0876" w:rsidRDefault="00E64542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64542" w:rsidRPr="002B0876" w:rsidRDefault="00E64542" w:rsidP="006A68CE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6A68CE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E64542" w:rsidRPr="002B0876" w:rsidRDefault="00E64542" w:rsidP="006A68C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E64542" w:rsidRPr="002B0876" w:rsidRDefault="00E64542" w:rsidP="006A68C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64542" w:rsidRPr="002B0876" w:rsidRDefault="00E64542" w:rsidP="006A68C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64542" w:rsidRPr="002B0876" w:rsidRDefault="00E64542" w:rsidP="006A68C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1F414F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2822700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6A68CE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6A68CE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6A68CE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D57EAE" w:rsidP="006A68CE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689700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1F414F" w:rsidP="006A68CE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533000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1F414F" w:rsidP="006A68CE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1F414F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1F414F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1F414F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64542" w:rsidRPr="002B0876" w:rsidRDefault="00E64542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991D48" w:rsidRPr="002B0876" w:rsidTr="004E2515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A97CB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5601C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64542" w:rsidRPr="002B0876" w:rsidRDefault="00E64542" w:rsidP="005601C4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бюджетные ассигнования дорожного фонда</w:t>
            </w:r>
          </w:p>
          <w:p w:rsidR="00E64542" w:rsidRPr="002B0876" w:rsidRDefault="00E64542" w:rsidP="00D11B91">
            <w:pPr>
              <w:rPr>
                <w:rFonts w:ascii="Times New Roman" w:hAnsi="Times New Roman"/>
              </w:rPr>
            </w:pPr>
          </w:p>
          <w:p w:rsidR="00E64542" w:rsidRPr="002B0876" w:rsidRDefault="00E64542" w:rsidP="00D11B91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1F414F" w:rsidP="00D11B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2822700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D57EAE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689700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1F414F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533000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1F414F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1F414F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1F414F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1F414F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64542" w:rsidRPr="002B0876" w:rsidRDefault="00E64542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4E2515" w:rsidRPr="002B0876" w:rsidTr="004E2515">
        <w:trPr>
          <w:cantSplit/>
          <w:trHeight w:val="98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2515" w:rsidRPr="002B0876" w:rsidRDefault="004E2515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7.4.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6F13" w:rsidRDefault="004E2515" w:rsidP="005A6F13">
            <w:pPr>
              <w:ind w:right="-108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С</w:t>
            </w:r>
            <w:r w:rsidRPr="001F414F">
              <w:rPr>
                <w:rFonts w:ascii="Times New Roman" w:eastAsia="MS Mincho" w:hAnsi="Times New Roman"/>
              </w:rPr>
              <w:t>убсиди</w:t>
            </w:r>
            <w:r>
              <w:rPr>
                <w:rFonts w:ascii="Times New Roman" w:eastAsia="MS Mincho" w:hAnsi="Times New Roman"/>
              </w:rPr>
              <w:t>и</w:t>
            </w:r>
            <w:r w:rsidRPr="001F414F">
              <w:rPr>
                <w:rFonts w:ascii="Times New Roman" w:eastAsia="MS Mincho" w:hAnsi="Times New Roman"/>
              </w:rPr>
              <w:t xml:space="preserve"> </w:t>
            </w:r>
            <w:r w:rsidR="005A6F13">
              <w:rPr>
                <w:rFonts w:ascii="Times New Roman" w:eastAsia="MS Mincho" w:hAnsi="Times New Roman"/>
              </w:rPr>
              <w:t xml:space="preserve">бюджетам </w:t>
            </w:r>
            <w:r w:rsidRPr="001F414F">
              <w:rPr>
                <w:rFonts w:ascii="Times New Roman" w:eastAsia="MS Mincho" w:hAnsi="Times New Roman"/>
              </w:rPr>
              <w:t>муниципальны</w:t>
            </w:r>
            <w:r w:rsidR="005A6F13">
              <w:rPr>
                <w:rFonts w:ascii="Times New Roman" w:eastAsia="MS Mincho" w:hAnsi="Times New Roman"/>
              </w:rPr>
              <w:t>х образований Рязанской области</w:t>
            </w:r>
          </w:p>
          <w:p w:rsidR="004E2515" w:rsidRPr="001F414F" w:rsidRDefault="004E2515" w:rsidP="005A6F13">
            <w:pPr>
              <w:ind w:right="-108"/>
              <w:rPr>
                <w:rFonts w:ascii="Times New Roman" w:hAnsi="Times New Roman"/>
              </w:rPr>
            </w:pPr>
            <w:r w:rsidRPr="001F414F">
              <w:rPr>
                <w:rFonts w:ascii="Times New Roman" w:eastAsia="MS Mincho" w:hAnsi="Times New Roman"/>
              </w:rPr>
              <w:t>на отдельные мероприятия по модернизации дорожной инфраструктуры в городс</w:t>
            </w:r>
            <w:r w:rsidR="00CC2B55">
              <w:rPr>
                <w:rFonts w:ascii="Times New Roman" w:eastAsia="MS Mincho" w:hAnsi="Times New Roman"/>
              </w:rPr>
              <w:t xml:space="preserve">ких агломерациях, </w:t>
            </w:r>
            <w:proofErr w:type="gramStart"/>
            <w:r w:rsidR="00CC2B55">
              <w:rPr>
                <w:rFonts w:ascii="Times New Roman" w:eastAsia="MS Mincho" w:hAnsi="Times New Roman"/>
              </w:rPr>
              <w:t>осуществляемые</w:t>
            </w:r>
            <w:proofErr w:type="gramEnd"/>
            <w:r w:rsidRPr="001F414F">
              <w:rPr>
                <w:rFonts w:ascii="Times New Roman" w:eastAsia="MS Mincho" w:hAnsi="Times New Roman"/>
              </w:rPr>
              <w:t xml:space="preserve"> в том числе во исполнение указаний, поручений или актов Президента Российской Федерации и (или) Правительства Российской Федерации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2515" w:rsidRPr="002B0876" w:rsidRDefault="004E2515" w:rsidP="001F414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4E2515" w:rsidRPr="002B0876" w:rsidRDefault="004E2515" w:rsidP="005601C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E2515" w:rsidRPr="002B0876" w:rsidRDefault="004E2515" w:rsidP="001F414F">
            <w:pPr>
              <w:ind w:left="-57" w:right="-57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4E2515" w:rsidRPr="002B0876" w:rsidRDefault="004E2515" w:rsidP="001F414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2515" w:rsidRDefault="004E2515" w:rsidP="00417D9C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</w:t>
            </w:r>
          </w:p>
          <w:p w:rsidR="004E2515" w:rsidRPr="002B0876" w:rsidRDefault="004E2515" w:rsidP="00417D9C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D11B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1116500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Pr="002B0876" w:rsidRDefault="004E2515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Pr="002B0876" w:rsidRDefault="004E2515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Pr="002B0876" w:rsidRDefault="004E2515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416500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E2515" w:rsidRPr="002B0876" w:rsidRDefault="004E2515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4E2515" w:rsidRPr="002B0876" w:rsidTr="004E2515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2515" w:rsidRDefault="004E2515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E2515" w:rsidRDefault="004E2515" w:rsidP="001F414F">
            <w:pPr>
              <w:rPr>
                <w:rFonts w:ascii="Times New Roman" w:eastAsia="MS Mincho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2515" w:rsidRPr="002B0876" w:rsidRDefault="004E2515" w:rsidP="001F414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E2515" w:rsidRPr="002B0876" w:rsidRDefault="004E2515" w:rsidP="001F414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2515" w:rsidRDefault="004E2515" w:rsidP="00417D9C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D11B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744500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416500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515" w:rsidRPr="002B0876" w:rsidRDefault="004E2515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4E2515" w:rsidRPr="002B0876" w:rsidTr="000312EC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2515" w:rsidRDefault="004E2515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E2515" w:rsidRDefault="004E2515" w:rsidP="001F414F">
            <w:pPr>
              <w:rPr>
                <w:rFonts w:ascii="Times New Roman" w:eastAsia="MS Mincho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2515" w:rsidRPr="002B0876" w:rsidRDefault="004E2515" w:rsidP="001F414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E2515" w:rsidRPr="002B0876" w:rsidRDefault="004E2515" w:rsidP="001F414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2515" w:rsidRDefault="004E2515" w:rsidP="001F414F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бюджет,</w:t>
            </w:r>
          </w:p>
          <w:p w:rsidR="004E2515" w:rsidRDefault="004E2515" w:rsidP="001F414F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D11B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2515" w:rsidRPr="002B0876" w:rsidRDefault="004E2515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4E2515" w:rsidRPr="002B0876" w:rsidTr="000312EC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2515" w:rsidRDefault="004E2515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E2515" w:rsidRDefault="004E2515" w:rsidP="001F414F">
            <w:pPr>
              <w:rPr>
                <w:rFonts w:ascii="Times New Roman" w:eastAsia="MS Mincho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2515" w:rsidRPr="002B0876" w:rsidRDefault="004E2515" w:rsidP="001F414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E2515" w:rsidRPr="002B0876" w:rsidRDefault="004E2515" w:rsidP="001F414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2515" w:rsidRDefault="004E2515" w:rsidP="001F414F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0D46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0D46CB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0D46CB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0D46CB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0D46CB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0D46CB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E2515" w:rsidRPr="002B0876" w:rsidRDefault="004E2515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4E2515" w:rsidRPr="002B0876" w:rsidTr="000312EC">
        <w:trPr>
          <w:cantSplit/>
          <w:trHeight w:val="988"/>
        </w:trPr>
        <w:tc>
          <w:tcPr>
            <w:tcW w:w="4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E2515" w:rsidRDefault="004E2515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7.5.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E2515" w:rsidRDefault="004E2515" w:rsidP="001F414F">
            <w:pPr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 xml:space="preserve">Отдельные </w:t>
            </w:r>
            <w:r w:rsidRPr="001F414F">
              <w:rPr>
                <w:rFonts w:ascii="Times New Roman" w:eastAsia="MS Mincho" w:hAnsi="Times New Roman"/>
              </w:rPr>
              <w:t>мероприятия по модернизации дорожной инфраструктуры в городс</w:t>
            </w:r>
            <w:r w:rsidR="00CC2B55">
              <w:rPr>
                <w:rFonts w:ascii="Times New Roman" w:eastAsia="MS Mincho" w:hAnsi="Times New Roman"/>
              </w:rPr>
              <w:t xml:space="preserve">ких агломерациях, </w:t>
            </w:r>
            <w:proofErr w:type="gramStart"/>
            <w:r w:rsidR="00CC2B55">
              <w:rPr>
                <w:rFonts w:ascii="Times New Roman" w:eastAsia="MS Mincho" w:hAnsi="Times New Roman"/>
              </w:rPr>
              <w:t>осуществляемые</w:t>
            </w:r>
            <w:proofErr w:type="gramEnd"/>
            <w:r w:rsidRPr="001F414F">
              <w:rPr>
                <w:rFonts w:ascii="Times New Roman" w:eastAsia="MS Mincho" w:hAnsi="Times New Roman"/>
              </w:rPr>
              <w:t xml:space="preserve"> в том числе во исполнение указаний, поручений или актов Президента Российской Федерации и (или) Правительства Российской Федерации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E2515" w:rsidRPr="002B0876" w:rsidRDefault="004E2515" w:rsidP="004E251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4E2515" w:rsidRPr="002B0876" w:rsidRDefault="004E2515" w:rsidP="001F414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4E2515" w:rsidRPr="002B0876" w:rsidRDefault="004E2515" w:rsidP="001F414F">
            <w:pPr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ГКУ Рязанской области «ДДРО»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2515" w:rsidRDefault="004E2515" w:rsidP="001F414F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всего, </w:t>
            </w:r>
          </w:p>
          <w:p w:rsidR="004E2515" w:rsidRDefault="004E2515" w:rsidP="001F414F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0D46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0D46CB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0D46CB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0D46CB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0D46CB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0D46CB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E2515" w:rsidRPr="002B0876" w:rsidRDefault="004E2515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4E2515" w:rsidRPr="002B0876" w:rsidTr="000312EC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E2515" w:rsidRDefault="004E2515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2515" w:rsidRDefault="004E2515" w:rsidP="001F414F">
            <w:pPr>
              <w:rPr>
                <w:rFonts w:ascii="Times New Roman" w:eastAsia="MS Mincho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E2515" w:rsidRPr="002B0876" w:rsidRDefault="004E2515" w:rsidP="004E251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E2515" w:rsidRDefault="004E2515" w:rsidP="001F414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2515" w:rsidRDefault="004E2515" w:rsidP="001F414F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0D46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0D46CB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0D46CB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0D46CB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0D46CB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0D46CB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E2515" w:rsidRPr="002B0876" w:rsidRDefault="004E2515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4E2515" w:rsidRPr="002B0876" w:rsidTr="000312EC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E2515" w:rsidRDefault="004E2515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2515" w:rsidRDefault="004E2515" w:rsidP="001F414F">
            <w:pPr>
              <w:rPr>
                <w:rFonts w:ascii="Times New Roman" w:eastAsia="MS Mincho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E2515" w:rsidRPr="002B0876" w:rsidRDefault="004E2515" w:rsidP="004E251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E2515" w:rsidRDefault="004E2515" w:rsidP="001F414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2515" w:rsidRDefault="004E2515" w:rsidP="001F414F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бюджет,</w:t>
            </w:r>
          </w:p>
          <w:p w:rsidR="004E2515" w:rsidRDefault="004E2515" w:rsidP="001F414F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0D46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0D46CB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0D46CB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0D46CB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0D46CB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0D46CB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E2515" w:rsidRPr="002B0876" w:rsidRDefault="004E2515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4E2515" w:rsidRPr="002B0876" w:rsidTr="000312EC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2515" w:rsidRDefault="004E2515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E2515" w:rsidRDefault="004E2515" w:rsidP="001F414F">
            <w:pPr>
              <w:rPr>
                <w:rFonts w:ascii="Times New Roman" w:eastAsia="MS Mincho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E2515" w:rsidRPr="002B0876" w:rsidRDefault="004E2515" w:rsidP="004E251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4E2515" w:rsidRDefault="004E2515" w:rsidP="001F414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2515" w:rsidRDefault="004E2515" w:rsidP="001F414F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0D46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0D46CB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0D46CB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0D46CB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Default="004E2515" w:rsidP="000D46CB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0D46CB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Default="004E2515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515" w:rsidRPr="002B0876" w:rsidRDefault="004E2515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991D48" w:rsidRPr="002B0876" w:rsidTr="004E2E39">
        <w:trPr>
          <w:cantSplit/>
          <w:trHeight w:val="9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Default="00BE2105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Задача 8.</w:t>
            </w:r>
          </w:p>
          <w:p w:rsidR="00DA77C9" w:rsidRDefault="00BE2105" w:rsidP="004E2E39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Реализация регионального проекта «Общесистемные меры развития </w:t>
            </w:r>
          </w:p>
          <w:p w:rsidR="004E2E39" w:rsidRPr="002B0876" w:rsidRDefault="004E2E39" w:rsidP="004E2E39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дорожного хозяйства (Рязанская область)»,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 в том числе:</w:t>
            </w: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4E2E39" w:rsidP="004E2E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4E2E39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4E2E39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4E2E39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4E2E39" w:rsidP="004E2E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4E2E39" w:rsidP="004E2E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4E2E39" w:rsidP="004E2E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4E2E39" w:rsidP="004E2E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4E2E39" w:rsidP="004E2E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4E2E39" w:rsidP="004E2E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105" w:rsidRPr="002B0876" w:rsidRDefault="00BE2105" w:rsidP="00BE2105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к концу 2024 года:</w:t>
            </w:r>
          </w:p>
          <w:p w:rsidR="00BE2105" w:rsidRPr="002B0876" w:rsidRDefault="00BE2105" w:rsidP="00BE2105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обеспечение </w:t>
            </w:r>
          </w:p>
          <w:p w:rsidR="00BE2105" w:rsidRPr="002B0876" w:rsidRDefault="00BE2105" w:rsidP="004E2E3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доли контрактов на осуществление дорожной деятельности в рамках </w:t>
            </w:r>
            <w:r w:rsidR="004E2E39" w:rsidRPr="002B0876">
              <w:rPr>
                <w:rFonts w:ascii="Times New Roman" w:hAnsi="Times New Roman"/>
              </w:rPr>
              <w:t>национального проекта,</w:t>
            </w:r>
          </w:p>
        </w:tc>
      </w:tr>
      <w:tr w:rsidR="004E2E39" w:rsidRPr="002B0876" w:rsidTr="004E2E39">
        <w:trPr>
          <w:cantSplit/>
          <w:trHeight w:val="36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2E39" w:rsidRDefault="004E2E39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2E39" w:rsidRDefault="004E2E39" w:rsidP="004E2E39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направленного на</w:t>
            </w:r>
          </w:p>
          <w:p w:rsidR="004E2E39" w:rsidRPr="002B0876" w:rsidRDefault="004E2E39" w:rsidP="004E2E39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</w:t>
            </w:r>
            <w:r w:rsidRPr="002B0876">
              <w:rPr>
                <w:rFonts w:ascii="Times New Roman" w:hAnsi="Times New Roman"/>
              </w:rPr>
              <w:t xml:space="preserve"> результатов реализации федерального проекта</w:t>
            </w:r>
          </w:p>
          <w:p w:rsidR="004E2E39" w:rsidRPr="002B0876" w:rsidRDefault="004E2E39" w:rsidP="008B36B8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«Общесистемные меры развития дорожного</w:t>
            </w:r>
          </w:p>
          <w:p w:rsidR="004E2E39" w:rsidRPr="002B0876" w:rsidRDefault="004E2E39" w:rsidP="008B36B8">
            <w:pPr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хозяйства»</w:t>
            </w:r>
          </w:p>
          <w:p w:rsidR="004E2E39" w:rsidRPr="002B0876" w:rsidRDefault="004E2E39" w:rsidP="008B36B8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 рамках национального проекта «Безопасные и качественные автомобильные дороги», в том числе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2E39" w:rsidRPr="002B0876" w:rsidRDefault="004E2E39" w:rsidP="008B36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E2E39" w:rsidRPr="002B0876" w:rsidRDefault="004E2E39" w:rsidP="008B36B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4E2E39" w:rsidRPr="002B0876" w:rsidRDefault="004E2E39" w:rsidP="004E2E39">
            <w:pPr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E2E39" w:rsidRPr="00CC2B55" w:rsidRDefault="004E2E39" w:rsidP="004E2E39">
            <w:pPr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360000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E2E39" w:rsidRPr="00CC2B55" w:rsidRDefault="004E2E39" w:rsidP="004E2E39">
            <w:pPr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E2E39" w:rsidRPr="00CC2B55" w:rsidRDefault="004E2E39" w:rsidP="004E2E39">
            <w:pPr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E2E39" w:rsidRPr="00CC2B55" w:rsidRDefault="004E2E39" w:rsidP="004E2E39">
            <w:pPr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E2E39" w:rsidRPr="00CC2B55" w:rsidRDefault="004E2E39" w:rsidP="004E2E39">
            <w:pPr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E2E39" w:rsidRPr="00CC2B55" w:rsidRDefault="004E2E39" w:rsidP="004E2E39">
            <w:pPr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120000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E2E39" w:rsidRPr="00CC2B55" w:rsidRDefault="004E2E39" w:rsidP="004E2E39">
            <w:pPr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120000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4E2E39" w:rsidRPr="00CC2B55" w:rsidRDefault="004E2E39" w:rsidP="004E2E39">
            <w:pPr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120000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E2E39" w:rsidRPr="002B0876" w:rsidRDefault="004E2E39" w:rsidP="004E2E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E2E39" w:rsidRPr="002B0876" w:rsidRDefault="004E2E39" w:rsidP="004E2E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39" w:rsidRPr="00C25F89" w:rsidRDefault="004E2E39" w:rsidP="00BE2105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  <w:proofErr w:type="gramStart"/>
            <w:r w:rsidRPr="00C25F89">
              <w:rPr>
                <w:rFonts w:ascii="Times New Roman" w:hAnsi="Times New Roman"/>
              </w:rPr>
              <w:t>предусматриваю-</w:t>
            </w:r>
            <w:proofErr w:type="spellStart"/>
            <w:r w:rsidRPr="00C25F89">
              <w:rPr>
                <w:rFonts w:ascii="Times New Roman" w:hAnsi="Times New Roman"/>
              </w:rPr>
              <w:t>щих</w:t>
            </w:r>
            <w:proofErr w:type="spellEnd"/>
            <w:proofErr w:type="gramEnd"/>
            <w:r w:rsidRPr="00C25F89">
              <w:rPr>
                <w:rFonts w:ascii="Times New Roman" w:hAnsi="Times New Roman"/>
              </w:rPr>
              <w:t xml:space="preserve"> использование новых технологий     </w:t>
            </w:r>
          </w:p>
          <w:p w:rsidR="004E2E39" w:rsidRPr="00C25F89" w:rsidRDefault="004E2E39" w:rsidP="00BE2105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и материалов,</w:t>
            </w:r>
          </w:p>
          <w:p w:rsidR="004E2E39" w:rsidRPr="00C25F89" w:rsidRDefault="004E2E39" w:rsidP="00BE2105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proofErr w:type="gramStart"/>
            <w:r w:rsidRPr="00C25F89">
              <w:rPr>
                <w:rFonts w:ascii="Times New Roman" w:hAnsi="Times New Roman"/>
              </w:rPr>
              <w:t>включенных</w:t>
            </w:r>
            <w:proofErr w:type="gramEnd"/>
            <w:r w:rsidRPr="00C25F89">
              <w:rPr>
                <w:rFonts w:ascii="Times New Roman" w:hAnsi="Times New Roman"/>
              </w:rPr>
              <w:t xml:space="preserve"> в реестр новых и наилучших</w:t>
            </w:r>
          </w:p>
          <w:p w:rsidR="004E2E39" w:rsidRPr="00C25F89" w:rsidRDefault="004E2E39" w:rsidP="00BE2105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технологий,</w:t>
            </w:r>
          </w:p>
          <w:p w:rsidR="004E2E39" w:rsidRPr="00C25F89" w:rsidRDefault="004E2E39" w:rsidP="00BE2105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материалов и</w:t>
            </w:r>
          </w:p>
          <w:p w:rsidR="004E2E39" w:rsidRPr="00C25F89" w:rsidRDefault="004E2E39" w:rsidP="00BE2105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технологических решений повторного применения, </w:t>
            </w:r>
          </w:p>
          <w:p w:rsidR="004E2E39" w:rsidRPr="00C25F89" w:rsidRDefault="004E2E39" w:rsidP="00BE2105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до 80% в общем</w:t>
            </w:r>
            <w:r w:rsidRPr="00C25F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5F89">
              <w:rPr>
                <w:rFonts w:ascii="Times New Roman" w:hAnsi="Times New Roman"/>
              </w:rPr>
              <w:t>объеме</w:t>
            </w:r>
            <w:r w:rsidRPr="00C25F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5F89">
              <w:rPr>
                <w:rFonts w:ascii="Times New Roman" w:hAnsi="Times New Roman"/>
              </w:rPr>
              <w:t>новых</w:t>
            </w:r>
            <w:r w:rsidRPr="00C25F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5F89">
              <w:rPr>
                <w:rFonts w:ascii="Times New Roman" w:hAnsi="Times New Roman"/>
              </w:rPr>
              <w:t xml:space="preserve">государственных контрактов на выполнение работ по капитальному ремонту, ремонту и содержанию автомобильных дорог;            </w:t>
            </w:r>
          </w:p>
          <w:p w:rsidR="004E2E39" w:rsidRPr="00C25F89" w:rsidRDefault="004E2E39" w:rsidP="00BE2105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доли контрактов на осуществление дорожной деятельности в рамках национального проекта,</w:t>
            </w:r>
          </w:p>
          <w:p w:rsidR="004E2E39" w:rsidRPr="00C25F89" w:rsidRDefault="004E2E39" w:rsidP="00DF7234">
            <w:pPr>
              <w:autoSpaceDE w:val="0"/>
              <w:autoSpaceDN w:val="0"/>
              <w:adjustRightInd w:val="0"/>
              <w:spacing w:line="216" w:lineRule="auto"/>
              <w:ind w:right="-40"/>
              <w:rPr>
                <w:rFonts w:ascii="Times New Roman" w:hAnsi="Times New Roman"/>
              </w:rPr>
            </w:pPr>
            <w:proofErr w:type="gramStart"/>
            <w:r w:rsidRPr="00C25F89">
              <w:rPr>
                <w:rFonts w:ascii="Times New Roman" w:hAnsi="Times New Roman"/>
              </w:rPr>
              <w:t>предусматриваю-</w:t>
            </w:r>
            <w:proofErr w:type="spellStart"/>
            <w:r w:rsidRPr="00C25F89">
              <w:rPr>
                <w:rFonts w:ascii="Times New Roman" w:hAnsi="Times New Roman"/>
              </w:rPr>
              <w:t>щих</w:t>
            </w:r>
            <w:proofErr w:type="spellEnd"/>
            <w:proofErr w:type="gramEnd"/>
            <w:r w:rsidRPr="00C25F89">
              <w:rPr>
                <w:rFonts w:ascii="Times New Roman" w:hAnsi="Times New Roman"/>
              </w:rPr>
              <w:t xml:space="preserve"> выполнение работ на принципах контракта жизненного цикла, предусматриваю-</w:t>
            </w:r>
          </w:p>
          <w:p w:rsidR="004E2E39" w:rsidRPr="00C25F89" w:rsidRDefault="004E2E39" w:rsidP="00BE2105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proofErr w:type="spellStart"/>
            <w:r w:rsidRPr="00C25F89">
              <w:rPr>
                <w:rFonts w:ascii="Times New Roman" w:hAnsi="Times New Roman"/>
              </w:rPr>
              <w:t>щих</w:t>
            </w:r>
            <w:proofErr w:type="spellEnd"/>
            <w:r w:rsidRPr="00C25F89">
              <w:rPr>
                <w:rFonts w:ascii="Times New Roman" w:hAnsi="Times New Roman"/>
              </w:rPr>
              <w:t xml:space="preserve"> объединение</w:t>
            </w:r>
          </w:p>
          <w:p w:rsidR="004E2E39" w:rsidRPr="00C25F89" w:rsidRDefault="004E2E39" w:rsidP="004E2E3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в один контракт различных видов дорожных работ,         до 70% в общем</w:t>
            </w:r>
            <w:r w:rsidRPr="00C25F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5F89">
              <w:rPr>
                <w:rFonts w:ascii="Times New Roman" w:hAnsi="Times New Roman"/>
              </w:rPr>
              <w:t>объеме</w:t>
            </w:r>
            <w:r w:rsidRPr="00C25F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5F89">
              <w:rPr>
                <w:rFonts w:ascii="Times New Roman" w:hAnsi="Times New Roman"/>
              </w:rPr>
              <w:t>новых</w:t>
            </w:r>
            <w:r w:rsidRPr="00C25F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5F89">
              <w:rPr>
                <w:rFonts w:ascii="Times New Roman" w:hAnsi="Times New Roman"/>
              </w:rPr>
              <w:t xml:space="preserve">государственных контрактов на выполнение работ по </w:t>
            </w:r>
            <w:proofErr w:type="gramStart"/>
            <w:r w:rsidRPr="00C25F89">
              <w:rPr>
                <w:rFonts w:ascii="Times New Roman" w:hAnsi="Times New Roman"/>
              </w:rPr>
              <w:t>капитальному</w:t>
            </w:r>
            <w:proofErr w:type="gramEnd"/>
          </w:p>
          <w:p w:rsidR="004E2E39" w:rsidRPr="00C25F89" w:rsidRDefault="004E2E39" w:rsidP="004E2E39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ремонту, ремонту и содержанию автомобильных дорог; </w:t>
            </w:r>
          </w:p>
          <w:p w:rsidR="004E2E39" w:rsidRPr="00C25F89" w:rsidRDefault="004E2E39" w:rsidP="004E2E39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внедрение интеллектуальных транспортных систем на территории Рязанской области - 1 шт.;</w:t>
            </w:r>
          </w:p>
          <w:p w:rsidR="004E2E39" w:rsidRPr="00C25F89" w:rsidRDefault="004E2E39" w:rsidP="004E2E3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размещение автоматических пунктов весогабаритного контроля транспортных</w:t>
            </w:r>
          </w:p>
          <w:p w:rsidR="004E2E39" w:rsidRPr="00C25F89" w:rsidRDefault="004E2E39" w:rsidP="004E2E3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средств </w:t>
            </w:r>
            <w:proofErr w:type="gramStart"/>
            <w:r w:rsidRPr="00C25F89">
              <w:rPr>
                <w:rFonts w:ascii="Times New Roman" w:hAnsi="Times New Roman"/>
              </w:rPr>
              <w:t>на</w:t>
            </w:r>
            <w:proofErr w:type="gramEnd"/>
          </w:p>
          <w:p w:rsidR="004E2E39" w:rsidRPr="00C25F89" w:rsidRDefault="004E2E39" w:rsidP="004E2E39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автомобильных дорогах </w:t>
            </w:r>
            <w:proofErr w:type="gramStart"/>
            <w:r w:rsidRPr="00C25F89">
              <w:rPr>
                <w:rFonts w:ascii="Times New Roman" w:hAnsi="Times New Roman"/>
              </w:rPr>
              <w:t>регионального</w:t>
            </w:r>
            <w:proofErr w:type="gramEnd"/>
            <w:r w:rsidRPr="00C25F89">
              <w:rPr>
                <w:rFonts w:ascii="Times New Roman" w:hAnsi="Times New Roman"/>
              </w:rPr>
              <w:t xml:space="preserve"> или </w:t>
            </w:r>
            <w:proofErr w:type="spellStart"/>
            <w:r w:rsidRPr="00C25F89">
              <w:rPr>
                <w:rFonts w:ascii="Times New Roman" w:hAnsi="Times New Roman"/>
              </w:rPr>
              <w:t>межмуниципально</w:t>
            </w:r>
            <w:proofErr w:type="spellEnd"/>
            <w:r w:rsidRPr="00C25F89">
              <w:rPr>
                <w:rFonts w:ascii="Times New Roman" w:hAnsi="Times New Roman"/>
              </w:rPr>
              <w:t>-</w:t>
            </w:r>
          </w:p>
          <w:p w:rsidR="004E2E39" w:rsidRPr="00C25F89" w:rsidRDefault="004E2E39" w:rsidP="004E2E3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proofErr w:type="spellStart"/>
            <w:r w:rsidRPr="00C25F89">
              <w:rPr>
                <w:rFonts w:ascii="Times New Roman" w:hAnsi="Times New Roman"/>
              </w:rPr>
              <w:t>го</w:t>
            </w:r>
            <w:proofErr w:type="spellEnd"/>
            <w:r w:rsidRPr="00C25F89">
              <w:rPr>
                <w:rFonts w:ascii="Times New Roman" w:hAnsi="Times New Roman"/>
              </w:rPr>
              <w:t xml:space="preserve"> значения - 8 шт.</w:t>
            </w:r>
          </w:p>
        </w:tc>
      </w:tr>
      <w:tr w:rsidR="00991D48" w:rsidRPr="002B0876" w:rsidTr="004E2E39">
        <w:trPr>
          <w:cantSplit/>
          <w:trHeight w:val="497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Default="00BE2105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BE2105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Субсидии </w:t>
            </w:r>
            <w:r w:rsidR="005A6F13">
              <w:rPr>
                <w:rFonts w:ascii="Times New Roman" w:hAnsi="Times New Roman"/>
              </w:rPr>
              <w:t>бюджетам муниципальных образований</w:t>
            </w:r>
            <w:r w:rsidRPr="002B0876">
              <w:rPr>
                <w:rFonts w:ascii="Times New Roman" w:hAnsi="Times New Roman"/>
              </w:rPr>
              <w:t xml:space="preserve"> </w:t>
            </w:r>
            <w:r w:rsidR="005A6F13">
              <w:rPr>
                <w:rFonts w:ascii="Times New Roman" w:hAnsi="Times New Roman"/>
              </w:rPr>
              <w:t xml:space="preserve">Рязанской области </w:t>
            </w:r>
            <w:r w:rsidRPr="002B0876">
              <w:rPr>
                <w:rFonts w:ascii="Times New Roman" w:hAnsi="Times New Roman"/>
              </w:rPr>
              <w:t>на капитальный ремонт,</w:t>
            </w:r>
            <w:r w:rsidR="004E2E39" w:rsidRPr="002B0876">
              <w:rPr>
                <w:rFonts w:ascii="Times New Roman" w:hAnsi="Times New Roman"/>
              </w:rPr>
              <w:t xml:space="preserve"> ремонт и содержание социально значимых объектов - автомобильных дорог общего</w:t>
            </w:r>
            <w:r w:rsidR="004E2E39">
              <w:rPr>
                <w:rFonts w:ascii="Times New Roman" w:hAnsi="Times New Roman"/>
              </w:rPr>
              <w:t xml:space="preserve"> </w:t>
            </w:r>
            <w:r w:rsidR="004E2E39" w:rsidRPr="002B0876">
              <w:rPr>
                <w:rFonts w:ascii="Times New Roman" w:hAnsi="Times New Roman"/>
              </w:rPr>
              <w:t>пользования местного значения и искусственных сооружений на них во исполнение</w:t>
            </w:r>
            <w:r w:rsidR="004E2E39">
              <w:rPr>
                <w:rFonts w:ascii="Times New Roman" w:hAnsi="Times New Roman"/>
              </w:rPr>
              <w:t xml:space="preserve"> </w:t>
            </w:r>
          </w:p>
          <w:p w:rsidR="00BE2105" w:rsidRPr="002B0876" w:rsidRDefault="00BE2105" w:rsidP="00BE2105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правовых актов и поручений </w:t>
            </w:r>
            <w:r>
              <w:rPr>
                <w:rFonts w:ascii="Times New Roman" w:hAnsi="Times New Roman"/>
              </w:rPr>
              <w:t>П</w:t>
            </w:r>
            <w:r w:rsidRPr="002B0876">
              <w:rPr>
                <w:rFonts w:ascii="Times New Roman" w:hAnsi="Times New Roman"/>
              </w:rPr>
              <w:t>резидента Российской Федерации,</w:t>
            </w:r>
          </w:p>
          <w:p w:rsidR="00BE2105" w:rsidRDefault="00BE2105" w:rsidP="00BE2105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Правительства </w:t>
            </w:r>
            <w:proofErr w:type="gramStart"/>
            <w:r w:rsidRPr="002B0876">
              <w:rPr>
                <w:rFonts w:ascii="Times New Roman" w:hAnsi="Times New Roman"/>
              </w:rPr>
              <w:t>Российской</w:t>
            </w:r>
            <w:proofErr w:type="gramEnd"/>
            <w:r w:rsidRPr="002B0876">
              <w:rPr>
                <w:rFonts w:ascii="Times New Roman" w:hAnsi="Times New Roman"/>
              </w:rPr>
              <w:t xml:space="preserve"> </w:t>
            </w:r>
          </w:p>
          <w:p w:rsidR="00BE2105" w:rsidRDefault="00BE2105" w:rsidP="00BE2105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Федерации</w:t>
            </w:r>
            <w:r w:rsidR="006E38A7">
              <w:rPr>
                <w:rFonts w:ascii="Times New Roman" w:hAnsi="Times New Roman"/>
              </w:rPr>
              <w:t>,</w:t>
            </w:r>
          </w:p>
          <w:p w:rsidR="00BE2105" w:rsidRPr="002B0876" w:rsidRDefault="00BE2105" w:rsidP="00BE2105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Губернатора Рязанской области и</w:t>
            </w:r>
          </w:p>
          <w:p w:rsidR="004E2E39" w:rsidRPr="002B0876" w:rsidRDefault="00BE2105" w:rsidP="004E2E39">
            <w:pPr>
              <w:autoSpaceDE w:val="0"/>
              <w:autoSpaceDN w:val="0"/>
              <w:adjustRightInd w:val="0"/>
              <w:ind w:right="-4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Правительства Рязанской области</w:t>
            </w:r>
            <w:r>
              <w:rPr>
                <w:rFonts w:ascii="Times New Roman" w:hAnsi="Times New Roman"/>
              </w:rPr>
              <w:t>,</w:t>
            </w:r>
            <w:r w:rsidR="004E2E39" w:rsidRPr="002B0876">
              <w:rPr>
                <w:rFonts w:ascii="Times New Roman" w:hAnsi="Times New Roman"/>
              </w:rPr>
              <w:t xml:space="preserve"> </w:t>
            </w:r>
            <w:proofErr w:type="gramStart"/>
            <w:r w:rsidR="004E2E39" w:rsidRPr="002B0876">
              <w:rPr>
                <w:rFonts w:ascii="Times New Roman" w:hAnsi="Times New Roman"/>
              </w:rPr>
              <w:t>содержащих</w:t>
            </w:r>
            <w:proofErr w:type="gramEnd"/>
            <w:r w:rsidR="004E2E39" w:rsidRPr="002B0876">
              <w:rPr>
                <w:rFonts w:ascii="Times New Roman" w:hAnsi="Times New Roman"/>
              </w:rPr>
              <w:t xml:space="preserve"> указание на их</w:t>
            </w:r>
          </w:p>
          <w:p w:rsidR="00BE2105" w:rsidRPr="002B0876" w:rsidRDefault="004E2E39" w:rsidP="004E2E39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реализацию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BE210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E2105" w:rsidRPr="002B0876" w:rsidRDefault="004E2E39" w:rsidP="004E2E39">
            <w:pPr>
              <w:ind w:left="-57" w:right="-57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Pr="002B0876" w:rsidRDefault="004E2E39" w:rsidP="004E2E39">
            <w:pPr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</w:t>
            </w:r>
            <w:r w:rsidR="00BE2105" w:rsidRPr="002B0876">
              <w:rPr>
                <w:rFonts w:ascii="Times New Roman" w:hAnsi="Times New Roman"/>
              </w:rPr>
              <w:t xml:space="preserve"> бюджет, </w:t>
            </w:r>
          </w:p>
          <w:p w:rsidR="00BE2105" w:rsidRPr="002B0876" w:rsidRDefault="00BE2105" w:rsidP="004E2E39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CC2B55" w:rsidRDefault="004E2E39" w:rsidP="004E2E39">
            <w:pPr>
              <w:widowControl w:val="0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360000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CC2B55" w:rsidRDefault="004E2E39" w:rsidP="004E2E39">
            <w:pPr>
              <w:widowControl w:val="0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CC2B55" w:rsidRDefault="004E2E39" w:rsidP="004E2E39">
            <w:pPr>
              <w:widowControl w:val="0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CC2B55" w:rsidRDefault="004E2E39" w:rsidP="004E2E39">
            <w:pPr>
              <w:widowControl w:val="0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CC2B55" w:rsidRDefault="004E2E39" w:rsidP="004E2E39">
            <w:pPr>
              <w:widowControl w:val="0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CC2B55" w:rsidRDefault="004E2E39" w:rsidP="004E2E39">
            <w:pPr>
              <w:widowControl w:val="0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120000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CC2B55" w:rsidRDefault="004E2E39" w:rsidP="004E2E39">
            <w:pPr>
              <w:widowControl w:val="0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12000</w:t>
            </w:r>
            <w:r w:rsidR="0055377E" w:rsidRPr="00CC2B55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CC2B55" w:rsidRDefault="004E2E39" w:rsidP="004E2E39">
            <w:pPr>
              <w:widowControl w:val="0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12000</w:t>
            </w:r>
            <w:r w:rsidR="0055377E" w:rsidRPr="00CC2B5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4E2E39" w:rsidP="004E2E39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4E2E39" w:rsidP="004E2E39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105" w:rsidRPr="002B0876" w:rsidRDefault="00BE2105" w:rsidP="00417D9C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991D48" w:rsidRPr="002B0876" w:rsidTr="004E2E39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Default="00BE2105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417D9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8B36B8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Default="00BE2105" w:rsidP="008B36B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Default="00BE2105" w:rsidP="008B36B8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105" w:rsidRPr="002B0876" w:rsidRDefault="00BE2105" w:rsidP="00417D9C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991D48" w:rsidRPr="002B0876" w:rsidTr="004E2E39">
        <w:trPr>
          <w:cantSplit/>
          <w:trHeight w:val="9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Default="00BE2105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BE210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ИТОГО,</w:t>
            </w:r>
          </w:p>
          <w:p w:rsidR="00BE2105" w:rsidRPr="002B0876" w:rsidRDefault="00BE2105" w:rsidP="00BE210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 том числе:</w:t>
            </w:r>
          </w:p>
          <w:p w:rsidR="00BE2105" w:rsidRDefault="00BE2105" w:rsidP="00417D9C">
            <w:pPr>
              <w:rPr>
                <w:rFonts w:ascii="Times New Roman" w:hAnsi="Times New Roman"/>
              </w:rPr>
            </w:pPr>
          </w:p>
          <w:p w:rsidR="00BE2105" w:rsidRDefault="00BE2105" w:rsidP="00417D9C">
            <w:pPr>
              <w:rPr>
                <w:rFonts w:ascii="Times New Roman" w:hAnsi="Times New Roman"/>
              </w:rPr>
            </w:pPr>
          </w:p>
          <w:p w:rsidR="00BE2105" w:rsidRDefault="00BE2105" w:rsidP="00417D9C">
            <w:pPr>
              <w:rPr>
                <w:rFonts w:ascii="Times New Roman" w:hAnsi="Times New Roman"/>
              </w:rPr>
            </w:pPr>
          </w:p>
          <w:p w:rsidR="00BE2105" w:rsidRDefault="00BE2105" w:rsidP="00417D9C">
            <w:pPr>
              <w:rPr>
                <w:rFonts w:ascii="Times New Roman" w:hAnsi="Times New Roman"/>
              </w:rPr>
            </w:pPr>
          </w:p>
          <w:p w:rsidR="00BE2105" w:rsidRDefault="00BE2105" w:rsidP="00417D9C">
            <w:pPr>
              <w:rPr>
                <w:rFonts w:ascii="Times New Roman" w:hAnsi="Times New Roman"/>
              </w:rPr>
            </w:pPr>
          </w:p>
          <w:p w:rsidR="00BE2105" w:rsidRPr="002B0876" w:rsidRDefault="00BE2105" w:rsidP="00417D9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4E2E39" w:rsidP="008B36B8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64574456,49608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 w:hanging="108"/>
              <w:jc w:val="center"/>
              <w:rPr>
                <w:rFonts w:ascii="Times New Roman" w:hAnsi="Times New Roman"/>
                <w:highlight w:val="yellow"/>
              </w:rPr>
            </w:pPr>
            <w:r w:rsidRPr="002B0876">
              <w:rPr>
                <w:rFonts w:ascii="Times New Roman" w:hAnsi="Times New Roman"/>
              </w:rPr>
              <w:t>5003886,16219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5575889,0127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5312357,31397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4E2E39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7038851,46016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4E2E39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7978626,42458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4E2E39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10338858,8147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4E2E39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11177824,30778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7427031,5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4721131,5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105" w:rsidRPr="002B0876" w:rsidRDefault="00BE2105" w:rsidP="00417D9C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991D48" w:rsidRPr="002B0876" w:rsidTr="004E2E39">
        <w:trPr>
          <w:cantSplit/>
          <w:trHeight w:val="9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BE2105" w:rsidRDefault="00BE2105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E2105" w:rsidRPr="002B0876" w:rsidRDefault="00BE2105" w:rsidP="00417D9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8B36B8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4E2E39" w:rsidP="008B36B8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15623996,89717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1066666,5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935107,68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1054935,41717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4E2E39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2743710,7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4E2E39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1645354,8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4E2E39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2088648,8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4E2E39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1859673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3549900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680000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105" w:rsidRPr="002B0876" w:rsidRDefault="00BE2105" w:rsidP="00417D9C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991D48" w:rsidRPr="002B0876" w:rsidTr="004E2E39">
        <w:trPr>
          <w:cantSplit/>
          <w:trHeight w:val="988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BE2105" w:rsidRDefault="00BE2105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BE2105" w:rsidRPr="002B0876" w:rsidRDefault="00BE2105" w:rsidP="00417D9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4E2E39" w:rsidP="008B36B8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48950459,59891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 w:rsidRPr="002B0876">
              <w:rPr>
                <w:rFonts w:ascii="Times New Roman" w:hAnsi="Times New Roman"/>
              </w:rPr>
              <w:t>3937219,66219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4640781,3327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4257421,8968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4295140,76016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4E2E39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6333271,62458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4E2E39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8250210,0147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4E2E39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9318151,30778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3877131,5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4041131,5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105" w:rsidRPr="002B0876" w:rsidRDefault="00BE2105" w:rsidP="00417D9C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Default="00BE2105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417D9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BE2105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4E2E39" w:rsidP="008B36B8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47620230,90833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3782646,70277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4478583,1327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4110480,86602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4146888,14471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4E2E39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6173987,00913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4E2E39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8127297,93057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4E2E39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9196694,12243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3719826,5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3883826,5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105" w:rsidRPr="002B0876" w:rsidRDefault="00BE2105" w:rsidP="00417D9C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</w:tbl>
    <w:p w:rsidR="000C37E8" w:rsidRDefault="000C37E8" w:rsidP="002856AA">
      <w:pPr>
        <w:ind w:left="-142"/>
        <w:jc w:val="both"/>
        <w:rPr>
          <w:rFonts w:ascii="Times New Roman" w:hAnsi="Times New Roman"/>
          <w:vertAlign w:val="superscript"/>
        </w:rPr>
      </w:pPr>
    </w:p>
    <w:p w:rsidR="002856AA" w:rsidRDefault="009960AC" w:rsidP="00BE2105">
      <w:pPr>
        <w:ind w:left="284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vertAlign w:val="superscript"/>
        </w:rPr>
        <w:t xml:space="preserve">1 </w:t>
      </w:r>
      <w:r w:rsidR="00BC2F0E" w:rsidRPr="00BC044A">
        <w:rPr>
          <w:rFonts w:ascii="Times New Roman" w:hAnsi="Times New Roman"/>
        </w:rPr>
        <w:t>Объемы финансирования подпрограммы по годам и мероприятиям подлежат уточнению при изменении объемов средств, выделяемых из областного</w:t>
      </w:r>
      <w:r w:rsidR="004F36EA">
        <w:rPr>
          <w:rFonts w:ascii="Times New Roman" w:hAnsi="Times New Roman"/>
        </w:rPr>
        <w:t xml:space="preserve"> и федерального</w:t>
      </w:r>
      <w:r w:rsidR="00CC31A1">
        <w:rPr>
          <w:rFonts w:ascii="Times New Roman" w:hAnsi="Times New Roman"/>
        </w:rPr>
        <w:t xml:space="preserve"> бюджетов</w:t>
      </w:r>
      <w:r w:rsidR="00BC2F0E" w:rsidRPr="00BC044A">
        <w:rPr>
          <w:rFonts w:ascii="Times New Roman" w:hAnsi="Times New Roman"/>
        </w:rPr>
        <w:t>.</w:t>
      </w:r>
      <w:proofErr w:type="gramEnd"/>
    </w:p>
    <w:p w:rsidR="00BC2F0E" w:rsidRDefault="009960AC" w:rsidP="00BE2105">
      <w:pPr>
        <w:ind w:left="-142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2</w:t>
      </w:r>
      <w:r w:rsidR="002856AA" w:rsidRPr="002856AA">
        <w:rPr>
          <w:rFonts w:ascii="Times New Roman" w:hAnsi="Times New Roman"/>
        </w:rPr>
        <w:t xml:space="preserve"> </w:t>
      </w:r>
      <w:r w:rsidR="00BC2F0E" w:rsidRPr="00BC044A">
        <w:rPr>
          <w:rFonts w:ascii="Times New Roman" w:hAnsi="Times New Roman"/>
        </w:rPr>
        <w:t>Планируемые объемы фи</w:t>
      </w:r>
      <w:r w:rsidR="00B662EF">
        <w:rPr>
          <w:rFonts w:ascii="Times New Roman" w:hAnsi="Times New Roman"/>
        </w:rPr>
        <w:t>нансирования приведены в таблиц</w:t>
      </w:r>
      <w:r w:rsidR="0071487E">
        <w:rPr>
          <w:rFonts w:ascii="Times New Roman" w:hAnsi="Times New Roman"/>
        </w:rPr>
        <w:t>е</w:t>
      </w:r>
      <w:r w:rsidR="00A131D5">
        <w:rPr>
          <w:rFonts w:ascii="Times New Roman" w:hAnsi="Times New Roman"/>
        </w:rPr>
        <w:t xml:space="preserve"> № </w:t>
      </w:r>
      <w:r w:rsidR="00B662EF">
        <w:rPr>
          <w:rFonts w:ascii="Times New Roman" w:hAnsi="Times New Roman"/>
        </w:rPr>
        <w:t>2</w:t>
      </w:r>
      <w:r w:rsidR="00B662EF" w:rsidRPr="00B662EF">
        <w:rPr>
          <w:rFonts w:ascii="Times New Roman" w:hAnsi="Times New Roman"/>
        </w:rPr>
        <w:t>.</w:t>
      </w:r>
      <w:r w:rsidR="00B662EF">
        <w:rPr>
          <w:rFonts w:ascii="Times New Roman" w:hAnsi="Times New Roman"/>
        </w:rPr>
        <w:t>1</w:t>
      </w:r>
      <w:r w:rsidR="00BC2F0E" w:rsidRPr="00BC044A">
        <w:rPr>
          <w:rFonts w:ascii="Times New Roman" w:hAnsi="Times New Roman"/>
        </w:rPr>
        <w:t>.</w:t>
      </w:r>
    </w:p>
    <w:p w:rsidR="00BC2F0E" w:rsidRPr="00BC044A" w:rsidRDefault="00A97CB9" w:rsidP="00BE2105">
      <w:pPr>
        <w:spacing w:line="226" w:lineRule="auto"/>
        <w:ind w:left="-142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3</w:t>
      </w:r>
      <w:r w:rsidR="00EE0639">
        <w:rPr>
          <w:rFonts w:ascii="Times New Roman" w:hAnsi="Times New Roman"/>
        </w:rPr>
        <w:t xml:space="preserve"> </w:t>
      </w:r>
      <w:r w:rsidR="00BC2F0E" w:rsidRPr="00BC044A">
        <w:rPr>
          <w:rFonts w:ascii="Times New Roman" w:hAnsi="Times New Roman"/>
        </w:rPr>
        <w:t>Планируемые объемы финансирования по объектам приведены в таблицах № 3.1, 3.2.</w:t>
      </w:r>
      <w:r w:rsidR="00BE7C21">
        <w:rPr>
          <w:rFonts w:ascii="Times New Roman" w:hAnsi="Times New Roman"/>
        </w:rPr>
        <w:t xml:space="preserve"> </w:t>
      </w:r>
    </w:p>
    <w:p w:rsidR="00E24EE7" w:rsidRDefault="00A97CB9" w:rsidP="00BE2105">
      <w:pPr>
        <w:ind w:left="-142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4</w:t>
      </w:r>
      <w:r w:rsidR="009960AC">
        <w:rPr>
          <w:rFonts w:ascii="Times New Roman" w:hAnsi="Times New Roman"/>
          <w:vertAlign w:val="superscript"/>
        </w:rPr>
        <w:t xml:space="preserve"> </w:t>
      </w:r>
      <w:r w:rsidR="00BC2F0E" w:rsidRPr="00BC044A">
        <w:rPr>
          <w:rFonts w:ascii="Times New Roman" w:hAnsi="Times New Roman"/>
        </w:rPr>
        <w:t>Планируемые объемы финансирования по объектам приведены в таблице № 4.</w:t>
      </w:r>
    </w:p>
    <w:p w:rsidR="00BC2F0E" w:rsidRDefault="00E24EE7" w:rsidP="00BE2105">
      <w:pPr>
        <w:ind w:left="284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vertAlign w:val="superscript"/>
        </w:rPr>
        <w:t>5</w:t>
      </w:r>
      <w:r>
        <w:rPr>
          <w:rFonts w:ascii="Times New Roman" w:hAnsi="Times New Roman"/>
        </w:rPr>
        <w:t xml:space="preserve"> Средства областного бюджета, источником финансового обеспечения котор</w:t>
      </w:r>
      <w:r w:rsidR="00BE2105">
        <w:rPr>
          <w:rFonts w:ascii="Times New Roman" w:hAnsi="Times New Roman"/>
        </w:rPr>
        <w:t>ых</w:t>
      </w:r>
      <w:r>
        <w:rPr>
          <w:rFonts w:ascii="Times New Roman" w:hAnsi="Times New Roman"/>
        </w:rPr>
        <w:t xml:space="preserve"> являются иные межбюджетные трансферты, предоставляемые на достижение целевых показателей региональных программ в сфере дорожного хозяйства, предусматривающих осуществление крупных особо важных для социально-экономического развития Российской Федерации проектов</w:t>
      </w:r>
      <w:r w:rsidR="00BE2105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расходуются на с</w:t>
      </w:r>
      <w:r w:rsidRPr="00E24EE7">
        <w:rPr>
          <w:rFonts w:ascii="Times New Roman" w:hAnsi="Times New Roman"/>
        </w:rPr>
        <w:t xml:space="preserve">троительство автодороги «Шацк - </w:t>
      </w:r>
      <w:proofErr w:type="spellStart"/>
      <w:r w:rsidRPr="00E24EE7">
        <w:rPr>
          <w:rFonts w:ascii="Times New Roman" w:hAnsi="Times New Roman"/>
        </w:rPr>
        <w:t>Касимов</w:t>
      </w:r>
      <w:proofErr w:type="spellEnd"/>
      <w:r w:rsidRPr="00E24EE7">
        <w:rPr>
          <w:rFonts w:ascii="Times New Roman" w:hAnsi="Times New Roman"/>
        </w:rPr>
        <w:t xml:space="preserve">» на участке обхода г. Сасово  с подъездом  к автодороге «Сасово - Восход - </w:t>
      </w:r>
      <w:proofErr w:type="spellStart"/>
      <w:r w:rsidRPr="00E24EE7">
        <w:rPr>
          <w:rFonts w:ascii="Times New Roman" w:hAnsi="Times New Roman"/>
        </w:rPr>
        <w:t>Кадом</w:t>
      </w:r>
      <w:proofErr w:type="spellEnd"/>
      <w:r w:rsidRPr="00E24EE7">
        <w:rPr>
          <w:rFonts w:ascii="Times New Roman" w:hAnsi="Times New Roman"/>
        </w:rPr>
        <w:t>», 1 очередь</w:t>
      </w:r>
      <w:r>
        <w:rPr>
          <w:rFonts w:ascii="Times New Roman" w:hAnsi="Times New Roman"/>
        </w:rPr>
        <w:t xml:space="preserve"> </w:t>
      </w:r>
      <w:r w:rsidRPr="00E24EE7">
        <w:rPr>
          <w:rFonts w:ascii="Times New Roman" w:hAnsi="Times New Roman"/>
        </w:rPr>
        <w:t>(1 пусковой комплекс)</w:t>
      </w:r>
      <w:r w:rsidR="00BE2105">
        <w:rPr>
          <w:rFonts w:ascii="Times New Roman" w:hAnsi="Times New Roman"/>
        </w:rPr>
        <w:t xml:space="preserve"> (подпункт </w:t>
      </w:r>
      <w:r>
        <w:rPr>
          <w:rFonts w:ascii="Times New Roman" w:hAnsi="Times New Roman"/>
        </w:rPr>
        <w:t>15.1 таблицы</w:t>
      </w:r>
      <w:proofErr w:type="gramEnd"/>
      <w:r>
        <w:rPr>
          <w:rFonts w:ascii="Times New Roman" w:hAnsi="Times New Roman"/>
        </w:rPr>
        <w:t xml:space="preserve"> № 4</w:t>
      </w:r>
      <w:r w:rsidR="00BE2105">
        <w:rPr>
          <w:rFonts w:ascii="Times New Roman" w:hAnsi="Times New Roman"/>
        </w:rPr>
        <w:t>)</w:t>
      </w:r>
      <w:r>
        <w:rPr>
          <w:rFonts w:ascii="Times New Roman" w:hAnsi="Times New Roman"/>
        </w:rPr>
        <w:t>.</w:t>
      </w:r>
      <w:r w:rsidR="002B0876">
        <w:rPr>
          <w:rFonts w:ascii="Times New Roman" w:hAnsi="Times New Roman"/>
        </w:rPr>
        <w:t>».</w:t>
      </w:r>
    </w:p>
    <w:p w:rsidR="00AC59FB" w:rsidRDefault="00AC59FB" w:rsidP="004C419C">
      <w:pPr>
        <w:jc w:val="right"/>
        <w:rPr>
          <w:rFonts w:ascii="Times New Roman" w:hAnsi="Times New Roman"/>
          <w:sz w:val="28"/>
          <w:szCs w:val="28"/>
        </w:rPr>
      </w:pPr>
    </w:p>
    <w:p w:rsidR="00AC59FB" w:rsidRDefault="00AC59FB" w:rsidP="004C419C">
      <w:pPr>
        <w:jc w:val="right"/>
        <w:rPr>
          <w:rFonts w:ascii="Times New Roman" w:hAnsi="Times New Roman"/>
          <w:sz w:val="28"/>
          <w:szCs w:val="28"/>
        </w:rPr>
      </w:pPr>
    </w:p>
    <w:p w:rsidR="00AC59FB" w:rsidRDefault="00AC59FB" w:rsidP="004C419C">
      <w:pPr>
        <w:jc w:val="right"/>
        <w:rPr>
          <w:rFonts w:ascii="Times New Roman" w:hAnsi="Times New Roman"/>
          <w:sz w:val="28"/>
          <w:szCs w:val="28"/>
        </w:rPr>
      </w:pPr>
    </w:p>
    <w:p w:rsidR="00AC59FB" w:rsidRDefault="00AC59FB" w:rsidP="004C419C">
      <w:pPr>
        <w:jc w:val="right"/>
        <w:rPr>
          <w:rFonts w:ascii="Times New Roman" w:hAnsi="Times New Roman"/>
          <w:sz w:val="28"/>
          <w:szCs w:val="28"/>
        </w:rPr>
      </w:pPr>
    </w:p>
    <w:p w:rsidR="004C419C" w:rsidRDefault="00A97CB9" w:rsidP="004C419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E7C21">
        <w:rPr>
          <w:rFonts w:ascii="Times New Roman" w:hAnsi="Times New Roman"/>
          <w:sz w:val="28"/>
          <w:szCs w:val="28"/>
        </w:rPr>
        <w:t>Т</w:t>
      </w:r>
      <w:r w:rsidR="005E4735">
        <w:rPr>
          <w:rFonts w:ascii="Times New Roman" w:hAnsi="Times New Roman"/>
          <w:sz w:val="28"/>
          <w:szCs w:val="28"/>
        </w:rPr>
        <w:t>аблица № 2.1</w:t>
      </w:r>
    </w:p>
    <w:p w:rsidR="00866788" w:rsidRPr="00FD1B65" w:rsidRDefault="00866788" w:rsidP="004C419C">
      <w:pPr>
        <w:jc w:val="center"/>
        <w:rPr>
          <w:rFonts w:ascii="Times New Roman" w:hAnsi="Times New Roman"/>
          <w:sz w:val="28"/>
          <w:szCs w:val="28"/>
        </w:rPr>
      </w:pPr>
    </w:p>
    <w:p w:rsidR="004C419C" w:rsidRPr="00FD1B65" w:rsidRDefault="004C419C" w:rsidP="004C419C">
      <w:pPr>
        <w:jc w:val="center"/>
        <w:rPr>
          <w:rFonts w:ascii="Times New Roman" w:hAnsi="Times New Roman"/>
          <w:sz w:val="28"/>
          <w:szCs w:val="28"/>
        </w:rPr>
      </w:pPr>
      <w:r w:rsidRPr="00FD1B65">
        <w:rPr>
          <w:rFonts w:ascii="Times New Roman" w:hAnsi="Times New Roman"/>
          <w:sz w:val="28"/>
          <w:szCs w:val="28"/>
        </w:rPr>
        <w:t xml:space="preserve">Планируемые  объемы финансирования </w:t>
      </w:r>
    </w:p>
    <w:p w:rsidR="004C419C" w:rsidRPr="00FD1B65" w:rsidRDefault="004C419C" w:rsidP="004C419C">
      <w:pPr>
        <w:jc w:val="center"/>
        <w:rPr>
          <w:rFonts w:ascii="Times New Roman" w:hAnsi="Times New Roman"/>
          <w:sz w:val="28"/>
          <w:szCs w:val="28"/>
        </w:rPr>
      </w:pPr>
      <w:r w:rsidRPr="00FD1B65">
        <w:rPr>
          <w:rFonts w:ascii="Times New Roman" w:hAnsi="Times New Roman"/>
          <w:sz w:val="28"/>
          <w:szCs w:val="28"/>
        </w:rPr>
        <w:t xml:space="preserve">по содержанию  автомобильных дорог общего пользования регионального или  </w:t>
      </w:r>
    </w:p>
    <w:p w:rsidR="004C419C" w:rsidRPr="00FD1B65" w:rsidRDefault="004C419C" w:rsidP="004C419C">
      <w:pPr>
        <w:jc w:val="center"/>
        <w:rPr>
          <w:rFonts w:ascii="Times New Roman" w:hAnsi="Times New Roman"/>
          <w:sz w:val="28"/>
          <w:szCs w:val="28"/>
        </w:rPr>
      </w:pPr>
      <w:r w:rsidRPr="00FD1B65">
        <w:rPr>
          <w:rFonts w:ascii="Times New Roman" w:hAnsi="Times New Roman"/>
          <w:sz w:val="28"/>
          <w:szCs w:val="28"/>
        </w:rPr>
        <w:t>межмуниципального значения и искусственных сооружений на них</w:t>
      </w:r>
      <w:r w:rsidR="006250E8" w:rsidRPr="00FD1B6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по муниципальным образованиям Рязанской области </w:t>
      </w:r>
      <w:r w:rsidRPr="00FD1B65">
        <w:rPr>
          <w:rFonts w:ascii="Times New Roman" w:hAnsi="Times New Roman"/>
          <w:sz w:val="28"/>
          <w:szCs w:val="28"/>
        </w:rPr>
        <w:t>на 2018-202</w:t>
      </w:r>
      <w:r w:rsidR="00C34718" w:rsidRPr="00FD1B65">
        <w:rPr>
          <w:rFonts w:ascii="Times New Roman" w:hAnsi="Times New Roman"/>
          <w:sz w:val="28"/>
          <w:szCs w:val="28"/>
        </w:rPr>
        <w:t>4</w:t>
      </w:r>
      <w:r w:rsidRPr="00FD1B65">
        <w:rPr>
          <w:rFonts w:ascii="Times New Roman" w:hAnsi="Times New Roman"/>
          <w:sz w:val="28"/>
          <w:szCs w:val="28"/>
        </w:rPr>
        <w:t xml:space="preserve"> годы</w:t>
      </w:r>
    </w:p>
    <w:p w:rsidR="004C419C" w:rsidRPr="005320E8" w:rsidRDefault="004C419C" w:rsidP="004C419C">
      <w:pPr>
        <w:spacing w:line="192" w:lineRule="auto"/>
        <w:jc w:val="center"/>
        <w:rPr>
          <w:rFonts w:ascii="Times New Roman" w:hAnsi="Times New Roman"/>
          <w:sz w:val="36"/>
          <w:szCs w:val="36"/>
        </w:rPr>
      </w:pPr>
    </w:p>
    <w:p w:rsidR="004C419C" w:rsidRPr="00BC2F0E" w:rsidRDefault="004C419C" w:rsidP="004C419C">
      <w:pPr>
        <w:spacing w:line="192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559"/>
        <w:gridCol w:w="1418"/>
        <w:gridCol w:w="1559"/>
        <w:gridCol w:w="1559"/>
        <w:gridCol w:w="1134"/>
        <w:gridCol w:w="1134"/>
        <w:gridCol w:w="1134"/>
        <w:gridCol w:w="993"/>
      </w:tblGrid>
      <w:tr w:rsidR="00C0292A" w:rsidRPr="001D19CB" w:rsidTr="00D87800">
        <w:trPr>
          <w:trHeight w:val="427"/>
          <w:tblHeader/>
        </w:trPr>
        <w:tc>
          <w:tcPr>
            <w:tcW w:w="568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C0292A" w:rsidRPr="00DF7234" w:rsidRDefault="00C0292A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gramStart"/>
            <w:r w:rsidRPr="00DF7234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DF7234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3685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C0292A" w:rsidRPr="00DF7234" w:rsidRDefault="00C0292A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Наименование мероприятий и муниципальных образований</w:t>
            </w:r>
          </w:p>
          <w:p w:rsidR="00C0292A" w:rsidRPr="00DF7234" w:rsidRDefault="00C0292A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Рязанской области</w:t>
            </w:r>
          </w:p>
        </w:tc>
        <w:tc>
          <w:tcPr>
            <w:tcW w:w="10490" w:type="dxa"/>
            <w:gridSpan w:val="8"/>
            <w:shd w:val="clear" w:color="auto" w:fill="auto"/>
            <w:vAlign w:val="center"/>
          </w:tcPr>
          <w:p w:rsidR="00C0292A" w:rsidRPr="00DF7234" w:rsidRDefault="00C0292A" w:rsidP="00877A7F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Объемы финансирования, тыс. рублей</w:t>
            </w:r>
          </w:p>
        </w:tc>
      </w:tr>
      <w:tr w:rsidR="00C0292A" w:rsidRPr="001D19CB" w:rsidTr="00D87800">
        <w:trPr>
          <w:trHeight w:val="20"/>
          <w:tblHeader/>
        </w:trPr>
        <w:tc>
          <w:tcPr>
            <w:tcW w:w="56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0292A" w:rsidRPr="00DF7234" w:rsidRDefault="00C0292A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0292A" w:rsidRPr="00DF7234" w:rsidRDefault="00C0292A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C0292A" w:rsidRPr="00DF7234" w:rsidRDefault="00C0292A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8931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292A" w:rsidRPr="00DF7234" w:rsidRDefault="00C0292A" w:rsidP="00877A7F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CC2AD7" w:rsidRPr="001D19CB" w:rsidTr="00D87800">
        <w:trPr>
          <w:trHeight w:val="421"/>
          <w:tblHeader/>
        </w:trPr>
        <w:tc>
          <w:tcPr>
            <w:tcW w:w="56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C2AD7" w:rsidRPr="00DF7234" w:rsidRDefault="00CC2AD7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C2AD7" w:rsidRPr="00DF7234" w:rsidRDefault="00CC2AD7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C2AD7" w:rsidRPr="00DF7234" w:rsidRDefault="00CC2AD7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center"/>
          </w:tcPr>
          <w:p w:rsidR="00CC2AD7" w:rsidRPr="00DF7234" w:rsidRDefault="00CC2AD7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CC2AD7" w:rsidRPr="00DF7234" w:rsidRDefault="00CC2AD7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CC2AD7" w:rsidRPr="00DF7234" w:rsidRDefault="00CC2AD7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CC2AD7" w:rsidRPr="00DF7234" w:rsidRDefault="00CC2AD7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CC2AD7" w:rsidRPr="00DF7234" w:rsidRDefault="00CC2AD7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CC2AD7" w:rsidRPr="00DF7234" w:rsidRDefault="00CC2AD7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CC2AD7" w:rsidRPr="00DF7234" w:rsidRDefault="00CC2AD7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</w:tr>
    </w:tbl>
    <w:p w:rsidR="0046050A" w:rsidRPr="0046050A" w:rsidRDefault="0046050A">
      <w:pPr>
        <w:rPr>
          <w:rFonts w:ascii="Times New Roman" w:hAnsi="Times New Roman"/>
          <w:sz w:val="2"/>
          <w:szCs w:val="2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559"/>
        <w:gridCol w:w="1418"/>
        <w:gridCol w:w="1559"/>
        <w:gridCol w:w="1559"/>
        <w:gridCol w:w="1134"/>
        <w:gridCol w:w="1134"/>
        <w:gridCol w:w="1129"/>
        <w:gridCol w:w="998"/>
      </w:tblGrid>
      <w:tr w:rsidR="009F6ACA" w:rsidRPr="001D19CB" w:rsidTr="00BE2105">
        <w:trPr>
          <w:trHeight w:val="20"/>
          <w:tblHeader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2AD7" w:rsidRPr="00DF7234" w:rsidRDefault="00CC2AD7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C2AD7" w:rsidRPr="00DF7234" w:rsidRDefault="00CC2AD7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C2AD7" w:rsidRPr="00DF7234" w:rsidRDefault="00CC2AD7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2AD7" w:rsidRPr="00DF7234" w:rsidRDefault="00CC2AD7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C2AD7" w:rsidRPr="00DF7234" w:rsidRDefault="00CC2AD7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C2AD7" w:rsidRPr="00DF7234" w:rsidRDefault="00CC2AD7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2AD7" w:rsidRPr="00DF7234" w:rsidRDefault="00CC2AD7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2AD7" w:rsidRPr="00DF7234" w:rsidRDefault="00CC2AD7" w:rsidP="00877A7F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CC2AD7" w:rsidRPr="00DF7234" w:rsidRDefault="00CC2AD7" w:rsidP="00877A7F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C2AD7" w:rsidRPr="00DF7234" w:rsidRDefault="00CC2AD7" w:rsidP="00877A7F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</w:tr>
      <w:tr w:rsidR="009F6ACA" w:rsidRPr="001D19CB" w:rsidTr="00BE2105">
        <w:trPr>
          <w:trHeight w:val="20"/>
        </w:trPr>
        <w:tc>
          <w:tcPr>
            <w:tcW w:w="568" w:type="dxa"/>
            <w:tcBorders>
              <w:top w:val="nil"/>
              <w:bottom w:val="nil"/>
            </w:tcBorders>
            <w:shd w:val="clear" w:color="auto" w:fill="auto"/>
          </w:tcPr>
          <w:p w:rsidR="009F6ACA" w:rsidRPr="00DF7234" w:rsidRDefault="009F6ACA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685" w:type="dxa"/>
            <w:shd w:val="clear" w:color="auto" w:fill="auto"/>
          </w:tcPr>
          <w:p w:rsidR="009F6ACA" w:rsidRPr="00DF7234" w:rsidRDefault="009F6ACA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Нормативное содержание и  приведение в нормативное состояние автомобильных дорог</w:t>
            </w:r>
          </w:p>
        </w:tc>
        <w:tc>
          <w:tcPr>
            <w:tcW w:w="1559" w:type="dxa"/>
            <w:shd w:val="clear" w:color="auto" w:fill="auto"/>
          </w:tcPr>
          <w:p w:rsidR="009F6ACA" w:rsidRPr="00B262FD" w:rsidRDefault="00E93A4D" w:rsidP="00AF73C3">
            <w:pPr>
              <w:ind w:left="-57" w:right="-57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14174082,33387</w:t>
            </w:r>
          </w:p>
        </w:tc>
        <w:tc>
          <w:tcPr>
            <w:tcW w:w="1418" w:type="dxa"/>
            <w:shd w:val="clear" w:color="auto" w:fill="auto"/>
          </w:tcPr>
          <w:p w:rsidR="009F6ACA" w:rsidRPr="009D4B17" w:rsidRDefault="009B109F" w:rsidP="00877A7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2076289,08697</w:t>
            </w:r>
          </w:p>
        </w:tc>
        <w:tc>
          <w:tcPr>
            <w:tcW w:w="1559" w:type="dxa"/>
            <w:shd w:val="clear" w:color="auto" w:fill="auto"/>
          </w:tcPr>
          <w:p w:rsidR="009F6ACA" w:rsidRPr="00B849DE" w:rsidRDefault="00EE4B2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2160347,95348</w:t>
            </w:r>
          </w:p>
        </w:tc>
        <w:tc>
          <w:tcPr>
            <w:tcW w:w="1559" w:type="dxa"/>
            <w:shd w:val="clear" w:color="auto" w:fill="auto"/>
          </w:tcPr>
          <w:p w:rsidR="009F6ACA" w:rsidRPr="00B262FD" w:rsidRDefault="00E93A4D" w:rsidP="00AF73C3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1720779,81342</w:t>
            </w:r>
          </w:p>
        </w:tc>
        <w:tc>
          <w:tcPr>
            <w:tcW w:w="1134" w:type="dxa"/>
            <w:shd w:val="clear" w:color="auto" w:fill="auto"/>
          </w:tcPr>
          <w:p w:rsidR="009F6ACA" w:rsidRPr="00B849DE" w:rsidRDefault="00E93A4D" w:rsidP="00E93A4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2872091,05</w:t>
            </w:r>
          </w:p>
        </w:tc>
        <w:tc>
          <w:tcPr>
            <w:tcW w:w="1134" w:type="dxa"/>
            <w:shd w:val="clear" w:color="auto" w:fill="auto"/>
          </w:tcPr>
          <w:p w:rsidR="009F6ACA" w:rsidRPr="001D19CB" w:rsidRDefault="00E93A4D" w:rsidP="00E93A4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2772540,43</w:t>
            </w:r>
          </w:p>
        </w:tc>
        <w:tc>
          <w:tcPr>
            <w:tcW w:w="1129" w:type="dxa"/>
            <w:shd w:val="clear" w:color="auto" w:fill="auto"/>
          </w:tcPr>
          <w:p w:rsidR="009F6ACA" w:rsidRPr="001D19CB" w:rsidRDefault="009F6ACA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1286017</w:t>
            </w:r>
          </w:p>
        </w:tc>
        <w:tc>
          <w:tcPr>
            <w:tcW w:w="998" w:type="dxa"/>
            <w:shd w:val="clear" w:color="auto" w:fill="auto"/>
          </w:tcPr>
          <w:p w:rsidR="009F6ACA" w:rsidRPr="001D19CB" w:rsidRDefault="009F6ACA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1286017</w:t>
            </w:r>
          </w:p>
        </w:tc>
      </w:tr>
      <w:tr w:rsidR="00E93A4D" w:rsidRPr="001D19CB" w:rsidTr="00BE2105">
        <w:trPr>
          <w:trHeight w:val="20"/>
        </w:trPr>
        <w:tc>
          <w:tcPr>
            <w:tcW w:w="568" w:type="dxa"/>
            <w:tcBorders>
              <w:top w:val="nil"/>
              <w:bottom w:val="nil"/>
            </w:tcBorders>
            <w:shd w:val="clear" w:color="auto" w:fill="auto"/>
          </w:tcPr>
          <w:p w:rsidR="00E93A4D" w:rsidRPr="00DF7234" w:rsidRDefault="00E93A4D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E93A4D" w:rsidRPr="00DF7234" w:rsidRDefault="00E93A4D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за счет средств областного бюджета</w:t>
            </w:r>
          </w:p>
        </w:tc>
        <w:tc>
          <w:tcPr>
            <w:tcW w:w="1559" w:type="dxa"/>
            <w:shd w:val="clear" w:color="auto" w:fill="auto"/>
          </w:tcPr>
          <w:p w:rsidR="00E93A4D" w:rsidRPr="00B262FD" w:rsidRDefault="00E93A4D" w:rsidP="000D46CB">
            <w:pPr>
              <w:ind w:left="-57" w:right="-57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14174082,33387</w:t>
            </w:r>
          </w:p>
        </w:tc>
        <w:tc>
          <w:tcPr>
            <w:tcW w:w="1418" w:type="dxa"/>
            <w:shd w:val="clear" w:color="auto" w:fill="auto"/>
          </w:tcPr>
          <w:p w:rsidR="00E93A4D" w:rsidRPr="009D4B17" w:rsidRDefault="00E93A4D" w:rsidP="000D46CB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2076289,08697</w:t>
            </w:r>
          </w:p>
        </w:tc>
        <w:tc>
          <w:tcPr>
            <w:tcW w:w="1559" w:type="dxa"/>
            <w:shd w:val="clear" w:color="auto" w:fill="auto"/>
          </w:tcPr>
          <w:p w:rsidR="00E93A4D" w:rsidRPr="00B849DE" w:rsidRDefault="00EE4B20" w:rsidP="000D46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2160347,95348</w:t>
            </w:r>
          </w:p>
        </w:tc>
        <w:tc>
          <w:tcPr>
            <w:tcW w:w="1559" w:type="dxa"/>
            <w:shd w:val="clear" w:color="auto" w:fill="auto"/>
          </w:tcPr>
          <w:p w:rsidR="00E93A4D" w:rsidRPr="00B262FD" w:rsidRDefault="00E93A4D" w:rsidP="000D46CB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1720779,81342</w:t>
            </w:r>
          </w:p>
        </w:tc>
        <w:tc>
          <w:tcPr>
            <w:tcW w:w="1134" w:type="dxa"/>
            <w:shd w:val="clear" w:color="auto" w:fill="auto"/>
          </w:tcPr>
          <w:p w:rsidR="00E93A4D" w:rsidRPr="00B849DE" w:rsidRDefault="00E93A4D" w:rsidP="000D46CB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2872091,05</w:t>
            </w:r>
          </w:p>
        </w:tc>
        <w:tc>
          <w:tcPr>
            <w:tcW w:w="1134" w:type="dxa"/>
            <w:shd w:val="clear" w:color="auto" w:fill="auto"/>
          </w:tcPr>
          <w:p w:rsidR="00E93A4D" w:rsidRPr="001D19CB" w:rsidRDefault="00E93A4D" w:rsidP="000D46CB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2772540,43</w:t>
            </w:r>
          </w:p>
        </w:tc>
        <w:tc>
          <w:tcPr>
            <w:tcW w:w="1129" w:type="dxa"/>
            <w:shd w:val="clear" w:color="auto" w:fill="auto"/>
          </w:tcPr>
          <w:p w:rsidR="00E93A4D" w:rsidRPr="001D19CB" w:rsidRDefault="00E93A4D" w:rsidP="000D46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1286017</w:t>
            </w:r>
          </w:p>
        </w:tc>
        <w:tc>
          <w:tcPr>
            <w:tcW w:w="998" w:type="dxa"/>
            <w:shd w:val="clear" w:color="auto" w:fill="auto"/>
          </w:tcPr>
          <w:p w:rsidR="00E93A4D" w:rsidRPr="001D19CB" w:rsidRDefault="00E93A4D" w:rsidP="000D46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1286017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vMerge w:val="restart"/>
            <w:tcBorders>
              <w:bottom w:val="nil"/>
            </w:tcBorders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1A78C3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Мероприятия по безопасности движения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E93A4D" w:rsidP="00877A7F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  <w:r>
              <w:rPr>
                <w:rFonts w:ascii="Times New Roman" w:hAnsi="Times New Roman"/>
                <w:bCs/>
              </w:rPr>
              <w:t>225684</w:t>
            </w:r>
          </w:p>
        </w:tc>
        <w:tc>
          <w:tcPr>
            <w:tcW w:w="1418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3000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05EC8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E93A4D" w:rsidP="00877A7F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24000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E93A4D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60000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E93A4D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60000</w:t>
            </w:r>
          </w:p>
        </w:tc>
        <w:tc>
          <w:tcPr>
            <w:tcW w:w="1129" w:type="dxa"/>
            <w:shd w:val="clear" w:color="auto" w:fill="auto"/>
          </w:tcPr>
          <w:p w:rsidR="001A78C3" w:rsidRPr="00B849DE" w:rsidRDefault="001A78C3" w:rsidP="00FF6D50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39342</w:t>
            </w:r>
          </w:p>
        </w:tc>
        <w:tc>
          <w:tcPr>
            <w:tcW w:w="998" w:type="dxa"/>
            <w:shd w:val="clear" w:color="auto" w:fill="auto"/>
          </w:tcPr>
          <w:p w:rsidR="001A78C3" w:rsidRPr="00B849DE" w:rsidRDefault="001A78C3" w:rsidP="00FF6D50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39342</w:t>
            </w:r>
          </w:p>
        </w:tc>
      </w:tr>
      <w:tr w:rsidR="00E93A4D" w:rsidRPr="001D19CB" w:rsidTr="00BE2105">
        <w:trPr>
          <w:trHeight w:val="552"/>
        </w:trPr>
        <w:tc>
          <w:tcPr>
            <w:tcW w:w="568" w:type="dxa"/>
            <w:vMerge/>
            <w:tcBorders>
              <w:bottom w:val="nil"/>
            </w:tcBorders>
            <w:shd w:val="clear" w:color="auto" w:fill="auto"/>
          </w:tcPr>
          <w:p w:rsidR="00E93A4D" w:rsidRPr="00DF7234" w:rsidRDefault="00E93A4D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E93A4D" w:rsidRPr="00DF7234" w:rsidRDefault="00E93A4D" w:rsidP="001A78C3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за счет средств</w:t>
            </w:r>
          </w:p>
          <w:p w:rsidR="00E93A4D" w:rsidRPr="00DF7234" w:rsidRDefault="00E93A4D" w:rsidP="001A78C3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областного бюджета, из них:</w:t>
            </w:r>
          </w:p>
        </w:tc>
        <w:tc>
          <w:tcPr>
            <w:tcW w:w="1559" w:type="dxa"/>
            <w:shd w:val="clear" w:color="auto" w:fill="auto"/>
          </w:tcPr>
          <w:p w:rsidR="00E93A4D" w:rsidRPr="00B262FD" w:rsidRDefault="00E93A4D" w:rsidP="000D46CB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  <w:r>
              <w:rPr>
                <w:rFonts w:ascii="Times New Roman" w:hAnsi="Times New Roman"/>
                <w:bCs/>
              </w:rPr>
              <w:t>225684</w:t>
            </w:r>
          </w:p>
        </w:tc>
        <w:tc>
          <w:tcPr>
            <w:tcW w:w="1418" w:type="dxa"/>
            <w:shd w:val="clear" w:color="auto" w:fill="auto"/>
          </w:tcPr>
          <w:p w:rsidR="00E93A4D" w:rsidRPr="00B849DE" w:rsidRDefault="00E93A4D" w:rsidP="000D46CB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3000</w:t>
            </w:r>
          </w:p>
        </w:tc>
        <w:tc>
          <w:tcPr>
            <w:tcW w:w="1559" w:type="dxa"/>
            <w:shd w:val="clear" w:color="auto" w:fill="auto"/>
          </w:tcPr>
          <w:p w:rsidR="00E93A4D" w:rsidRPr="00B849DE" w:rsidRDefault="00E93A4D" w:rsidP="000D46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E93A4D" w:rsidRPr="00B262FD" w:rsidRDefault="00E93A4D" w:rsidP="000D46CB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24000</w:t>
            </w:r>
          </w:p>
        </w:tc>
        <w:tc>
          <w:tcPr>
            <w:tcW w:w="1134" w:type="dxa"/>
            <w:shd w:val="clear" w:color="auto" w:fill="auto"/>
          </w:tcPr>
          <w:p w:rsidR="00E93A4D" w:rsidRPr="00B849DE" w:rsidRDefault="00E93A4D" w:rsidP="000D46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60000</w:t>
            </w:r>
          </w:p>
        </w:tc>
        <w:tc>
          <w:tcPr>
            <w:tcW w:w="1134" w:type="dxa"/>
            <w:shd w:val="clear" w:color="auto" w:fill="auto"/>
          </w:tcPr>
          <w:p w:rsidR="00E93A4D" w:rsidRPr="00B849DE" w:rsidRDefault="00E93A4D" w:rsidP="000D46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60000</w:t>
            </w:r>
          </w:p>
        </w:tc>
        <w:tc>
          <w:tcPr>
            <w:tcW w:w="1129" w:type="dxa"/>
            <w:shd w:val="clear" w:color="auto" w:fill="auto"/>
          </w:tcPr>
          <w:p w:rsidR="00E93A4D" w:rsidRPr="00B849DE" w:rsidRDefault="00E93A4D" w:rsidP="000D46CB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39342</w:t>
            </w:r>
          </w:p>
        </w:tc>
        <w:tc>
          <w:tcPr>
            <w:tcW w:w="998" w:type="dxa"/>
            <w:shd w:val="clear" w:color="auto" w:fill="auto"/>
          </w:tcPr>
          <w:p w:rsidR="00E93A4D" w:rsidRPr="00B849DE" w:rsidRDefault="00E93A4D" w:rsidP="000D46CB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39342</w:t>
            </w:r>
          </w:p>
        </w:tc>
      </w:tr>
      <w:tr w:rsidR="005320E8" w:rsidRPr="001D19CB" w:rsidTr="00BE2105">
        <w:trPr>
          <w:trHeight w:val="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320E8" w:rsidRPr="00DF7234" w:rsidRDefault="005320E8" w:rsidP="00BE210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2.1.</w:t>
            </w:r>
          </w:p>
          <w:p w:rsidR="005320E8" w:rsidRPr="00DF7234" w:rsidRDefault="005320E8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320E8" w:rsidRPr="00DF7234" w:rsidRDefault="005320E8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5320E8" w:rsidRPr="00DF7234" w:rsidRDefault="005320E8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Нанесение горизонтальной разметки</w:t>
            </w:r>
          </w:p>
        </w:tc>
        <w:tc>
          <w:tcPr>
            <w:tcW w:w="1559" w:type="dxa"/>
            <w:shd w:val="clear" w:color="auto" w:fill="auto"/>
          </w:tcPr>
          <w:p w:rsidR="005320E8" w:rsidRPr="005F4747" w:rsidRDefault="00451960" w:rsidP="00877A7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155684</w:t>
            </w:r>
          </w:p>
        </w:tc>
        <w:tc>
          <w:tcPr>
            <w:tcW w:w="1418" w:type="dxa"/>
            <w:shd w:val="clear" w:color="auto" w:fill="auto"/>
          </w:tcPr>
          <w:p w:rsidR="005320E8" w:rsidRPr="005F4747" w:rsidRDefault="005320E8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320E8" w:rsidRPr="005F4747" w:rsidRDefault="00105EC8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320E8" w:rsidRPr="005F4747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</w:t>
            </w:r>
          </w:p>
        </w:tc>
        <w:tc>
          <w:tcPr>
            <w:tcW w:w="1134" w:type="dxa"/>
            <w:shd w:val="clear" w:color="auto" w:fill="auto"/>
          </w:tcPr>
          <w:p w:rsidR="005320E8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40000</w:t>
            </w:r>
          </w:p>
        </w:tc>
        <w:tc>
          <w:tcPr>
            <w:tcW w:w="1134" w:type="dxa"/>
            <w:shd w:val="clear" w:color="auto" w:fill="auto"/>
          </w:tcPr>
          <w:p w:rsidR="005320E8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40000</w:t>
            </w:r>
          </w:p>
        </w:tc>
        <w:tc>
          <w:tcPr>
            <w:tcW w:w="1129" w:type="dxa"/>
            <w:shd w:val="clear" w:color="auto" w:fill="auto"/>
          </w:tcPr>
          <w:p w:rsidR="005320E8" w:rsidRPr="001D19CB" w:rsidRDefault="005320E8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27842</w:t>
            </w:r>
          </w:p>
        </w:tc>
        <w:tc>
          <w:tcPr>
            <w:tcW w:w="998" w:type="dxa"/>
            <w:shd w:val="clear" w:color="auto" w:fill="auto"/>
          </w:tcPr>
          <w:p w:rsidR="005320E8" w:rsidRPr="001D19CB" w:rsidRDefault="005320E8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27842</w:t>
            </w:r>
          </w:p>
        </w:tc>
      </w:tr>
      <w:tr w:rsidR="00451960" w:rsidRPr="001D19CB" w:rsidTr="00BE2105">
        <w:trPr>
          <w:trHeight w:val="552"/>
        </w:trPr>
        <w:tc>
          <w:tcPr>
            <w:tcW w:w="568" w:type="dxa"/>
            <w:vMerge/>
            <w:shd w:val="clear" w:color="auto" w:fill="auto"/>
          </w:tcPr>
          <w:p w:rsidR="00451960" w:rsidRPr="00DF7234" w:rsidRDefault="00451960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451960" w:rsidRPr="00DF7234" w:rsidRDefault="00451960" w:rsidP="005320E8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за счет средств</w:t>
            </w:r>
          </w:p>
          <w:p w:rsidR="00451960" w:rsidRPr="00DF7234" w:rsidRDefault="00451960" w:rsidP="0027369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1559" w:type="dxa"/>
            <w:shd w:val="clear" w:color="auto" w:fill="auto"/>
          </w:tcPr>
          <w:p w:rsidR="00451960" w:rsidRPr="005F4747" w:rsidRDefault="00451960" w:rsidP="000D46C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155684</w:t>
            </w:r>
          </w:p>
        </w:tc>
        <w:tc>
          <w:tcPr>
            <w:tcW w:w="1418" w:type="dxa"/>
            <w:shd w:val="clear" w:color="auto" w:fill="auto"/>
          </w:tcPr>
          <w:p w:rsidR="00451960" w:rsidRPr="005F4747" w:rsidRDefault="00451960" w:rsidP="000D46CB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51960" w:rsidRPr="005F4747" w:rsidRDefault="00451960" w:rsidP="000D46CB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51960" w:rsidRPr="005F4747" w:rsidRDefault="00451960" w:rsidP="000D46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</w:t>
            </w:r>
          </w:p>
        </w:tc>
        <w:tc>
          <w:tcPr>
            <w:tcW w:w="1134" w:type="dxa"/>
            <w:shd w:val="clear" w:color="auto" w:fill="auto"/>
          </w:tcPr>
          <w:p w:rsidR="00451960" w:rsidRPr="00B849DE" w:rsidRDefault="00451960" w:rsidP="000D46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40000</w:t>
            </w:r>
          </w:p>
        </w:tc>
        <w:tc>
          <w:tcPr>
            <w:tcW w:w="1134" w:type="dxa"/>
            <w:shd w:val="clear" w:color="auto" w:fill="auto"/>
          </w:tcPr>
          <w:p w:rsidR="00451960" w:rsidRPr="00B849DE" w:rsidRDefault="00451960" w:rsidP="000D46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40000</w:t>
            </w:r>
          </w:p>
        </w:tc>
        <w:tc>
          <w:tcPr>
            <w:tcW w:w="1129" w:type="dxa"/>
            <w:shd w:val="clear" w:color="auto" w:fill="auto"/>
          </w:tcPr>
          <w:p w:rsidR="00451960" w:rsidRPr="001D19CB" w:rsidRDefault="00451960" w:rsidP="000D46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27842</w:t>
            </w:r>
          </w:p>
        </w:tc>
        <w:tc>
          <w:tcPr>
            <w:tcW w:w="998" w:type="dxa"/>
            <w:shd w:val="clear" w:color="auto" w:fill="auto"/>
          </w:tcPr>
          <w:p w:rsidR="00451960" w:rsidRPr="001D19CB" w:rsidRDefault="00451960" w:rsidP="000D46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27842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A78C3" w:rsidRPr="00DF7234" w:rsidRDefault="001A78C3" w:rsidP="00BE210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2.2.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Замена барьерного ограждения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451960" w:rsidP="00877A7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18000</w:t>
            </w:r>
          </w:p>
        </w:tc>
        <w:tc>
          <w:tcPr>
            <w:tcW w:w="1418" w:type="dxa"/>
            <w:shd w:val="clear" w:color="auto" w:fill="auto"/>
          </w:tcPr>
          <w:p w:rsidR="001A78C3" w:rsidRPr="00B849DE" w:rsidRDefault="001A78C3" w:rsidP="009015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5F4747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129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</w:tc>
        <w:tc>
          <w:tcPr>
            <w:tcW w:w="998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</w:tc>
      </w:tr>
      <w:tr w:rsidR="00451960" w:rsidRPr="001D19CB" w:rsidTr="00BE2105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960" w:rsidRPr="00DF7234" w:rsidRDefault="00451960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</w:tcPr>
          <w:p w:rsidR="00451960" w:rsidRPr="00DF7234" w:rsidRDefault="00451960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за счет средств областного бюджета</w:t>
            </w:r>
          </w:p>
        </w:tc>
        <w:tc>
          <w:tcPr>
            <w:tcW w:w="1559" w:type="dxa"/>
            <w:shd w:val="clear" w:color="auto" w:fill="auto"/>
          </w:tcPr>
          <w:p w:rsidR="00451960" w:rsidRPr="005F4747" w:rsidRDefault="00451960" w:rsidP="000D46C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18000</w:t>
            </w:r>
          </w:p>
        </w:tc>
        <w:tc>
          <w:tcPr>
            <w:tcW w:w="1418" w:type="dxa"/>
            <w:shd w:val="clear" w:color="auto" w:fill="auto"/>
          </w:tcPr>
          <w:p w:rsidR="00451960" w:rsidRPr="00B849DE" w:rsidRDefault="00451960" w:rsidP="000D46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51960" w:rsidRPr="00B849DE" w:rsidRDefault="00451960" w:rsidP="000D46CB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51960" w:rsidRPr="005F4747" w:rsidRDefault="00451960" w:rsidP="000D46CB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51960" w:rsidRPr="00B849DE" w:rsidRDefault="00451960" w:rsidP="000D46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134" w:type="dxa"/>
            <w:shd w:val="clear" w:color="auto" w:fill="auto"/>
          </w:tcPr>
          <w:p w:rsidR="00451960" w:rsidRPr="00B849DE" w:rsidRDefault="00451960" w:rsidP="000D46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129" w:type="dxa"/>
            <w:shd w:val="clear" w:color="auto" w:fill="auto"/>
          </w:tcPr>
          <w:p w:rsidR="00451960" w:rsidRPr="001D19CB" w:rsidRDefault="00451960" w:rsidP="000D46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</w:tc>
        <w:tc>
          <w:tcPr>
            <w:tcW w:w="998" w:type="dxa"/>
            <w:shd w:val="clear" w:color="auto" w:fill="auto"/>
          </w:tcPr>
          <w:p w:rsidR="00451960" w:rsidRPr="001D19CB" w:rsidRDefault="00451960" w:rsidP="000D46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</w:tc>
      </w:tr>
      <w:tr w:rsidR="001A78C3" w:rsidRPr="001D19CB" w:rsidTr="00BE2105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A78C3" w:rsidRPr="00DF7234" w:rsidRDefault="001A78C3" w:rsidP="00BE210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2.3.</w:t>
            </w: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602D9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Установка новых  дорожных знаков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451960" w:rsidP="00877A7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19000</w:t>
            </w:r>
          </w:p>
        </w:tc>
        <w:tc>
          <w:tcPr>
            <w:tcW w:w="1418" w:type="dxa"/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AF73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451960" w:rsidP="00602D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129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</w:t>
            </w:r>
          </w:p>
        </w:tc>
        <w:tc>
          <w:tcPr>
            <w:tcW w:w="998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</w:t>
            </w:r>
          </w:p>
        </w:tc>
      </w:tr>
      <w:tr w:rsidR="001A78C3" w:rsidRPr="001D19CB" w:rsidTr="00BE2105">
        <w:trPr>
          <w:trHeight w:val="277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за счет средств областного бюджета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A78C3" w:rsidRPr="005F4747" w:rsidRDefault="00451960" w:rsidP="00877A7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19000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A78C3" w:rsidRPr="005F4747" w:rsidRDefault="00AF73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A78C3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A78C3" w:rsidRPr="00B849DE" w:rsidRDefault="00451960" w:rsidP="00602D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</w:t>
            </w:r>
          </w:p>
        </w:tc>
      </w:tr>
      <w:tr w:rsidR="001A78C3" w:rsidRPr="001D19CB" w:rsidTr="00BE2105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A78C3" w:rsidRPr="00DF7234" w:rsidRDefault="001A78C3" w:rsidP="00BE210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2.4.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Замена устаревших дорожных знаков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A78C3" w:rsidRPr="005F4747" w:rsidRDefault="00451960" w:rsidP="00877A7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16000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A78C3" w:rsidRPr="005F4747" w:rsidRDefault="00AF73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A78C3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A78C3" w:rsidRPr="00B849DE">
              <w:rPr>
                <w:rFonts w:ascii="Times New Roman" w:hAnsi="Times New Roman"/>
              </w:rPr>
              <w:t>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A78C3" w:rsidRPr="00B849DE" w:rsidRDefault="00451960" w:rsidP="00602D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A78C3" w:rsidRPr="00B849DE">
              <w:rPr>
                <w:rFonts w:ascii="Times New Roman" w:hAnsi="Times New Roman"/>
              </w:rPr>
              <w:t>000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5F4747" w:rsidRDefault="00451960" w:rsidP="00AF73C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16000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5F4747" w:rsidRDefault="00AF73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A78C3" w:rsidRPr="00B849DE">
              <w:rPr>
                <w:rFonts w:ascii="Times New Roman" w:hAnsi="Times New Roman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A78C3" w:rsidRPr="00B849DE">
              <w:rPr>
                <w:rFonts w:ascii="Times New Roman" w:hAnsi="Times New Roman"/>
              </w:rPr>
              <w:t>000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</w:tr>
      <w:tr w:rsidR="001A78C3" w:rsidRPr="001D19CB" w:rsidTr="00BE2105">
        <w:trPr>
          <w:trHeight w:val="554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A78C3" w:rsidRPr="00DF7234" w:rsidRDefault="001A78C3" w:rsidP="00BE210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2.5.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Мероприятия по установке элементов обустройства автодорог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1A78C3" w:rsidRPr="005F4747" w:rsidRDefault="00451960" w:rsidP="00877A7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="005F4747" w:rsidRPr="005F4747">
              <w:rPr>
                <w:rFonts w:ascii="Times New Roman" w:hAnsi="Times New Roman"/>
                <w:bCs/>
              </w:rPr>
              <w:t>7</w:t>
            </w:r>
            <w:r w:rsidR="001A78C3" w:rsidRPr="005F4747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1A78C3" w:rsidRPr="005F4747" w:rsidRDefault="005F4747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A78C3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A78C3" w:rsidRPr="001D19CB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за счет средств областного бюджета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451960" w:rsidP="00877A7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="005F4747" w:rsidRPr="005F4747">
              <w:rPr>
                <w:rFonts w:ascii="Times New Roman" w:hAnsi="Times New Roman"/>
                <w:bCs/>
              </w:rPr>
              <w:t>7</w:t>
            </w:r>
            <w:r w:rsidR="001A78C3" w:rsidRPr="005F4747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3000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5F4747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4000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134" w:type="dxa"/>
            <w:shd w:val="clear" w:color="auto" w:fill="auto"/>
          </w:tcPr>
          <w:p w:rsidR="001A78C3" w:rsidRPr="001D19CB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129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Паспортизация автомобильных дорог  и  искусственных сооружений, разработка проектов организации  дорожного движения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AF73C3" w:rsidP="0045196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  <w:r w:rsidR="00451960">
              <w:rPr>
                <w:rFonts w:ascii="Times New Roman" w:hAnsi="Times New Roman"/>
                <w:bCs/>
              </w:rPr>
              <w:t>3</w:t>
            </w:r>
            <w:r w:rsidR="005F4747" w:rsidRPr="005F4747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</w:tcPr>
          <w:p w:rsidR="001A78C3" w:rsidRPr="005F4747" w:rsidRDefault="001A78C3" w:rsidP="00877A7F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AF73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  <w:r w:rsidR="001A78C3" w:rsidRPr="00B849DE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1A78C3" w:rsidRPr="001D19CB" w:rsidRDefault="00451960" w:rsidP="00877A7F">
            <w:pPr>
              <w:ind w:left="-15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  <w:r w:rsidR="001A78C3">
              <w:rPr>
                <w:rFonts w:ascii="Times New Roman" w:hAnsi="Times New Roman"/>
              </w:rPr>
              <w:t>00</w:t>
            </w:r>
          </w:p>
        </w:tc>
        <w:tc>
          <w:tcPr>
            <w:tcW w:w="1129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5500</w:t>
            </w:r>
          </w:p>
        </w:tc>
        <w:tc>
          <w:tcPr>
            <w:tcW w:w="998" w:type="dxa"/>
            <w:shd w:val="clear" w:color="auto" w:fill="auto"/>
          </w:tcPr>
          <w:p w:rsidR="001A78C3" w:rsidRPr="001D19CB" w:rsidRDefault="001A78C3" w:rsidP="00FF6D50">
            <w:pPr>
              <w:ind w:left="-15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5500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Содержание искусственных и защитных дорожных сооружений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451960" w:rsidP="00877A7F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  <w:r>
              <w:rPr>
                <w:rFonts w:ascii="Times New Roman" w:hAnsi="Times New Roman"/>
                <w:bCs/>
              </w:rPr>
              <w:t>485840,40633</w:t>
            </w:r>
          </w:p>
        </w:tc>
        <w:tc>
          <w:tcPr>
            <w:tcW w:w="1418" w:type="dxa"/>
            <w:shd w:val="clear" w:color="auto" w:fill="auto"/>
          </w:tcPr>
          <w:p w:rsidR="001A78C3" w:rsidRPr="001D19CB" w:rsidRDefault="001A78C3" w:rsidP="00877A7F">
            <w:pPr>
              <w:ind w:left="-15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8702,40633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AF73C3" w:rsidP="00877A7F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10</w:t>
            </w:r>
            <w:r w:rsidR="005F4747" w:rsidRPr="005F4747">
              <w:rPr>
                <w:rFonts w:ascii="Times New Roman" w:hAnsi="Times New Roman"/>
              </w:rPr>
              <w:t>0000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110000</w:t>
            </w:r>
          </w:p>
        </w:tc>
        <w:tc>
          <w:tcPr>
            <w:tcW w:w="1134" w:type="dxa"/>
            <w:shd w:val="clear" w:color="auto" w:fill="auto"/>
          </w:tcPr>
          <w:p w:rsidR="001A78C3" w:rsidRPr="001D19CB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150000</w:t>
            </w:r>
          </w:p>
        </w:tc>
        <w:tc>
          <w:tcPr>
            <w:tcW w:w="1129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53569</w:t>
            </w:r>
          </w:p>
        </w:tc>
        <w:tc>
          <w:tcPr>
            <w:tcW w:w="998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53569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Содержание линий электроосвещения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451960" w:rsidP="00602D9E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  <w:r>
              <w:rPr>
                <w:rFonts w:ascii="Times New Roman" w:hAnsi="Times New Roman"/>
                <w:bCs/>
              </w:rPr>
              <w:t>500833,58724</w:t>
            </w:r>
          </w:p>
        </w:tc>
        <w:tc>
          <w:tcPr>
            <w:tcW w:w="1418" w:type="dxa"/>
            <w:shd w:val="clear" w:color="auto" w:fill="auto"/>
          </w:tcPr>
          <w:p w:rsidR="001A78C3" w:rsidRPr="00B849DE" w:rsidRDefault="001A78C3" w:rsidP="00877A7F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50644,54367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90175,29357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451960" w:rsidP="00877A7F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110013,75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120000</w:t>
            </w:r>
          </w:p>
        </w:tc>
        <w:tc>
          <w:tcPr>
            <w:tcW w:w="1134" w:type="dxa"/>
            <w:shd w:val="clear" w:color="auto" w:fill="auto"/>
          </w:tcPr>
          <w:p w:rsidR="001A78C3" w:rsidRPr="001D19CB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130000</w:t>
            </w:r>
          </w:p>
        </w:tc>
        <w:tc>
          <w:tcPr>
            <w:tcW w:w="1129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Аварийно-восстановительные работы в зоне чрезвычайной ситуации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451960" w:rsidP="00A131D5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  <w:r>
              <w:rPr>
                <w:rFonts w:ascii="Times New Roman" w:hAnsi="Times New Roman"/>
                <w:bCs/>
              </w:rPr>
              <w:t>42428</w:t>
            </w:r>
          </w:p>
        </w:tc>
        <w:tc>
          <w:tcPr>
            <w:tcW w:w="1418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5000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AD5A54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5F4747" w:rsidP="00877A7F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5F4747">
              <w:rPr>
                <w:rFonts w:ascii="Times New Roman" w:hAnsi="Times New Roman"/>
              </w:rPr>
              <w:t>5000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134" w:type="dxa"/>
            <w:shd w:val="clear" w:color="auto" w:fill="auto"/>
          </w:tcPr>
          <w:p w:rsidR="001A78C3" w:rsidRPr="001D19CB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129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11214</w:t>
            </w:r>
          </w:p>
        </w:tc>
        <w:tc>
          <w:tcPr>
            <w:tcW w:w="998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11214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105EC8" w:rsidRPr="00DF7234" w:rsidRDefault="001A78C3" w:rsidP="00BE2105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Прочие работы (в том числе установка и обслуживание систем видеонаблюдения, установка недостающего оборудования для функционирования систем освещения и метеорологических систем мониторинга и прогнозирования условий движения, диагностика, обследование и оценка технического состояния автомобильных дорог и искусственных сооружений на них, обследование и испытание искусственных сооружений)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451960" w:rsidP="00B849DE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108457,52987</w:t>
            </w:r>
          </w:p>
        </w:tc>
        <w:tc>
          <w:tcPr>
            <w:tcW w:w="1418" w:type="dxa"/>
            <w:shd w:val="clear" w:color="auto" w:fill="auto"/>
          </w:tcPr>
          <w:p w:rsidR="001A78C3" w:rsidRPr="00B849DE" w:rsidRDefault="001A78C3" w:rsidP="00877A7F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9355,45633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18102,07354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5F4747" w:rsidP="00AF73C3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5F4747">
              <w:rPr>
                <w:rFonts w:ascii="Times New Roman" w:hAnsi="Times New Roman"/>
              </w:rPr>
              <w:t>2</w:t>
            </w:r>
            <w:r w:rsidR="00AF73C3">
              <w:rPr>
                <w:rFonts w:ascii="Times New Roman" w:hAnsi="Times New Roman"/>
              </w:rPr>
              <w:t>5</w:t>
            </w:r>
            <w:r w:rsidRPr="005F4747">
              <w:rPr>
                <w:rFonts w:ascii="Times New Roman" w:hAnsi="Times New Roman"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25000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25000</w:t>
            </w:r>
          </w:p>
        </w:tc>
        <w:tc>
          <w:tcPr>
            <w:tcW w:w="1129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998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vMerge w:val="restart"/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1A78C3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Приведение в нормативное состояние автомобильных дорог регионального или межмуниципального значения путем проведения работ по их содержанию</w:t>
            </w:r>
          </w:p>
          <w:p w:rsidR="00DF7234" w:rsidRPr="00DF7234" w:rsidRDefault="00DF7234" w:rsidP="00877A7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1A78C3" w:rsidRPr="00B262FD" w:rsidRDefault="001A78C3" w:rsidP="00877A7F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5F4747">
              <w:rPr>
                <w:rFonts w:ascii="Times New Roman" w:hAnsi="Times New Roman"/>
              </w:rPr>
              <w:t>176267,5811</w:t>
            </w:r>
          </w:p>
        </w:tc>
        <w:tc>
          <w:tcPr>
            <w:tcW w:w="1418" w:type="dxa"/>
            <w:shd w:val="clear" w:color="auto" w:fill="auto"/>
          </w:tcPr>
          <w:p w:rsidR="001A78C3" w:rsidRPr="00B849DE" w:rsidRDefault="001A78C3" w:rsidP="00877A7F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176267,5811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за счет средств областного бюджета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1A78C3" w:rsidP="00C72943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5F4747">
              <w:rPr>
                <w:rFonts w:ascii="Times New Roman" w:hAnsi="Times New Roman"/>
              </w:rPr>
              <w:t>176267,5811</w:t>
            </w:r>
          </w:p>
        </w:tc>
        <w:tc>
          <w:tcPr>
            <w:tcW w:w="1418" w:type="dxa"/>
            <w:shd w:val="clear" w:color="auto" w:fill="auto"/>
          </w:tcPr>
          <w:p w:rsidR="001A78C3" w:rsidRPr="00B849DE" w:rsidRDefault="001A78C3" w:rsidP="00C72943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176267,5811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vMerge w:val="restart"/>
            <w:tcBorders>
              <w:top w:val="nil"/>
            </w:tcBorders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105EC8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Приведение в нормативное состояние автомобильных дорог регионального или межмуниципального значения путем проведения работ по их содержанию в границах агломерации*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1A78C3" w:rsidP="00877A7F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5F4747">
              <w:rPr>
                <w:rFonts w:ascii="Times New Roman" w:hAnsi="Times New Roman"/>
              </w:rPr>
              <w:t>542662,98242</w:t>
            </w:r>
          </w:p>
        </w:tc>
        <w:tc>
          <w:tcPr>
            <w:tcW w:w="1418" w:type="dxa"/>
            <w:shd w:val="clear" w:color="auto" w:fill="auto"/>
          </w:tcPr>
          <w:p w:rsidR="001A78C3" w:rsidRDefault="001A78C3" w:rsidP="00877A7F">
            <w:pPr>
              <w:ind w:left="-15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542662,98242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1A78C3" w:rsidP="00877A7F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</w:tcPr>
          <w:p w:rsidR="001A78C3" w:rsidRDefault="001A78C3" w:rsidP="00877A7F">
            <w:pPr>
              <w:ind w:left="-15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8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областного бюджета, из них: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106027,98242</w:t>
            </w:r>
          </w:p>
        </w:tc>
        <w:tc>
          <w:tcPr>
            <w:tcW w:w="1418" w:type="dxa"/>
            <w:shd w:val="clear" w:color="auto" w:fill="auto"/>
          </w:tcPr>
          <w:p w:rsidR="001A78C3" w:rsidRDefault="001A78C3" w:rsidP="00877A7F">
            <w:pPr>
              <w:ind w:left="-15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106027,98242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105EC8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1A78C3" w:rsidP="00256541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106027,98242</w:t>
            </w:r>
          </w:p>
        </w:tc>
        <w:tc>
          <w:tcPr>
            <w:tcW w:w="1418" w:type="dxa"/>
            <w:shd w:val="clear" w:color="auto" w:fill="auto"/>
          </w:tcPr>
          <w:p w:rsidR="001A78C3" w:rsidRDefault="001A78C3" w:rsidP="00256541">
            <w:pPr>
              <w:ind w:left="-15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106027,98242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федерального бюджета, из них: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436635</w:t>
            </w:r>
          </w:p>
        </w:tc>
        <w:tc>
          <w:tcPr>
            <w:tcW w:w="1418" w:type="dxa"/>
            <w:shd w:val="clear" w:color="auto" w:fill="auto"/>
          </w:tcPr>
          <w:p w:rsidR="001A78C3" w:rsidRDefault="001A78C3" w:rsidP="00F637C3">
            <w:pPr>
              <w:ind w:left="-15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436635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436635</w:t>
            </w:r>
          </w:p>
        </w:tc>
        <w:tc>
          <w:tcPr>
            <w:tcW w:w="1418" w:type="dxa"/>
            <w:shd w:val="clear" w:color="auto" w:fill="auto"/>
          </w:tcPr>
          <w:p w:rsidR="001A78C3" w:rsidRDefault="001A78C3" w:rsidP="00877A7F">
            <w:pPr>
              <w:ind w:left="-15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436635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06AFE" w:rsidRPr="001D19CB" w:rsidTr="00BE2105">
        <w:trPr>
          <w:trHeight w:val="20"/>
        </w:trPr>
        <w:tc>
          <w:tcPr>
            <w:tcW w:w="568" w:type="dxa"/>
            <w:vMerge w:val="restart"/>
            <w:shd w:val="clear" w:color="auto" w:fill="auto"/>
          </w:tcPr>
          <w:p w:rsidR="00706AFE" w:rsidRPr="00DF7234" w:rsidRDefault="00706AFE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706AFE" w:rsidRPr="00DF7234" w:rsidRDefault="00706AFE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Итого, 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B262FD" w:rsidRDefault="00451960" w:rsidP="006A68CE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  <w:highlight w:val="yellow"/>
              </w:rPr>
            </w:pPr>
            <w:r>
              <w:rPr>
                <w:rFonts w:ascii="Times New Roman" w:hAnsi="Times New Roman"/>
                <w:bCs/>
                <w:spacing w:val="-4"/>
              </w:rPr>
              <w:t>16279256,42083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2873219,65049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225AD3" w:rsidRDefault="00B262FD" w:rsidP="006A68CE">
            <w:pPr>
              <w:ind w:left="-48" w:right="-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2277327,72692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5F4747" w:rsidRDefault="00451960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1984793,56342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451960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3198091,05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451960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3148540,43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1398642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1398642</w:t>
            </w:r>
          </w:p>
        </w:tc>
      </w:tr>
      <w:tr w:rsidR="00706AFE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706AFE" w:rsidRPr="00DF7234" w:rsidRDefault="00706AFE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706AFE" w:rsidRPr="00DF7234" w:rsidRDefault="00706AFE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федеральный бюджет, из них: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5F4747" w:rsidRDefault="00706AFE" w:rsidP="006A68CE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5F4747">
              <w:rPr>
                <w:rFonts w:ascii="Times New Roman" w:hAnsi="Times New Roman"/>
              </w:rPr>
              <w:t>436635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Pr="007A44E7" w:rsidRDefault="00706AFE" w:rsidP="006A68CE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</w:rPr>
              <w:t>436635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1D19CB" w:rsidRDefault="00706AFE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5F4747" w:rsidRDefault="00706AFE" w:rsidP="006A68CE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06AFE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706AFE" w:rsidRPr="00DF7234" w:rsidRDefault="00706AFE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706AFE" w:rsidRPr="00DF7234" w:rsidRDefault="00706AFE" w:rsidP="00105EC8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5F4747" w:rsidRDefault="00706AFE" w:rsidP="006A68CE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5F4747">
              <w:rPr>
                <w:rFonts w:ascii="Times New Roman" w:hAnsi="Times New Roman"/>
              </w:rPr>
              <w:t>436635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Pr="007A44E7" w:rsidRDefault="00706AFE" w:rsidP="006A68CE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</w:rPr>
              <w:t>436635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Default="00706AFE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5F4747" w:rsidRDefault="00706AFE" w:rsidP="006A68CE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06AFE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706AFE" w:rsidRPr="00DF7234" w:rsidRDefault="00706AFE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706AFE" w:rsidRPr="00DF7234" w:rsidRDefault="00706AFE" w:rsidP="00BE2105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областно</w:t>
            </w:r>
            <w:r w:rsidR="00BE2105" w:rsidRPr="00DF7234">
              <w:rPr>
                <w:rFonts w:ascii="Times New Roman" w:hAnsi="Times New Roman"/>
                <w:sz w:val="22"/>
                <w:szCs w:val="22"/>
              </w:rPr>
              <w:t>й</w:t>
            </w:r>
            <w:r w:rsidRPr="00DF7234">
              <w:rPr>
                <w:rFonts w:ascii="Times New Roman" w:hAnsi="Times New Roman"/>
                <w:sz w:val="22"/>
                <w:szCs w:val="22"/>
              </w:rPr>
              <w:t xml:space="preserve"> бюджет, из них: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5F4747" w:rsidRDefault="00451960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15842621,42083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Default="00706AFE" w:rsidP="00551C20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pacing w:val="-4"/>
              </w:rPr>
              <w:t>2436584,65049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225AD3" w:rsidRDefault="00B262FD" w:rsidP="00551C20">
            <w:pPr>
              <w:ind w:left="-48" w:right="-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2277327,72692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5F4747" w:rsidRDefault="00451960" w:rsidP="00551C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1984793,56342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451960" w:rsidP="00551C20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3198091,05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451960" w:rsidP="00551C20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3148540,43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706AFE" w:rsidRPr="001D19CB" w:rsidRDefault="00706AFE" w:rsidP="00551C20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1398642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06AFE" w:rsidRPr="001D19CB" w:rsidRDefault="00706AFE" w:rsidP="00551C20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1398642</w:t>
            </w:r>
          </w:p>
        </w:tc>
      </w:tr>
      <w:tr w:rsidR="00451960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451960" w:rsidRPr="00DF7234" w:rsidRDefault="00451960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451960" w:rsidRPr="00DF7234" w:rsidRDefault="00451960" w:rsidP="00551C20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фонда, из них: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51960" w:rsidRPr="005F4747" w:rsidRDefault="00451960" w:rsidP="000D46CB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15842621,42083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51960" w:rsidRDefault="00451960" w:rsidP="000D46CB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pacing w:val="-4"/>
              </w:rPr>
              <w:t>2436584,65049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51960" w:rsidRPr="00225AD3" w:rsidRDefault="00451960" w:rsidP="000D46CB">
            <w:pPr>
              <w:ind w:left="-48" w:right="-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2277327,72692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51960" w:rsidRPr="005F4747" w:rsidRDefault="00451960" w:rsidP="000D46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1984793,56342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1960" w:rsidRPr="001D19CB" w:rsidRDefault="00451960" w:rsidP="000D46CB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3198091,05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1960" w:rsidRPr="001D19CB" w:rsidRDefault="00451960" w:rsidP="000D46CB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3148540,43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451960" w:rsidRPr="001D19CB" w:rsidRDefault="00451960" w:rsidP="000D46CB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1398642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51960" w:rsidRPr="001D19CB" w:rsidRDefault="00451960" w:rsidP="000D46CB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1398642</w:t>
            </w:r>
          </w:p>
        </w:tc>
      </w:tr>
      <w:tr w:rsidR="00706AFE" w:rsidRPr="001D19CB" w:rsidTr="00BE2105">
        <w:trPr>
          <w:trHeight w:val="20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6AFE" w:rsidRPr="00DF7234" w:rsidRDefault="00706AFE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706AFE" w:rsidRPr="00DF7234" w:rsidRDefault="00706AFE" w:rsidP="00551C20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5F4747" w:rsidRDefault="00706AFE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106027,98242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Default="00706AFE" w:rsidP="00551C20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106027,98242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Default="00706AFE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Default="00706AFE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Default="00706AFE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706AFE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06AFE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E2105" w:rsidRPr="001D19CB" w:rsidTr="00EB3DF0">
        <w:trPr>
          <w:trHeight w:val="611"/>
        </w:trPr>
        <w:tc>
          <w:tcPr>
            <w:tcW w:w="14743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DF7234" w:rsidRDefault="00BE2105" w:rsidP="00DF7234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Мероприятия по реализации регионального проекта «Дорожная сеть (Рязанская область)»,</w:t>
            </w:r>
          </w:p>
          <w:p w:rsidR="00BE2105" w:rsidRPr="00DF7234" w:rsidRDefault="00BE2105" w:rsidP="00DF7234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 xml:space="preserve">     </w:t>
            </w:r>
            <w:r w:rsidR="00DF7234">
              <w:rPr>
                <w:rFonts w:ascii="Times New Roman" w:hAnsi="Times New Roman"/>
                <w:sz w:val="22"/>
                <w:szCs w:val="22"/>
              </w:rPr>
              <w:t>направленные</w:t>
            </w:r>
            <w:r w:rsidRPr="00DF7234">
              <w:rPr>
                <w:rFonts w:ascii="Times New Roman" w:hAnsi="Times New Roman"/>
                <w:sz w:val="22"/>
                <w:szCs w:val="22"/>
              </w:rPr>
              <w:t xml:space="preserve"> на достижение результатов реализации федерального проекта «Дорожная сеть»                                                                                                                  в рамках национального проекта «Безопасные и качественные автомобильные дороги»</w:t>
            </w:r>
          </w:p>
        </w:tc>
      </w:tr>
      <w:tr w:rsidR="00105EC8" w:rsidRPr="001D19CB" w:rsidTr="00BE2105">
        <w:trPr>
          <w:trHeight w:val="2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105EC8" w:rsidRPr="00DF7234" w:rsidRDefault="00167EC7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10</w:t>
            </w:r>
            <w:r w:rsidR="00105EC8" w:rsidRPr="00DF723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105EC8" w:rsidRPr="00DF7234" w:rsidRDefault="00105EC8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Мероприятия по безопасности движения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105EC8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05EC8" w:rsidRDefault="00105EC8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105EC8" w:rsidP="006A68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105EC8" w:rsidP="006A68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05EC8" w:rsidRDefault="00105EC8" w:rsidP="006A68CE">
            <w:pPr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05EC8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:rsidR="00105EC8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105EC8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105EC8" w:rsidRPr="001D19CB" w:rsidTr="00BE2105">
        <w:trPr>
          <w:trHeight w:val="20"/>
        </w:trPr>
        <w:tc>
          <w:tcPr>
            <w:tcW w:w="568" w:type="dxa"/>
            <w:vMerge w:val="restart"/>
            <w:shd w:val="clear" w:color="auto" w:fill="auto"/>
          </w:tcPr>
          <w:p w:rsidR="00105EC8" w:rsidRPr="00DF7234" w:rsidRDefault="00167EC7" w:rsidP="00DF7234">
            <w:pPr>
              <w:ind w:right="-133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10</w:t>
            </w:r>
            <w:r w:rsidR="001C2D5C" w:rsidRPr="00DF7234">
              <w:rPr>
                <w:rFonts w:ascii="Times New Roman" w:hAnsi="Times New Roman"/>
                <w:sz w:val="22"/>
                <w:szCs w:val="22"/>
              </w:rPr>
              <w:t>.1</w:t>
            </w:r>
            <w:r w:rsidR="00BE2105" w:rsidRPr="00DF7234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177F67" w:rsidRPr="00DF7234" w:rsidRDefault="00177F67" w:rsidP="00167EC7">
            <w:pPr>
              <w:ind w:right="-13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DF7234" w:rsidRDefault="00105EC8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 xml:space="preserve">Нанесение </w:t>
            </w:r>
            <w:proofErr w:type="gramStart"/>
            <w:r w:rsidRPr="00DF7234">
              <w:rPr>
                <w:rFonts w:ascii="Times New Roman" w:hAnsi="Times New Roman"/>
                <w:sz w:val="22"/>
                <w:szCs w:val="22"/>
              </w:rPr>
              <w:t>горизонтальной</w:t>
            </w:r>
            <w:proofErr w:type="gramEnd"/>
          </w:p>
          <w:p w:rsidR="00105EC8" w:rsidRPr="00DF7234" w:rsidRDefault="00105EC8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разметки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AD5A54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10778,49234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5EC8" w:rsidRDefault="00105EC8" w:rsidP="00105EC8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AD5A54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10778,49234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Pr="001D19CB" w:rsidRDefault="00105EC8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05EC8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105EC8" w:rsidRPr="00DF7234" w:rsidRDefault="00105EC8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105EC8" w:rsidRPr="00DF7234" w:rsidRDefault="00105EC8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105EC8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05EC8" w:rsidRDefault="00105EC8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105EC8" w:rsidP="006A68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105EC8" w:rsidP="006A68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05EC8" w:rsidRDefault="00105EC8" w:rsidP="006A68CE">
            <w:pPr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05EC8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:rsidR="00105EC8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105EC8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706AFE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706AFE" w:rsidRPr="00DF7234" w:rsidRDefault="00706AFE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706AFE" w:rsidRPr="00DF7234" w:rsidRDefault="00706AFE" w:rsidP="00551C20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Default="00AD5A54" w:rsidP="00551C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4687,83034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Default="00706AFE" w:rsidP="00551C20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Default="00AD5A54" w:rsidP="00551C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4687,83034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1D19CB" w:rsidRDefault="00706AFE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06AFE" w:rsidRPr="001D19CB" w:rsidTr="00BE2105">
        <w:trPr>
          <w:trHeight w:val="20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6AFE" w:rsidRPr="00DF7234" w:rsidRDefault="00706AFE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706AFE" w:rsidRPr="00DF7234" w:rsidRDefault="00706AFE" w:rsidP="00551C20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Default="00706AFE" w:rsidP="00551C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6090,662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Default="00706AFE" w:rsidP="00551C20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Default="00706AFE" w:rsidP="00551C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6090,662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1D19CB" w:rsidRDefault="00706AFE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05EC8" w:rsidRPr="001D19CB" w:rsidTr="00BE2105">
        <w:trPr>
          <w:trHeight w:val="20"/>
        </w:trPr>
        <w:tc>
          <w:tcPr>
            <w:tcW w:w="568" w:type="dxa"/>
            <w:vMerge w:val="restart"/>
            <w:shd w:val="clear" w:color="auto" w:fill="auto"/>
          </w:tcPr>
          <w:p w:rsidR="00105EC8" w:rsidRPr="00DF7234" w:rsidRDefault="00105EC8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105EC8" w:rsidRPr="00DF7234" w:rsidRDefault="00105EC8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Итого, 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AD5A54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10778,49234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5EC8" w:rsidRDefault="00105EC8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AD5A54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10778,49234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Pr="001D19CB" w:rsidRDefault="00105EC8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06AFE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706AFE" w:rsidRPr="00DF7234" w:rsidRDefault="00706AFE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706AFE" w:rsidRPr="00DF7234" w:rsidRDefault="00706AFE" w:rsidP="00BE2105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областно</w:t>
            </w:r>
            <w:r w:rsidR="00BE2105" w:rsidRPr="00DF7234">
              <w:rPr>
                <w:rFonts w:ascii="Times New Roman" w:hAnsi="Times New Roman"/>
                <w:sz w:val="22"/>
                <w:szCs w:val="22"/>
              </w:rPr>
              <w:t>й</w:t>
            </w:r>
            <w:r w:rsidRPr="00DF7234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Default="00AD5A54" w:rsidP="00551C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4687,83034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Default="00706AFE" w:rsidP="00551C20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Default="00AD5A54" w:rsidP="00551C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4687,83034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1D19CB" w:rsidRDefault="00706AFE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06AFE" w:rsidRPr="001D19CB" w:rsidTr="00BE2105">
        <w:trPr>
          <w:trHeight w:val="20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6AFE" w:rsidRPr="00DF7234" w:rsidRDefault="00706AFE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706AFE" w:rsidRPr="00DF7234" w:rsidRDefault="00706AFE" w:rsidP="00BE2105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федеральн</w:t>
            </w:r>
            <w:r w:rsidR="00BE2105" w:rsidRPr="00DF7234">
              <w:rPr>
                <w:rFonts w:ascii="Times New Roman" w:hAnsi="Times New Roman"/>
                <w:sz w:val="22"/>
                <w:szCs w:val="22"/>
              </w:rPr>
              <w:t>ый</w:t>
            </w:r>
            <w:r w:rsidRPr="00DF7234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Default="00706AFE" w:rsidP="00551C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6090,662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Default="00706AFE" w:rsidP="00551C20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Default="00706AFE" w:rsidP="00551C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6090,662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1D19CB" w:rsidRDefault="00706AFE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51960" w:rsidRPr="001D19CB" w:rsidTr="00BE2105">
        <w:trPr>
          <w:trHeight w:val="20"/>
        </w:trPr>
        <w:tc>
          <w:tcPr>
            <w:tcW w:w="568" w:type="dxa"/>
            <w:vMerge w:val="restart"/>
            <w:shd w:val="clear" w:color="auto" w:fill="auto"/>
          </w:tcPr>
          <w:p w:rsidR="00451960" w:rsidRDefault="00451960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51960" w:rsidRDefault="00451960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51960" w:rsidRPr="00DF7234" w:rsidRDefault="00451960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451960" w:rsidRPr="00DF7234" w:rsidRDefault="00451960" w:rsidP="00105EC8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51960" w:rsidRPr="001A5E05" w:rsidRDefault="00451960" w:rsidP="006A68CE">
            <w:pPr>
              <w:ind w:left="-56" w:right="-45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16290034,91317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51960" w:rsidRDefault="00451960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pacing w:val="-4"/>
              </w:rPr>
              <w:t>2873219,65049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51960" w:rsidRDefault="00451960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2288106,21926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51960" w:rsidRPr="005F4747" w:rsidRDefault="00451960" w:rsidP="000D46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1984793,56342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1960" w:rsidRPr="001D19CB" w:rsidRDefault="00451960" w:rsidP="000D46CB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3198091,05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1960" w:rsidRPr="001D19CB" w:rsidRDefault="00451960" w:rsidP="000D46CB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3148540,43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451960" w:rsidRPr="001D19CB" w:rsidRDefault="00451960" w:rsidP="000D46CB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1398642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51960" w:rsidRPr="001D19CB" w:rsidRDefault="00451960" w:rsidP="000D46CB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1398642</w:t>
            </w:r>
          </w:p>
        </w:tc>
      </w:tr>
      <w:tr w:rsidR="00451960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451960" w:rsidRDefault="00451960" w:rsidP="00877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51960" w:rsidRPr="00DF7234" w:rsidRDefault="00451960" w:rsidP="00BE2105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областной бюджет, из них: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51960" w:rsidRPr="001A5E05" w:rsidRDefault="00451960" w:rsidP="006A68CE">
            <w:pPr>
              <w:ind w:left="-56" w:right="-45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15847309,25117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51960" w:rsidRDefault="00451960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pacing w:val="-4"/>
              </w:rPr>
              <w:t>2436584,65049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51960" w:rsidRDefault="00451960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2282015,55726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51960" w:rsidRPr="005F4747" w:rsidRDefault="00451960" w:rsidP="000D46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1984793,56342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1960" w:rsidRPr="001D19CB" w:rsidRDefault="00451960" w:rsidP="000D46CB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3198091,05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1960" w:rsidRPr="001D19CB" w:rsidRDefault="00451960" w:rsidP="000D46CB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3148540,43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451960" w:rsidRPr="001D19CB" w:rsidRDefault="00451960" w:rsidP="000D46CB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1398642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51960" w:rsidRPr="001D19CB" w:rsidRDefault="00451960" w:rsidP="000D46CB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1398642</w:t>
            </w:r>
          </w:p>
        </w:tc>
      </w:tr>
      <w:tr w:rsidR="00451960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451960" w:rsidRDefault="00451960" w:rsidP="00877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51960" w:rsidRPr="00DF7234" w:rsidRDefault="00451960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фонда, из них: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51960" w:rsidRPr="001A5E05" w:rsidRDefault="00451960" w:rsidP="000D46CB">
            <w:pPr>
              <w:ind w:left="-56" w:right="-45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15847309,25117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51960" w:rsidRDefault="00451960" w:rsidP="000D46CB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pacing w:val="-4"/>
              </w:rPr>
              <w:t>2436584,65049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51960" w:rsidRDefault="00451960" w:rsidP="000D46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2282015,55726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51960" w:rsidRPr="005F4747" w:rsidRDefault="00451960" w:rsidP="000D46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1984793,56342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1960" w:rsidRPr="001D19CB" w:rsidRDefault="00451960" w:rsidP="000D46CB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3198091,05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1960" w:rsidRPr="001D19CB" w:rsidRDefault="00451960" w:rsidP="000D46CB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3148540,43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451960" w:rsidRPr="001D19CB" w:rsidRDefault="00451960" w:rsidP="000D46CB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1398642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51960" w:rsidRPr="001D19CB" w:rsidRDefault="00451960" w:rsidP="000D46CB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1398642</w:t>
            </w:r>
          </w:p>
        </w:tc>
      </w:tr>
      <w:tr w:rsidR="00105EC8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105EC8" w:rsidRDefault="00105EC8" w:rsidP="00877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05EC8" w:rsidRPr="00DF7234" w:rsidRDefault="00105EC8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Pr="001A5E05" w:rsidRDefault="00105EC8" w:rsidP="006A68CE">
            <w:pPr>
              <w:ind w:left="-56" w:right="-45"/>
              <w:jc w:val="center"/>
              <w:rPr>
                <w:rFonts w:ascii="Times New Roman" w:hAnsi="Times New Roman"/>
                <w:highlight w:val="yellow"/>
              </w:rPr>
            </w:pPr>
            <w:r w:rsidRPr="005F4747">
              <w:rPr>
                <w:rFonts w:ascii="Times New Roman" w:hAnsi="Times New Roman"/>
              </w:rPr>
              <w:t>106027,98242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5EC8" w:rsidRDefault="00105EC8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106027,98242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105EC8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Pr="001D19CB" w:rsidRDefault="00105EC8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05EC8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105EC8" w:rsidRDefault="00105EC8" w:rsidP="00877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05EC8" w:rsidRPr="00DF7234" w:rsidRDefault="00105EC8" w:rsidP="00105EC8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рамках регионального проекта «Дорожная сеть»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Pr="001A5E05" w:rsidRDefault="00AD5A54" w:rsidP="006A68CE">
            <w:pPr>
              <w:ind w:left="-56" w:right="-45"/>
              <w:jc w:val="center"/>
              <w:rPr>
                <w:rFonts w:ascii="Times New Roman" w:hAnsi="Times New Roman"/>
                <w:highlight w:val="yellow"/>
              </w:rPr>
            </w:pPr>
            <w:r w:rsidRPr="005F4747">
              <w:rPr>
                <w:rFonts w:ascii="Times New Roman" w:hAnsi="Times New Roman"/>
              </w:rPr>
              <w:t>4687,83034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5EC8" w:rsidRDefault="00105EC8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105EC8" w:rsidRDefault="00105EC8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AD5A54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4687,83034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Pr="001D19CB" w:rsidRDefault="00105EC8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05EC8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105EC8" w:rsidRDefault="00105EC8" w:rsidP="00877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05EC8" w:rsidRPr="00DF7234" w:rsidRDefault="00105EC8" w:rsidP="00BE2105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федеральн</w:t>
            </w:r>
            <w:r w:rsidR="00BE2105" w:rsidRPr="00DF7234">
              <w:rPr>
                <w:rFonts w:ascii="Times New Roman" w:hAnsi="Times New Roman"/>
                <w:sz w:val="22"/>
                <w:szCs w:val="22"/>
              </w:rPr>
              <w:t>ый</w:t>
            </w:r>
            <w:r w:rsidRPr="00DF7234">
              <w:rPr>
                <w:rFonts w:ascii="Times New Roman" w:hAnsi="Times New Roman"/>
                <w:sz w:val="22"/>
                <w:szCs w:val="22"/>
              </w:rPr>
              <w:t xml:space="preserve"> бюджет, из них: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Pr="005F4747" w:rsidRDefault="00105EC8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442725,662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5EC8" w:rsidRPr="007A44E7" w:rsidRDefault="00105EC8" w:rsidP="006A68CE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</w:rPr>
              <w:t>436635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105EC8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6090,662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Pr="001D19CB" w:rsidRDefault="00105EC8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05EC8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105EC8" w:rsidRDefault="00105EC8" w:rsidP="00877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05EC8" w:rsidRPr="00DF7234" w:rsidRDefault="00105EC8" w:rsidP="00105EC8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Pr="005F4747" w:rsidRDefault="00105EC8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436635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5EC8" w:rsidRPr="007A44E7" w:rsidRDefault="00105EC8" w:rsidP="006A68CE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</w:rPr>
              <w:t>436635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105EC8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Pr="001D19CB" w:rsidRDefault="00105EC8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05EC8" w:rsidRPr="001D19CB" w:rsidTr="00BE2105">
        <w:trPr>
          <w:trHeight w:val="20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5EC8" w:rsidRDefault="00105EC8" w:rsidP="00877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05EC8" w:rsidRPr="00DF7234" w:rsidRDefault="00105EC8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рамках регионального проекта «Дорожная сеть»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Pr="005F4747" w:rsidRDefault="00105EC8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6090,662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5EC8" w:rsidRDefault="00105EC8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105EC8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6090,662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Pr="001D19CB" w:rsidRDefault="00105EC8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4C419C" w:rsidRPr="000E48C8" w:rsidRDefault="004C419C" w:rsidP="004C419C">
      <w:pPr>
        <w:rPr>
          <w:rFonts w:ascii="Times New Roman" w:hAnsi="Times New Roman"/>
          <w:sz w:val="10"/>
          <w:szCs w:val="10"/>
        </w:rPr>
      </w:pPr>
    </w:p>
    <w:p w:rsidR="00A131D5" w:rsidRDefault="004C419C" w:rsidP="00E815C9">
      <w:pPr>
        <w:ind w:firstLine="426"/>
        <w:rPr>
          <w:rFonts w:ascii="Times New Roman" w:hAnsi="Times New Roman"/>
          <w:sz w:val="22"/>
          <w:szCs w:val="22"/>
        </w:rPr>
      </w:pPr>
      <w:r w:rsidRPr="000E48C8">
        <w:rPr>
          <w:rFonts w:ascii="Times New Roman" w:hAnsi="Times New Roman"/>
          <w:sz w:val="22"/>
          <w:szCs w:val="22"/>
        </w:rPr>
        <w:t>*</w:t>
      </w:r>
      <w:r w:rsidR="00A131D5" w:rsidRPr="00A131D5">
        <w:rPr>
          <w:rFonts w:ascii="Times New Roman" w:hAnsi="Times New Roman"/>
          <w:sz w:val="22"/>
          <w:szCs w:val="22"/>
        </w:rPr>
        <w:t xml:space="preserve"> </w:t>
      </w:r>
      <w:r w:rsidR="00A131D5">
        <w:rPr>
          <w:rFonts w:ascii="Times New Roman" w:hAnsi="Times New Roman"/>
          <w:sz w:val="22"/>
          <w:szCs w:val="22"/>
        </w:rPr>
        <w:t>Агломерация – Рязанская агломерация.</w:t>
      </w:r>
    </w:p>
    <w:p w:rsidR="002F76B7" w:rsidRDefault="00EE0639" w:rsidP="00E815C9">
      <w:pPr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**</w:t>
      </w:r>
      <w:r w:rsidR="004C419C" w:rsidRPr="000E48C8">
        <w:rPr>
          <w:rFonts w:ascii="Times New Roman" w:hAnsi="Times New Roman"/>
          <w:sz w:val="22"/>
          <w:szCs w:val="22"/>
        </w:rPr>
        <w:t xml:space="preserve"> Средства направляются на финансовое обеспечение дорожной </w:t>
      </w:r>
      <w:r w:rsidR="004C419C" w:rsidRPr="00031322">
        <w:rPr>
          <w:rFonts w:ascii="Times New Roman" w:hAnsi="Times New Roman"/>
          <w:sz w:val="22"/>
          <w:szCs w:val="22"/>
        </w:rPr>
        <w:t xml:space="preserve">деятельности в рамках </w:t>
      </w:r>
      <w:r w:rsidR="00864C6F" w:rsidRPr="00031322">
        <w:rPr>
          <w:rFonts w:ascii="Times New Roman" w:hAnsi="Times New Roman"/>
          <w:sz w:val="22"/>
          <w:szCs w:val="22"/>
        </w:rPr>
        <w:t xml:space="preserve">приоритетного </w:t>
      </w:r>
      <w:r w:rsidR="004C419C" w:rsidRPr="00031322">
        <w:rPr>
          <w:rFonts w:ascii="Times New Roman" w:hAnsi="Times New Roman"/>
          <w:sz w:val="22"/>
          <w:szCs w:val="22"/>
        </w:rPr>
        <w:t>проект</w:t>
      </w:r>
      <w:r w:rsidR="00864C6F" w:rsidRPr="00031322">
        <w:rPr>
          <w:rFonts w:ascii="Times New Roman" w:hAnsi="Times New Roman"/>
          <w:sz w:val="22"/>
          <w:szCs w:val="22"/>
        </w:rPr>
        <w:t>а</w:t>
      </w:r>
      <w:r w:rsidR="004C419C" w:rsidRPr="00031322">
        <w:rPr>
          <w:rFonts w:ascii="Times New Roman" w:hAnsi="Times New Roman"/>
          <w:sz w:val="22"/>
          <w:szCs w:val="22"/>
        </w:rPr>
        <w:t xml:space="preserve"> «Безопасные и качественные дороги» государственной программы Российской Федерации «Развитие транспортной системы»</w:t>
      </w:r>
      <w:proofErr w:type="gramStart"/>
      <w:r w:rsidR="0008619D">
        <w:rPr>
          <w:rFonts w:ascii="Times New Roman" w:hAnsi="Times New Roman"/>
          <w:sz w:val="22"/>
          <w:szCs w:val="22"/>
        </w:rPr>
        <w:t>.</w:t>
      </w:r>
      <w:r w:rsidR="00BE2105">
        <w:rPr>
          <w:rFonts w:ascii="Times New Roman" w:hAnsi="Times New Roman"/>
          <w:sz w:val="22"/>
          <w:szCs w:val="22"/>
        </w:rPr>
        <w:t>»</w:t>
      </w:r>
      <w:proofErr w:type="gramEnd"/>
      <w:r w:rsidR="00BE2105">
        <w:rPr>
          <w:rFonts w:ascii="Times New Roman" w:hAnsi="Times New Roman"/>
          <w:sz w:val="22"/>
          <w:szCs w:val="22"/>
        </w:rPr>
        <w:t>.</w:t>
      </w: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F33C05" w:rsidRDefault="00F33C05" w:rsidP="00464920">
      <w:pPr>
        <w:jc w:val="both"/>
        <w:rPr>
          <w:rFonts w:ascii="Times New Roman" w:hAnsi="Times New Roman"/>
          <w:sz w:val="22"/>
          <w:szCs w:val="22"/>
        </w:rPr>
        <w:sectPr w:rsidR="00F33C05" w:rsidSect="0091198F">
          <w:headerReference w:type="default" r:id="rId12"/>
          <w:type w:val="continuous"/>
          <w:pgSz w:w="16834" w:h="11907" w:orient="landscape" w:code="9"/>
          <w:pgMar w:top="1134" w:right="674" w:bottom="1134" w:left="1701" w:header="272" w:footer="397" w:gutter="0"/>
          <w:cols w:space="720"/>
          <w:formProt w:val="0"/>
          <w:titlePg/>
          <w:docGrid w:linePitch="272"/>
        </w:sectPr>
      </w:pPr>
    </w:p>
    <w:p w:rsidR="006A7679" w:rsidRDefault="006A7679" w:rsidP="00DB6151">
      <w:pPr>
        <w:numPr>
          <w:ilvl w:val="0"/>
          <w:numId w:val="13"/>
        </w:numPr>
        <w:spacing w:line="192" w:lineRule="auto"/>
        <w:ind w:left="851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Таблицы № 5, 6 изложить в следующей редакции:</w:t>
      </w:r>
    </w:p>
    <w:p w:rsidR="006A7679" w:rsidRPr="00D31E11" w:rsidRDefault="006A7679" w:rsidP="006A7679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31E11">
        <w:rPr>
          <w:rFonts w:ascii="Times New Roman" w:hAnsi="Times New Roman"/>
          <w:sz w:val="28"/>
          <w:szCs w:val="28"/>
        </w:rPr>
        <w:t>Таблица № 5</w:t>
      </w:r>
    </w:p>
    <w:p w:rsidR="006A7679" w:rsidRPr="00D31E11" w:rsidRDefault="006A7679" w:rsidP="006A7679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p w:rsidR="006A7679" w:rsidRPr="00D31E11" w:rsidRDefault="006A7679" w:rsidP="006A7679">
      <w:pPr>
        <w:spacing w:line="216" w:lineRule="auto"/>
        <w:jc w:val="center"/>
        <w:rPr>
          <w:rFonts w:ascii="Times New Roman" w:hAnsi="Times New Roman"/>
          <w:sz w:val="28"/>
          <w:szCs w:val="28"/>
        </w:rPr>
      </w:pPr>
      <w:r w:rsidRPr="00D31E11">
        <w:rPr>
          <w:rFonts w:ascii="Times New Roman" w:hAnsi="Times New Roman"/>
          <w:sz w:val="28"/>
          <w:szCs w:val="28"/>
        </w:rPr>
        <w:t xml:space="preserve">Распределение объемов субсидий муниципальным образованиям Рязанской области  </w:t>
      </w:r>
    </w:p>
    <w:p w:rsidR="006A7679" w:rsidRPr="00D31E11" w:rsidRDefault="006A7679" w:rsidP="006A7679">
      <w:pPr>
        <w:spacing w:line="216" w:lineRule="auto"/>
        <w:jc w:val="center"/>
        <w:rPr>
          <w:rFonts w:ascii="Times New Roman" w:hAnsi="Times New Roman"/>
          <w:bCs/>
          <w:sz w:val="28"/>
          <w:szCs w:val="28"/>
        </w:rPr>
      </w:pPr>
      <w:r w:rsidRPr="00D31E11">
        <w:rPr>
          <w:rFonts w:ascii="Times New Roman" w:hAnsi="Times New Roman"/>
          <w:sz w:val="28"/>
          <w:szCs w:val="28"/>
        </w:rPr>
        <w:t xml:space="preserve">на </w:t>
      </w:r>
      <w:r w:rsidRPr="00D31E11">
        <w:rPr>
          <w:rFonts w:ascii="Times New Roman" w:hAnsi="Times New Roman"/>
          <w:bCs/>
          <w:sz w:val="28"/>
          <w:szCs w:val="28"/>
        </w:rPr>
        <w:t>строительство, реконструкцию, капитальный ремонт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D31E11">
        <w:rPr>
          <w:rFonts w:ascii="Times New Roman" w:hAnsi="Times New Roman"/>
          <w:bCs/>
          <w:sz w:val="28"/>
          <w:szCs w:val="28"/>
        </w:rPr>
        <w:t>ремонт</w:t>
      </w:r>
      <w:r>
        <w:rPr>
          <w:rFonts w:ascii="Times New Roman" w:hAnsi="Times New Roman"/>
          <w:bCs/>
          <w:sz w:val="28"/>
          <w:szCs w:val="28"/>
        </w:rPr>
        <w:t xml:space="preserve"> и содержание</w:t>
      </w:r>
      <w:r w:rsidRPr="00D31E11">
        <w:rPr>
          <w:rFonts w:ascii="Times New Roman" w:hAnsi="Times New Roman"/>
          <w:bCs/>
          <w:sz w:val="28"/>
          <w:szCs w:val="28"/>
        </w:rPr>
        <w:t xml:space="preserve"> автомобильных дорог</w:t>
      </w:r>
    </w:p>
    <w:p w:rsidR="006A7679" w:rsidRDefault="006A7679" w:rsidP="006A7679">
      <w:pPr>
        <w:spacing w:line="216" w:lineRule="auto"/>
        <w:jc w:val="center"/>
        <w:rPr>
          <w:rFonts w:ascii="Times New Roman" w:hAnsi="Times New Roman"/>
          <w:bCs/>
          <w:sz w:val="28"/>
          <w:szCs w:val="28"/>
        </w:rPr>
      </w:pPr>
      <w:r w:rsidRPr="00D31E11">
        <w:rPr>
          <w:rFonts w:ascii="Times New Roman" w:hAnsi="Times New Roman"/>
          <w:bCs/>
          <w:sz w:val="28"/>
          <w:szCs w:val="28"/>
        </w:rPr>
        <w:t>местного значения, объемов иных межбюджетных трансфертов из федерального бюджета</w:t>
      </w:r>
    </w:p>
    <w:p w:rsidR="006A7679" w:rsidRDefault="006A7679" w:rsidP="006A767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3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18"/>
        <w:gridCol w:w="1279"/>
        <w:gridCol w:w="847"/>
        <w:gridCol w:w="992"/>
        <w:gridCol w:w="851"/>
        <w:gridCol w:w="850"/>
        <w:gridCol w:w="851"/>
        <w:gridCol w:w="850"/>
        <w:gridCol w:w="850"/>
        <w:gridCol w:w="993"/>
        <w:gridCol w:w="851"/>
      </w:tblGrid>
      <w:tr w:rsidR="006A7679" w:rsidRPr="00D31E11" w:rsidTr="00575F67">
        <w:trPr>
          <w:trHeight w:val="230"/>
        </w:trPr>
        <w:tc>
          <w:tcPr>
            <w:tcW w:w="5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921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Объемы финансирования, тыс. рублей</w:t>
            </w:r>
          </w:p>
        </w:tc>
      </w:tr>
      <w:tr w:rsidR="006A7679" w:rsidRPr="00D31E11" w:rsidTr="00575F67">
        <w:trPr>
          <w:trHeight w:val="277"/>
        </w:trPr>
        <w:tc>
          <w:tcPr>
            <w:tcW w:w="5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79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6A7679" w:rsidRPr="00D31E11" w:rsidTr="00575F67">
        <w:trPr>
          <w:trHeight w:val="349"/>
        </w:trPr>
        <w:tc>
          <w:tcPr>
            <w:tcW w:w="51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</w:tr>
    </w:tbl>
    <w:p w:rsidR="006A7679" w:rsidRPr="00BC2F0E" w:rsidRDefault="006A7679" w:rsidP="006A7679">
      <w:pPr>
        <w:spacing w:line="192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43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18"/>
        <w:gridCol w:w="1276"/>
        <w:gridCol w:w="847"/>
        <w:gridCol w:w="992"/>
        <w:gridCol w:w="851"/>
        <w:gridCol w:w="850"/>
        <w:gridCol w:w="851"/>
        <w:gridCol w:w="850"/>
        <w:gridCol w:w="861"/>
        <w:gridCol w:w="15"/>
        <w:gridCol w:w="29"/>
        <w:gridCol w:w="941"/>
        <w:gridCol w:w="851"/>
      </w:tblGrid>
      <w:tr w:rsidR="006A7679" w:rsidRPr="00D31E11" w:rsidTr="00575F67">
        <w:trPr>
          <w:trHeight w:val="265"/>
          <w:tblHeader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6A7679" w:rsidRPr="00D31E11" w:rsidTr="00575F67">
        <w:trPr>
          <w:cantSplit/>
          <w:trHeight w:val="168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A6F13">
            <w:pPr>
              <w:spacing w:line="235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 xml:space="preserve">Субсидии </w:t>
            </w:r>
            <w:r w:rsidR="005A6F13">
              <w:rPr>
                <w:rFonts w:ascii="Times New Roman" w:hAnsi="Times New Roman"/>
                <w:bCs/>
                <w:sz w:val="22"/>
                <w:szCs w:val="22"/>
              </w:rPr>
              <w:t xml:space="preserve">бюджетам муниципальных образований Рязанской области 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>на проектирование и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7D2E00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106804,549</w:t>
            </w:r>
            <w:r w:rsidR="006A7679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1128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15676,549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7D2E00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7D2E00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7D2E00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30000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24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A7679" w:rsidRPr="00D31E11" w:rsidTr="00575F67">
        <w:trPr>
          <w:cantSplit/>
          <w:trHeight w:val="12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областной бюджет</w:t>
            </w: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7D2E00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106804,549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1128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15676,549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7D2E00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7D2E00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30000</w:t>
            </w:r>
          </w:p>
        </w:tc>
        <w:tc>
          <w:tcPr>
            <w:tcW w:w="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7D2E00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13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A6F13">
            <w:pPr>
              <w:spacing w:line="233" w:lineRule="auto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Субсидии </w:t>
            </w:r>
            <w:r w:rsidR="005A6F13">
              <w:rPr>
                <w:rFonts w:ascii="Times New Roman" w:hAnsi="Times New Roman"/>
                <w:bCs/>
                <w:sz w:val="22"/>
                <w:szCs w:val="22"/>
              </w:rPr>
              <w:t xml:space="preserve">бюджетам муниципальных образований Рязанской области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на 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>строительство (реконструкцию), капитальный ремонт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 xml:space="preserve"> ремонт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и содержание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 xml:space="preserve"> социально значимых объектов –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7D2E00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3266753,98222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663933,3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1046737,773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779949,59772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50898,3115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7D2E00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7D2E00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200000</w:t>
            </w:r>
          </w:p>
        </w:tc>
        <w:tc>
          <w:tcPr>
            <w:tcW w:w="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7D2E00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200000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81617,5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81617,5</w:t>
            </w:r>
          </w:p>
        </w:tc>
      </w:tr>
      <w:tr w:rsidR="006A7679" w:rsidRPr="00D31E11" w:rsidTr="00575F67">
        <w:trPr>
          <w:cantSplit/>
          <w:trHeight w:val="25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122FF" w:rsidRPr="00D31E11" w:rsidTr="00575F67">
        <w:trPr>
          <w:cantSplit/>
          <w:trHeight w:val="170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22FF" w:rsidRDefault="00B122FF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областной бюджет, из них:</w:t>
            </w:r>
          </w:p>
          <w:p w:rsidR="00B122FF" w:rsidRDefault="00B122FF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B122FF" w:rsidRDefault="00B122FF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B122FF" w:rsidRDefault="00B122FF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B122FF" w:rsidRDefault="00B122FF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B122FF" w:rsidRDefault="00B122FF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B122FF" w:rsidRPr="00D31E11" w:rsidRDefault="00B122FF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D31E11" w:rsidRDefault="00B122FF" w:rsidP="000D46CB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3266753,98222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D31E11" w:rsidRDefault="00B122FF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663933,3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D31E11" w:rsidRDefault="00B122FF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1046737,773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D31E11" w:rsidRDefault="00B122FF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779949,59772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8A45E7" w:rsidRDefault="00B122FF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50898,3115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8A45E7" w:rsidRDefault="00B122FF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8A45E7" w:rsidRDefault="00B122FF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200000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8A45E7" w:rsidRDefault="00B122FF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200000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22FF" w:rsidRPr="008A45E7" w:rsidRDefault="00B122FF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81617,5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22FF" w:rsidRPr="008A45E7" w:rsidRDefault="00B122FF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81617,5</w:t>
            </w:r>
          </w:p>
        </w:tc>
      </w:tr>
      <w:tr w:rsidR="006A7679" w:rsidRPr="00D31E11" w:rsidTr="00575F67">
        <w:trPr>
          <w:cantSplit/>
          <w:trHeight w:val="154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Pr="00F05D12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F05D12">
              <w:rPr>
                <w:rFonts w:ascii="Times New Roman" w:hAnsi="Times New Roman"/>
                <w:sz w:val="22"/>
                <w:szCs w:val="22"/>
              </w:rPr>
              <w:t>в рамках ПКРТИ*</w:t>
            </w:r>
            <w:r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792344,13904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314293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478051,13904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13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5E15F2" w:rsidRDefault="006A7679" w:rsidP="00575F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Субсидии на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F2378A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E15F2">
              <w:rPr>
                <w:rFonts w:ascii="Times New Roman" w:hAnsi="Times New Roman"/>
                <w:sz w:val="22"/>
                <w:szCs w:val="22"/>
              </w:rPr>
              <w:t>727262,00258***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135628,9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284647,08258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306986,02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41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F2378A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A7679" w:rsidRPr="00D31E11" w:rsidTr="00575F67">
        <w:trPr>
          <w:cantSplit/>
          <w:trHeight w:val="113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федеральный бюджет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F2378A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E15F2">
              <w:rPr>
                <w:rFonts w:ascii="Times New Roman" w:hAnsi="Times New Roman"/>
                <w:sz w:val="22"/>
                <w:szCs w:val="22"/>
              </w:rPr>
              <w:t>448778,79717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86925,58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193333,41717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168519,8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13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областной бюджет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F2378A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E15F2">
              <w:rPr>
                <w:rFonts w:ascii="Times New Roman" w:hAnsi="Times New Roman"/>
                <w:sz w:val="22"/>
                <w:szCs w:val="22"/>
              </w:rPr>
              <w:t>278483,20541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48703,32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91313,66541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138466,22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35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Иные межбюджетные трансферты 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>из федерального бюджета бюджету муниципального образования – городской округ город Рязань на реализацию мероприятий по решению неотложных задач по приведению в нормативное состояние автомобильных дорог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300000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300000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7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A7679" w:rsidRPr="00D31E11" w:rsidTr="00575F67">
        <w:trPr>
          <w:cantSplit/>
          <w:trHeight w:val="90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федеральный бюджет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300000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300000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90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Субсидии </w:t>
            </w:r>
            <w:r w:rsidR="005A6F13">
              <w:rPr>
                <w:rFonts w:ascii="Times New Roman" w:hAnsi="Times New Roman"/>
                <w:bCs/>
                <w:sz w:val="22"/>
                <w:szCs w:val="22"/>
              </w:rPr>
              <w:t xml:space="preserve">бюджетам муниципальных образований Рязанской области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на 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>строительство (реконструкцию), капитальный ремонт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 xml:space="preserve"> ремонт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и содержание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 xml:space="preserve"> автомобильных дорог общего пользования местного значения и искусственных сооружений на них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B122FF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2267170,31793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154048,56824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B122FF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449193,44571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B122FF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750949,65706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B122FF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586578,64692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163200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163200</w:t>
            </w:r>
          </w:p>
        </w:tc>
      </w:tr>
      <w:tr w:rsidR="006A7679" w:rsidRPr="00D31E11" w:rsidTr="00575F67">
        <w:trPr>
          <w:cantSplit/>
          <w:trHeight w:val="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122FF" w:rsidRPr="00D31E11" w:rsidTr="00575F67">
        <w:trPr>
          <w:cantSplit/>
          <w:trHeight w:val="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22FF" w:rsidRDefault="00B122FF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областной бюджет</w:t>
            </w:r>
          </w:p>
          <w:p w:rsidR="00B122FF" w:rsidRDefault="00B122FF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B122FF" w:rsidRDefault="00B122FF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B122FF" w:rsidRDefault="00B122FF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B122FF" w:rsidRDefault="00B122FF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B122FF" w:rsidRDefault="00B122FF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B122FF" w:rsidRDefault="00B122FF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8A45E7" w:rsidRDefault="00B122FF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2267170,31793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8A45E7" w:rsidRDefault="00B122FF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8A45E7" w:rsidRDefault="00B122FF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8A45E7" w:rsidRDefault="00B122FF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8A45E7" w:rsidRDefault="00B122FF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154048,56824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8A45E7" w:rsidRDefault="00B122FF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449193,44571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8A45E7" w:rsidRDefault="00B122FF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750949,65706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8A45E7" w:rsidRDefault="00B122FF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586578,64692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22FF" w:rsidRPr="008A45E7" w:rsidRDefault="00B122FF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163200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22FF" w:rsidRPr="008A45E7" w:rsidRDefault="00B122FF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163200</w:t>
            </w:r>
          </w:p>
        </w:tc>
      </w:tr>
      <w:tr w:rsidR="006A7679" w:rsidRPr="00D31E11" w:rsidTr="00575F67">
        <w:trPr>
          <w:cantSplit/>
          <w:trHeight w:val="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F26EA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F26EA1">
              <w:rPr>
                <w:rFonts w:ascii="Times New Roman" w:hAnsi="Times New Roman"/>
                <w:bCs/>
                <w:sz w:val="22"/>
                <w:szCs w:val="22"/>
              </w:rPr>
              <w:t xml:space="preserve">Субсидии </w:t>
            </w:r>
            <w:r w:rsidR="005A6F13">
              <w:rPr>
                <w:rFonts w:ascii="Times New Roman" w:hAnsi="Times New Roman"/>
                <w:bCs/>
                <w:sz w:val="22"/>
                <w:szCs w:val="22"/>
              </w:rPr>
              <w:t xml:space="preserve">бюджетам муниципальных образований Рязанской области </w:t>
            </w:r>
            <w:r w:rsidRPr="00F26EA1">
              <w:rPr>
                <w:rFonts w:ascii="Times New Roman" w:hAnsi="Times New Roman"/>
                <w:bCs/>
                <w:sz w:val="22"/>
                <w:szCs w:val="22"/>
              </w:rPr>
              <w:t xml:space="preserve">на </w:t>
            </w:r>
            <w:r w:rsidRPr="00F26EA1">
              <w:rPr>
                <w:rFonts w:ascii="Times New Roman" w:hAnsi="Times New Roman"/>
                <w:sz w:val="22"/>
                <w:szCs w:val="22"/>
              </w:rPr>
              <w:t>строительство и реконструкци</w:t>
            </w:r>
            <w:r>
              <w:rPr>
                <w:rFonts w:ascii="Times New Roman" w:hAnsi="Times New Roman"/>
                <w:sz w:val="22"/>
                <w:szCs w:val="22"/>
              </w:rPr>
              <w:t>ю</w:t>
            </w:r>
            <w:r w:rsidRPr="00F26EA1">
              <w:rPr>
                <w:rFonts w:ascii="Times New Roman" w:hAnsi="Times New Roman"/>
                <w:sz w:val="22"/>
                <w:szCs w:val="22"/>
              </w:rPr>
              <w:t xml:space="preserve"> автомобильных дорог общего пользования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местного значения</w:t>
            </w:r>
            <w:r w:rsidRPr="00F26EA1">
              <w:rPr>
                <w:rFonts w:ascii="Times New Roman" w:hAnsi="Times New Roman"/>
                <w:sz w:val="22"/>
                <w:szCs w:val="22"/>
              </w:rPr>
              <w:t xml:space="preserve">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B122FF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782341,4</w:t>
            </w:r>
            <w:r w:rsidR="006A7679" w:rsidRPr="005E15F2">
              <w:rPr>
                <w:rFonts w:ascii="Times New Roman" w:hAnsi="Times New Roman"/>
                <w:sz w:val="22"/>
                <w:szCs w:val="22"/>
              </w:rPr>
              <w:t>***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255354,8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255734,3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B122FF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271252,3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21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A7679" w:rsidRPr="00D31E11" w:rsidTr="00575F67">
        <w:trPr>
          <w:cantSplit/>
          <w:trHeight w:val="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федеральный бюджет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F2378A" w:rsidRDefault="00B122FF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382341,4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4F3B2A" w:rsidRDefault="006A7679" w:rsidP="00575F67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4F3B2A" w:rsidRDefault="006A7679" w:rsidP="00575F67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437E2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125354,8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125734,3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B122FF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131252,3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областной бюджет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F2378A" w:rsidRDefault="00B122FF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400000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4F3B2A" w:rsidRDefault="006A7679" w:rsidP="00575F67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4F3B2A" w:rsidRDefault="006A7679" w:rsidP="00575F67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130000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B122FF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140000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49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>Бюджетные ассигнования на финансирование фактически выполненных и не оплаченных работ в 2015 году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157274,34653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157274,34653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67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437E2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7607606,59826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437E2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437E2">
              <w:rPr>
                <w:rFonts w:ascii="Times New Roman" w:hAnsi="Times New Roman"/>
                <w:sz w:val="22"/>
                <w:szCs w:val="22"/>
              </w:rPr>
              <w:t>1122335,64653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437E2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437E2">
              <w:rPr>
                <w:rFonts w:ascii="Times New Roman" w:hAnsi="Times New Roman"/>
                <w:sz w:val="22"/>
                <w:szCs w:val="22"/>
              </w:rPr>
              <w:t>1198043,222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1064596,6803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511932,89974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896548,24571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1236683,95706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1087830,94692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6A7679" w:rsidRPr="00D31E11" w:rsidTr="00575F67">
        <w:trPr>
          <w:cantSplit/>
          <w:trHeight w:val="9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A7679" w:rsidRPr="00D31E11" w:rsidTr="00575F67">
        <w:trPr>
          <w:cantSplit/>
          <w:trHeight w:val="124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федеральный бюджет, из них: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1131120,19717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86925,58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193333,41717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168519,8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125354,8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125734,3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131252,3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B122FF" w:rsidRPr="00D31E11" w:rsidTr="00575F67">
        <w:trPr>
          <w:cantSplit/>
          <w:trHeight w:val="124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22FF" w:rsidRDefault="00B122FF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</w:t>
            </w:r>
          </w:p>
          <w:p w:rsidR="00B122FF" w:rsidRDefault="00B122FF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B122FF" w:rsidRDefault="00B122FF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B122FF" w:rsidRDefault="00B122FF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B122FF" w:rsidRDefault="00B122FF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B122FF" w:rsidRDefault="00B122FF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831120,19717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3CA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Default="00B122FF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86925,58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D31E11" w:rsidRDefault="00B122FF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193333,41717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D31E11" w:rsidRDefault="00B122FF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168519,8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D31E11" w:rsidRDefault="00B122FF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125354,8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D31E11" w:rsidRDefault="00B122FF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125734,3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D31E11" w:rsidRDefault="00B122FF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131252,3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22FF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22FF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54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областной бюджет, из них: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6476486,40109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822335,64653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1111117,642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871263,26313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343413,09974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771193,44571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1110949,65706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956578,64692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B122FF" w:rsidRPr="00D31E11" w:rsidTr="00575F67">
        <w:trPr>
          <w:cantSplit/>
          <w:trHeight w:val="160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22FF" w:rsidRDefault="00B122FF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</w:t>
            </w:r>
            <w:r>
              <w:rPr>
                <w:rFonts w:ascii="Times New Roman" w:hAnsi="Times New Roman"/>
                <w:sz w:val="22"/>
                <w:szCs w:val="22"/>
              </w:rPr>
              <w:t>, из них:</w:t>
            </w:r>
          </w:p>
          <w:p w:rsidR="00B122FF" w:rsidRDefault="00B122FF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B122FF" w:rsidRDefault="00B122FF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B122FF" w:rsidRDefault="00B122FF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B122FF" w:rsidRDefault="00B122FF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B122FF" w:rsidRDefault="00B122FF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B122FF" w:rsidRDefault="00B122FF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B122FF" w:rsidRPr="00D31E11" w:rsidRDefault="00B122FF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Default="00B122FF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6476486,40109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D31E11" w:rsidRDefault="00B122FF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822335,64653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Default="00B122FF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1111117,642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D31E11" w:rsidRDefault="00B122FF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871263,26313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D31E11" w:rsidRDefault="00B122FF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343413,09974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D31E11" w:rsidRDefault="00B122FF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771193,44571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D31E11" w:rsidRDefault="00B122FF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1110949,65706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D31E11" w:rsidRDefault="00B122FF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956578,64692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22FF" w:rsidRPr="00D31E11" w:rsidRDefault="00B122FF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22FF" w:rsidRPr="00D31E11" w:rsidRDefault="00B122FF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6A7679" w:rsidRPr="00D31E11" w:rsidTr="00575F67">
        <w:trPr>
          <w:cantSplit/>
          <w:trHeight w:val="155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F05D12">
              <w:rPr>
                <w:rFonts w:ascii="Times New Roman" w:hAnsi="Times New Roman"/>
                <w:sz w:val="22"/>
                <w:szCs w:val="22"/>
              </w:rPr>
              <w:t>в рамках ПКРТИ*</w:t>
            </w:r>
            <w:r>
              <w:rPr>
                <w:rFonts w:ascii="Times New Roman" w:hAnsi="Times New Roman"/>
                <w:sz w:val="22"/>
                <w:szCs w:val="22"/>
              </w:rPr>
              <w:t>*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792344,13904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314293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478051,13904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284"/>
        </w:trPr>
        <w:tc>
          <w:tcPr>
            <w:tcW w:w="143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Default="006A7679" w:rsidP="00575F6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EC8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 w:rsidRPr="00105EC8">
              <w:rPr>
                <w:rFonts w:ascii="Times New Roman" w:hAnsi="Times New Roman"/>
                <w:sz w:val="24"/>
                <w:szCs w:val="24"/>
              </w:rPr>
              <w:t xml:space="preserve"> реализации регионального проекта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5EC8">
              <w:rPr>
                <w:rFonts w:ascii="Times New Roman" w:hAnsi="Times New Roman"/>
                <w:sz w:val="24"/>
                <w:szCs w:val="24"/>
              </w:rPr>
              <w:t>«Дорожная сеть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(Рязанская область)», </w:t>
            </w:r>
          </w:p>
          <w:p w:rsidR="006A7679" w:rsidRDefault="006A7679" w:rsidP="00575F6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направленные на</w:t>
            </w:r>
            <w:r w:rsidRPr="000412A6">
              <w:rPr>
                <w:rFonts w:ascii="Times New Roman" w:hAnsi="Times New Roman"/>
                <w:sz w:val="24"/>
                <w:szCs w:val="24"/>
              </w:rPr>
              <w:t xml:space="preserve"> достижение результатов </w:t>
            </w: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  <w:r w:rsidRPr="000412A6">
              <w:rPr>
                <w:rFonts w:ascii="Times New Roman" w:hAnsi="Times New Roman"/>
                <w:sz w:val="24"/>
                <w:szCs w:val="24"/>
              </w:rPr>
              <w:t xml:space="preserve"> федерального проекта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«Дорожная сеть» </w:t>
            </w:r>
          </w:p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рамках национального проекта «Безопасные и качественные автомобильные дороги»</w:t>
            </w:r>
          </w:p>
        </w:tc>
      </w:tr>
      <w:tr w:rsidR="006A7679" w:rsidRPr="00D31E11" w:rsidTr="00575F67">
        <w:trPr>
          <w:cantSplit/>
          <w:trHeight w:val="155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Pr="00F05D12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Субсидии </w:t>
            </w:r>
            <w:r w:rsidR="005A6F13">
              <w:rPr>
                <w:rFonts w:ascii="Times New Roman" w:hAnsi="Times New Roman"/>
                <w:bCs/>
                <w:sz w:val="22"/>
                <w:szCs w:val="22"/>
              </w:rPr>
              <w:t xml:space="preserve">бюджетам муниципальных образований Рязанской области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на 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>реконструкцию, капитальный ремонт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 xml:space="preserve"> ремонт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и содержание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 xml:space="preserve"> социально значимых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          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>объектов – автомобильных дорог общего пользования местного значения и искусственных сооружений на них во исполнение правовых актов и поручений Президента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 xml:space="preserve">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375CF3" w:rsidRDefault="00B122FF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5CF3">
              <w:rPr>
                <w:rFonts w:ascii="Times New Roman" w:hAnsi="Times New Roman"/>
                <w:sz w:val="22"/>
                <w:szCs w:val="22"/>
              </w:rPr>
              <w:t>2822700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A35B16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689700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A35B16" w:rsidRDefault="00B122FF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A35B16" w:rsidRDefault="00B122FF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800000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800000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28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21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375CF3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122FF" w:rsidRPr="00D31E11" w:rsidTr="00477BBD">
        <w:trPr>
          <w:cantSplit/>
          <w:trHeight w:val="97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2FF" w:rsidRDefault="00B122FF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областной бюджет</w:t>
            </w:r>
          </w:p>
          <w:p w:rsidR="00B122FF" w:rsidRDefault="00B122FF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375CF3" w:rsidRDefault="00B122FF" w:rsidP="000D46CB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5CF3">
              <w:rPr>
                <w:rFonts w:ascii="Times New Roman" w:hAnsi="Times New Roman"/>
                <w:sz w:val="22"/>
                <w:szCs w:val="22"/>
              </w:rPr>
              <w:t>2822700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D31E11" w:rsidRDefault="00B122FF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D31E11" w:rsidRDefault="00B122FF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D31E11" w:rsidRDefault="00B122FF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A35B16" w:rsidRDefault="00B122FF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689700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A35B16" w:rsidRDefault="00B122FF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A35B16" w:rsidRDefault="00B122FF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800000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D31E11" w:rsidRDefault="00B122FF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800000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22FF" w:rsidRPr="00D31E11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22FF" w:rsidRPr="00D31E11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477BBD" w:rsidRPr="00D31E11" w:rsidTr="00575F67">
        <w:trPr>
          <w:cantSplit/>
          <w:trHeight w:val="111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BD" w:rsidRPr="00477BBD" w:rsidRDefault="00477BBD" w:rsidP="005A6F13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477BBD">
              <w:rPr>
                <w:rFonts w:ascii="Times New Roman" w:eastAsia="MS Mincho" w:hAnsi="Times New Roman"/>
                <w:sz w:val="22"/>
                <w:szCs w:val="22"/>
              </w:rPr>
              <w:t xml:space="preserve">Субсидии </w:t>
            </w:r>
            <w:r w:rsidR="005A6F13">
              <w:rPr>
                <w:rFonts w:ascii="Times New Roman" w:hAnsi="Times New Roman"/>
                <w:bCs/>
                <w:sz w:val="22"/>
                <w:szCs w:val="22"/>
              </w:rPr>
              <w:t xml:space="preserve">бюджетам муниципальных образований Рязанской области </w:t>
            </w:r>
            <w:r w:rsidRPr="00477BBD">
              <w:rPr>
                <w:rFonts w:ascii="Times New Roman" w:eastAsia="MS Mincho" w:hAnsi="Times New Roman"/>
                <w:sz w:val="22"/>
                <w:szCs w:val="22"/>
              </w:rPr>
              <w:t>на отдельные мероприятия по модернизации дорожной инфраструктуры в городс</w:t>
            </w:r>
            <w:r w:rsidR="001E0EF8">
              <w:rPr>
                <w:rFonts w:ascii="Times New Roman" w:eastAsia="MS Mincho" w:hAnsi="Times New Roman"/>
                <w:sz w:val="22"/>
                <w:szCs w:val="22"/>
              </w:rPr>
              <w:t xml:space="preserve">ких агломерациях, </w:t>
            </w:r>
            <w:proofErr w:type="gramStart"/>
            <w:r w:rsidR="001E0EF8">
              <w:rPr>
                <w:rFonts w:ascii="Times New Roman" w:eastAsia="MS Mincho" w:hAnsi="Times New Roman"/>
                <w:sz w:val="22"/>
                <w:szCs w:val="22"/>
              </w:rPr>
              <w:t>осуществляемые</w:t>
            </w:r>
            <w:proofErr w:type="gramEnd"/>
            <w:r w:rsidRPr="00477BBD">
              <w:rPr>
                <w:rFonts w:ascii="Times New Roman" w:eastAsia="MS Mincho" w:hAnsi="Times New Roman"/>
                <w:sz w:val="22"/>
                <w:szCs w:val="22"/>
              </w:rPr>
              <w:t xml:space="preserve"> в том числе во исполнение указаний, поручений или актов Президента Российской Федерации и (или) Правительства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Pr="00375CF3" w:rsidRDefault="00477BBD" w:rsidP="000D46CB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5CF3">
              <w:rPr>
                <w:rFonts w:ascii="Times New Roman" w:hAnsi="Times New Roman"/>
                <w:sz w:val="22"/>
                <w:szCs w:val="22"/>
              </w:rPr>
              <w:t>1116500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477BBD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477BBD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477BBD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477BBD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416500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477BBD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477BBD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477BBD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7BBD" w:rsidRDefault="00477BBD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7BBD" w:rsidRDefault="00477BBD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477BBD" w:rsidRPr="00D31E11" w:rsidTr="00477BBD">
        <w:trPr>
          <w:cantSplit/>
          <w:trHeight w:val="1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BD" w:rsidRPr="00477BBD" w:rsidRDefault="00477BBD" w:rsidP="00575F67">
            <w:pPr>
              <w:ind w:right="-108"/>
              <w:rPr>
                <w:rFonts w:ascii="Times New Roman" w:eastAsia="MS Mincho" w:hAnsi="Times New Roman"/>
                <w:sz w:val="22"/>
                <w:szCs w:val="22"/>
              </w:rPr>
            </w:pPr>
            <w:r>
              <w:rPr>
                <w:rFonts w:ascii="Times New Roman" w:eastAsia="MS Mincho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921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477BBD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BBD" w:rsidRPr="00D31E11" w:rsidTr="00477BBD">
        <w:trPr>
          <w:cantSplit/>
          <w:trHeight w:val="106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BD" w:rsidRDefault="00477BBD" w:rsidP="00575F67">
            <w:pPr>
              <w:ind w:right="-108"/>
              <w:rPr>
                <w:rFonts w:ascii="Times New Roman" w:eastAsia="MS Mincho" w:hAnsi="Times New Roman"/>
                <w:sz w:val="22"/>
                <w:szCs w:val="22"/>
              </w:rPr>
            </w:pPr>
            <w:r>
              <w:rPr>
                <w:rFonts w:ascii="Times New Roman" w:eastAsia="MS Mincho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477BBD" w:rsidP="000D46CB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744500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477BBD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477BBD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477BBD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477BBD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416500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477BBD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477BBD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477BBD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7BBD" w:rsidRDefault="00477BBD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7BBD" w:rsidRDefault="00477BBD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477BBD" w:rsidRPr="00D31E11" w:rsidTr="00575F67">
        <w:trPr>
          <w:cantSplit/>
          <w:trHeight w:val="111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BD" w:rsidRDefault="00477BBD" w:rsidP="00575F67">
            <w:pPr>
              <w:ind w:right="-108"/>
              <w:rPr>
                <w:rFonts w:ascii="Times New Roman" w:eastAsia="MS Mincho" w:hAnsi="Times New Roman"/>
                <w:sz w:val="22"/>
                <w:szCs w:val="22"/>
              </w:rPr>
            </w:pPr>
            <w:r>
              <w:rPr>
                <w:rFonts w:ascii="Times New Roman" w:eastAsia="MS Mincho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477BBD" w:rsidP="000D46CB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372000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477BBD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477BBD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477BBD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477BBD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477BBD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477BBD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477BBD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7BBD" w:rsidRDefault="00477BBD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7BBD" w:rsidRDefault="00477BBD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246A06" w:rsidTr="00575F67">
        <w:trPr>
          <w:cantSplit/>
          <w:trHeight w:val="265"/>
        </w:trPr>
        <w:tc>
          <w:tcPr>
            <w:tcW w:w="143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Pr="00246A06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A06">
              <w:rPr>
                <w:rFonts w:ascii="Times New Roman" w:hAnsi="Times New Roman"/>
                <w:sz w:val="24"/>
                <w:szCs w:val="24"/>
              </w:rPr>
              <w:t>Мероприятия по реализации регионального проекта «</w:t>
            </w:r>
            <w:r w:rsidRPr="00246A06">
              <w:rPr>
                <w:rFonts w:ascii="Times New Roman" w:hAnsi="Times New Roman"/>
                <w:sz w:val="24"/>
                <w:szCs w:val="26"/>
              </w:rPr>
              <w:t>Общесистемные меры развития дорожного хозяйства</w:t>
            </w:r>
            <w:r w:rsidRPr="00246A06">
              <w:rPr>
                <w:rFonts w:ascii="Times New Roman" w:hAnsi="Times New Roman"/>
                <w:sz w:val="24"/>
                <w:szCs w:val="24"/>
              </w:rPr>
              <w:t xml:space="preserve"> (Рязанская область)», </w:t>
            </w:r>
          </w:p>
          <w:p w:rsidR="006A7679" w:rsidRPr="00246A06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6A06">
              <w:rPr>
                <w:rFonts w:ascii="Times New Roman" w:hAnsi="Times New Roman"/>
                <w:sz w:val="24"/>
                <w:szCs w:val="24"/>
              </w:rPr>
              <w:t>направленные на достижение результатов реализации федерального проекта «</w:t>
            </w:r>
            <w:r w:rsidRPr="00246A06">
              <w:rPr>
                <w:rFonts w:ascii="Times New Roman" w:hAnsi="Times New Roman"/>
                <w:sz w:val="24"/>
                <w:szCs w:val="26"/>
              </w:rPr>
              <w:t>Общесистемные меры развития дорожного хозяйства</w:t>
            </w:r>
            <w:r w:rsidRPr="00246A06">
              <w:rPr>
                <w:rFonts w:ascii="Times New Roman" w:hAnsi="Times New Roman"/>
                <w:sz w:val="24"/>
                <w:szCs w:val="24"/>
              </w:rPr>
              <w:t>» в рамках национального проекта «Безопасные и качественные автомобильные дороги»</w:t>
            </w:r>
          </w:p>
        </w:tc>
      </w:tr>
      <w:tr w:rsidR="006A7679" w:rsidRPr="00D31E11" w:rsidTr="00575F67">
        <w:trPr>
          <w:cantSplit/>
          <w:trHeight w:val="155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F4747">
              <w:rPr>
                <w:rFonts w:ascii="Times New Roman" w:hAnsi="Times New Roman"/>
                <w:bCs/>
                <w:sz w:val="22"/>
                <w:szCs w:val="22"/>
              </w:rPr>
              <w:t xml:space="preserve">Субсидии </w:t>
            </w:r>
            <w:r w:rsidR="005A6F13">
              <w:rPr>
                <w:rFonts w:ascii="Times New Roman" w:hAnsi="Times New Roman"/>
                <w:bCs/>
                <w:sz w:val="22"/>
                <w:szCs w:val="22"/>
              </w:rPr>
              <w:t xml:space="preserve">бюджетам муниципальных образований Рязанской области </w:t>
            </w:r>
            <w:r w:rsidRPr="005F4747">
              <w:rPr>
                <w:rFonts w:ascii="Times New Roman" w:hAnsi="Times New Roman"/>
                <w:bCs/>
                <w:sz w:val="22"/>
                <w:szCs w:val="22"/>
              </w:rPr>
              <w:t>на капитальный ремонт, ремонт и содержание социально значимых объектов –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375CF3" w:rsidRDefault="00477BBD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5CF3">
              <w:rPr>
                <w:rFonts w:ascii="Times New Roman" w:hAnsi="Times New Roman"/>
                <w:sz w:val="22"/>
                <w:szCs w:val="22"/>
              </w:rPr>
              <w:t>360000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A35B16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A35B16" w:rsidRDefault="00477BBD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A35B16" w:rsidRDefault="00477BBD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120000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477BBD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120000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27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21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BBD" w:rsidRPr="00D31E11" w:rsidTr="00575F67">
        <w:trPr>
          <w:cantSplit/>
          <w:trHeight w:val="10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BD" w:rsidRDefault="00477BBD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федеральный бюджет</w:t>
            </w:r>
          </w:p>
          <w:p w:rsidR="00477BBD" w:rsidRDefault="00477BBD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477BBD" w:rsidP="000D46CB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360000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Pr="00D31E11" w:rsidRDefault="00477BBD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Pr="00D31E11" w:rsidRDefault="00477BBD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Pr="00D31E11" w:rsidRDefault="00477BBD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Pr="00A35B16" w:rsidRDefault="00477BBD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Pr="00A35B16" w:rsidRDefault="00477BBD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Pr="00A35B16" w:rsidRDefault="00477BBD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120000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Pr="00D31E11" w:rsidRDefault="00477BBD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120000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7BBD" w:rsidRPr="00D31E11" w:rsidRDefault="00477BBD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7BBD" w:rsidRPr="00D31E11" w:rsidRDefault="00477BBD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12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477BBD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4299200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477BBD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1106200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477BBD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1353000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477BBD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920000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477BBD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920000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477BBD" w:rsidRPr="00D31E11" w:rsidTr="00863517">
        <w:trPr>
          <w:cantSplit/>
          <w:trHeight w:val="24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BD" w:rsidRDefault="00477BBD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21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477BBD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D01" w:rsidRPr="00D31E11" w:rsidTr="00477BBD">
        <w:trPr>
          <w:cantSplit/>
          <w:trHeight w:val="98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D01" w:rsidRPr="00D31E11" w:rsidRDefault="00A95D01" w:rsidP="002E745A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2E745A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1104500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2E745A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2E745A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2E745A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2E745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416500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2E745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2E745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120000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2E745A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120000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Default="00A95D01" w:rsidP="002E745A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Default="00A95D01" w:rsidP="002E745A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95D01" w:rsidRPr="00D31E11" w:rsidTr="00477BBD">
        <w:trPr>
          <w:cantSplit/>
          <w:trHeight w:val="98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D01" w:rsidRDefault="00A95D01" w:rsidP="00356E7F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областной бюджет, из них:</w:t>
            </w:r>
          </w:p>
          <w:p w:rsidR="00A95D01" w:rsidRDefault="00A95D01" w:rsidP="00356E7F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356E7F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3194700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356E7F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356E7F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356E7F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356E7F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689700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356E7F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356E7F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800000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356E7F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800000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Default="00A95D01" w:rsidP="00356E7F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Default="00A95D01" w:rsidP="00356E7F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95D01" w:rsidRPr="00D31E11" w:rsidTr="00477BBD">
        <w:trPr>
          <w:cantSplit/>
          <w:trHeight w:val="112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</w:t>
            </w:r>
          </w:p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0D46CB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3194700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689700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800000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800000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95D01" w:rsidRPr="00D31E11" w:rsidTr="00575F67">
        <w:trPr>
          <w:cantSplit/>
          <w:trHeight w:val="155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</w:t>
            </w:r>
          </w:p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95D01" w:rsidRPr="00D31E1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B55">
              <w:rPr>
                <w:rFonts w:ascii="Times New Roman" w:hAnsi="Times New Roman"/>
                <w:sz w:val="22"/>
                <w:szCs w:val="22"/>
              </w:rPr>
              <w:t>11906806,5982</w:t>
            </w:r>
            <w:r w:rsidR="008472AA" w:rsidRPr="00CC2B55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437E2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437E2">
              <w:rPr>
                <w:rFonts w:ascii="Times New Roman" w:hAnsi="Times New Roman"/>
                <w:sz w:val="22"/>
                <w:szCs w:val="22"/>
              </w:rPr>
              <w:t>1122335,64653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437E2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437E2">
              <w:rPr>
                <w:rFonts w:ascii="Times New Roman" w:hAnsi="Times New Roman"/>
                <w:sz w:val="22"/>
                <w:szCs w:val="22"/>
              </w:rPr>
              <w:t>1198043,222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31E1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1064596,6803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1618132,89974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2249548,24571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2156683,95706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31E1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2007830,94692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Pr="00D31E1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Pr="00D31E1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A95D01" w:rsidRPr="00D31E11" w:rsidTr="00575F67">
        <w:trPr>
          <w:cantSplit/>
          <w:trHeight w:val="27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21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D01" w:rsidRPr="00D31E11" w:rsidTr="00575F67">
        <w:trPr>
          <w:cantSplit/>
          <w:trHeight w:val="155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D01" w:rsidRDefault="00A95D01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федеральный бюджет, из них:</w:t>
            </w:r>
          </w:p>
          <w:p w:rsidR="00A95D01" w:rsidRDefault="00A95D01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95D01" w:rsidRPr="00D31E11" w:rsidRDefault="00A95D01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2235620,19717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31E1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86925,58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31E1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193333,41717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585019,8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573354,8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245734,3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251252,3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95D01" w:rsidRPr="00D31E11" w:rsidTr="00575F67">
        <w:trPr>
          <w:cantSplit/>
          <w:trHeight w:val="155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</w:t>
            </w:r>
            <w:r w:rsidR="00770AE9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1935620,19717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86925,58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31E11" w:rsidRDefault="00A95D01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193333,41717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585019,8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573354,8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245734,3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251252,3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95D01" w:rsidRPr="00D31E11" w:rsidTr="00575F67">
        <w:trPr>
          <w:cantSplit/>
          <w:trHeight w:val="155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D01" w:rsidRP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A95D01">
              <w:rPr>
                <w:rFonts w:ascii="Times New Roman" w:hAnsi="Times New Roman"/>
                <w:sz w:val="22"/>
                <w:szCs w:val="22"/>
              </w:rPr>
              <w:t>по реализации мероприятий региональных проектов в рамках национального проекта «Безопасные и качественные автомобильные дороги»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1104500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416500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120000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120000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95D01" w:rsidRPr="00D31E11" w:rsidTr="00575F67">
        <w:trPr>
          <w:cantSplit/>
          <w:trHeight w:val="155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D01" w:rsidRDefault="00A95D01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областной бюджет, из них:</w:t>
            </w:r>
          </w:p>
          <w:p w:rsidR="00A95D01" w:rsidRDefault="00A95D01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95D01" w:rsidRPr="00D31E11" w:rsidRDefault="00A95D01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C3CA9" w:rsidRDefault="00A95D01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9671186,40109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31E1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822335,64653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1111117,642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31E1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871263,26313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1033113,09974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1676193,44571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1910949,65706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31E1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1756578,64692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Pr="00D31E1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Pr="00D31E1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A95D01" w:rsidRPr="00D31E11" w:rsidTr="00575F67">
        <w:trPr>
          <w:cantSplit/>
          <w:trHeight w:val="155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95D01" w:rsidRPr="00D31E11" w:rsidRDefault="00A95D01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C3CA9" w:rsidRDefault="00A95D01" w:rsidP="000D46CB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9671186,40109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31E11" w:rsidRDefault="00A95D01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822335,64653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1111117,642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31E11" w:rsidRDefault="00A95D01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871263,26313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1033113,09974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1676193,44571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0D46C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1910949,65706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31E11" w:rsidRDefault="00A95D01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1756578,64692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Pr="00D31E11" w:rsidRDefault="00A95D01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Pr="00D31E11" w:rsidRDefault="00A95D01" w:rsidP="000D46CB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A95D01" w:rsidRPr="00D31E11" w:rsidTr="00575F67">
        <w:trPr>
          <w:cantSplit/>
          <w:trHeight w:val="155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F05D12">
              <w:rPr>
                <w:rFonts w:ascii="Times New Roman" w:hAnsi="Times New Roman"/>
                <w:sz w:val="22"/>
                <w:szCs w:val="22"/>
              </w:rPr>
              <w:t>в рамках ПКРТИ*</w:t>
            </w:r>
            <w:r>
              <w:rPr>
                <w:rFonts w:ascii="Times New Roman" w:hAnsi="Times New Roman"/>
                <w:sz w:val="22"/>
                <w:szCs w:val="22"/>
              </w:rPr>
              <w:t>*</w:t>
            </w:r>
          </w:p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95D01" w:rsidRPr="00D31E1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792344,13904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31E11" w:rsidRDefault="00A95D01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314293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31E11" w:rsidRDefault="00A95D01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478051,13904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31E1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31E1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31E1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31E1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Pr="00D31E1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Pr="00D31E1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95D01" w:rsidRPr="00760C8E" w:rsidTr="00375CF3">
        <w:trPr>
          <w:cantSplit/>
          <w:trHeight w:val="126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D01" w:rsidRPr="00760C8E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760C8E">
              <w:rPr>
                <w:rFonts w:ascii="Times New Roman" w:hAnsi="Times New Roman"/>
                <w:sz w:val="22"/>
                <w:szCs w:val="22"/>
              </w:rPr>
              <w:t>по реализации мероприятий региональных проектов в рамках национального проекта «Безопасные и качественные автомобильные дороги»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760C8E" w:rsidRDefault="00A95D01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60C8E">
              <w:rPr>
                <w:rFonts w:ascii="Times New Roman" w:hAnsi="Times New Roman"/>
                <w:sz w:val="22"/>
                <w:szCs w:val="22"/>
              </w:rPr>
              <w:t>3194700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760C8E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60C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760C8E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60C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760C8E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60C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760C8E" w:rsidRDefault="00A95D01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60C8E">
              <w:rPr>
                <w:rFonts w:ascii="Times New Roman" w:hAnsi="Times New Roman"/>
                <w:sz w:val="22"/>
                <w:szCs w:val="22"/>
              </w:rPr>
              <w:t>689700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760C8E" w:rsidRDefault="00A95D01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60C8E">
              <w:rPr>
                <w:rFonts w:ascii="Times New Roman" w:hAnsi="Times New Roman"/>
                <w:sz w:val="22"/>
                <w:szCs w:val="22"/>
              </w:rPr>
              <w:t>905000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760C8E" w:rsidRDefault="00A95D01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60C8E">
              <w:rPr>
                <w:rFonts w:ascii="Times New Roman" w:hAnsi="Times New Roman"/>
                <w:sz w:val="22"/>
                <w:szCs w:val="22"/>
              </w:rPr>
              <w:t>800000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760C8E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60C8E">
              <w:rPr>
                <w:rFonts w:ascii="Times New Roman" w:hAnsi="Times New Roman"/>
                <w:sz w:val="22"/>
                <w:szCs w:val="22"/>
              </w:rPr>
              <w:t>800000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Pr="00760C8E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60C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Pr="00760C8E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60C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</w:tbl>
    <w:p w:rsidR="006A7679" w:rsidRPr="0046765A" w:rsidRDefault="006A7679" w:rsidP="006A7679">
      <w:pPr>
        <w:tabs>
          <w:tab w:val="left" w:pos="142"/>
        </w:tabs>
        <w:ind w:left="142" w:right="-94"/>
        <w:jc w:val="both"/>
        <w:rPr>
          <w:rFonts w:ascii="Times New Roman" w:hAnsi="Times New Roman"/>
          <w:sz w:val="18"/>
          <w:szCs w:val="18"/>
        </w:rPr>
      </w:pPr>
    </w:p>
    <w:p w:rsidR="006A7679" w:rsidRDefault="006A7679" w:rsidP="006A7679">
      <w:pPr>
        <w:tabs>
          <w:tab w:val="left" w:pos="142"/>
        </w:tabs>
        <w:ind w:left="142" w:right="-96"/>
        <w:jc w:val="both"/>
        <w:rPr>
          <w:rFonts w:ascii="Times New Roman" w:hAnsi="Times New Roman"/>
        </w:rPr>
      </w:pPr>
      <w:r w:rsidRPr="00D31E11">
        <w:rPr>
          <w:rFonts w:ascii="Times New Roman" w:hAnsi="Times New Roman"/>
        </w:rPr>
        <w:t>* Средства будут распределены по муниципальным образованиям Рязанской области  до 1 ию</w:t>
      </w:r>
      <w:r>
        <w:rPr>
          <w:rFonts w:ascii="Times New Roman" w:hAnsi="Times New Roman"/>
        </w:rPr>
        <w:t>ня года предоставления субсидий.</w:t>
      </w:r>
    </w:p>
    <w:p w:rsidR="006A7679" w:rsidRDefault="006A7679" w:rsidP="006A7679">
      <w:pPr>
        <w:tabs>
          <w:tab w:val="left" w:pos="142"/>
        </w:tabs>
        <w:ind w:left="142" w:right="-96"/>
        <w:jc w:val="both"/>
        <w:rPr>
          <w:rFonts w:ascii="Times New Roman" w:hAnsi="Times New Roman"/>
        </w:rPr>
      </w:pPr>
      <w:r w:rsidRPr="00E97724">
        <w:rPr>
          <w:rFonts w:ascii="Times New Roman" w:hAnsi="Times New Roman"/>
        </w:rPr>
        <w:t>**</w:t>
      </w:r>
      <w:r>
        <w:rPr>
          <w:rFonts w:ascii="Times New Roman" w:hAnsi="Times New Roman"/>
        </w:rPr>
        <w:t xml:space="preserve"> </w:t>
      </w:r>
      <w:r w:rsidRPr="00E97724">
        <w:rPr>
          <w:rFonts w:ascii="Times New Roman" w:hAnsi="Times New Roman"/>
        </w:rPr>
        <w:t>Средства направляются на финансовое обеспечение дорожной деятельности в рамках приоритетного проекта «Безопасные и качественные дороги» государственной программы Российской Федерации «Развитие транспортной системы».</w:t>
      </w:r>
    </w:p>
    <w:p w:rsidR="006A7679" w:rsidRPr="009B109F" w:rsidRDefault="006A7679" w:rsidP="006A7679">
      <w:pPr>
        <w:tabs>
          <w:tab w:val="left" w:pos="142"/>
        </w:tabs>
        <w:ind w:left="142" w:right="-9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*** Средства будут распределены по муниципальным образованиям Рязанской области после заключения соглашения с Федеральным дорожным агентством.</w:t>
      </w:r>
    </w:p>
    <w:p w:rsidR="006A7679" w:rsidRDefault="006A7679" w:rsidP="006A7679">
      <w:pPr>
        <w:jc w:val="right"/>
        <w:rPr>
          <w:rFonts w:ascii="Times New Roman" w:hAnsi="Times New Roman"/>
          <w:sz w:val="28"/>
          <w:szCs w:val="28"/>
        </w:rPr>
      </w:pPr>
    </w:p>
    <w:p w:rsidR="006A7679" w:rsidRDefault="006A7679" w:rsidP="006A7679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p w:rsidR="006A7679" w:rsidRDefault="006A7679" w:rsidP="006A7679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p w:rsidR="006A7679" w:rsidRDefault="006A7679" w:rsidP="006A7679">
      <w:pPr>
        <w:jc w:val="right"/>
        <w:rPr>
          <w:rFonts w:ascii="Times New Roman" w:hAnsi="Times New Roman"/>
          <w:sz w:val="28"/>
          <w:szCs w:val="28"/>
        </w:rPr>
      </w:pPr>
    </w:p>
    <w:p w:rsidR="00AA7658" w:rsidRDefault="00AA7658" w:rsidP="006A7679">
      <w:pPr>
        <w:jc w:val="right"/>
        <w:rPr>
          <w:rFonts w:ascii="Times New Roman" w:hAnsi="Times New Roman"/>
          <w:sz w:val="28"/>
          <w:szCs w:val="28"/>
        </w:rPr>
      </w:pPr>
    </w:p>
    <w:p w:rsidR="00AA7658" w:rsidRDefault="00AA7658" w:rsidP="006A7679">
      <w:pPr>
        <w:jc w:val="right"/>
        <w:rPr>
          <w:rFonts w:ascii="Times New Roman" w:hAnsi="Times New Roman"/>
          <w:sz w:val="28"/>
          <w:szCs w:val="28"/>
        </w:rPr>
      </w:pPr>
    </w:p>
    <w:p w:rsidR="00AA7658" w:rsidRDefault="00AA7658" w:rsidP="006A7679">
      <w:pPr>
        <w:jc w:val="right"/>
        <w:rPr>
          <w:rFonts w:ascii="Times New Roman" w:hAnsi="Times New Roman"/>
          <w:sz w:val="28"/>
          <w:szCs w:val="28"/>
        </w:rPr>
      </w:pPr>
    </w:p>
    <w:p w:rsidR="00AA7658" w:rsidRDefault="00AA7658" w:rsidP="006A7679">
      <w:pPr>
        <w:jc w:val="right"/>
        <w:rPr>
          <w:rFonts w:ascii="Times New Roman" w:hAnsi="Times New Roman"/>
          <w:sz w:val="28"/>
          <w:szCs w:val="28"/>
        </w:rPr>
      </w:pPr>
    </w:p>
    <w:p w:rsidR="00AA7658" w:rsidRDefault="00AA7658" w:rsidP="006A7679">
      <w:pPr>
        <w:jc w:val="right"/>
        <w:rPr>
          <w:rFonts w:ascii="Times New Roman" w:hAnsi="Times New Roman"/>
          <w:sz w:val="28"/>
          <w:szCs w:val="28"/>
        </w:rPr>
      </w:pPr>
    </w:p>
    <w:p w:rsidR="00AA7658" w:rsidRDefault="00AA7658" w:rsidP="006A7679">
      <w:pPr>
        <w:jc w:val="right"/>
        <w:rPr>
          <w:rFonts w:ascii="Times New Roman" w:hAnsi="Times New Roman"/>
          <w:sz w:val="28"/>
          <w:szCs w:val="28"/>
        </w:rPr>
      </w:pPr>
    </w:p>
    <w:p w:rsidR="00AA7658" w:rsidRDefault="00AA7658" w:rsidP="006A7679">
      <w:pPr>
        <w:jc w:val="right"/>
        <w:rPr>
          <w:rFonts w:ascii="Times New Roman" w:hAnsi="Times New Roman"/>
          <w:sz w:val="28"/>
          <w:szCs w:val="28"/>
        </w:rPr>
      </w:pPr>
    </w:p>
    <w:p w:rsidR="006A7679" w:rsidRDefault="006A7679" w:rsidP="006A7679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6</w:t>
      </w:r>
    </w:p>
    <w:p w:rsidR="006A7679" w:rsidRDefault="006A7679" w:rsidP="006A7679">
      <w:pPr>
        <w:jc w:val="right"/>
        <w:rPr>
          <w:rFonts w:ascii="Times New Roman" w:hAnsi="Times New Roman"/>
          <w:sz w:val="28"/>
          <w:szCs w:val="28"/>
        </w:rPr>
      </w:pPr>
    </w:p>
    <w:p w:rsidR="00A21366" w:rsidRDefault="006A7679" w:rsidP="00A21366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Распределение объемов финансирования</w:t>
      </w:r>
    </w:p>
    <w:p w:rsidR="006A7679" w:rsidRDefault="006A7679" w:rsidP="00A21366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обеспечению реализации мероприятий</w:t>
      </w:r>
    </w:p>
    <w:p w:rsidR="006A7679" w:rsidRDefault="006A7679" w:rsidP="00A21366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области дорожного хозяйства в Рязанской области</w:t>
      </w:r>
    </w:p>
    <w:p w:rsidR="006A7679" w:rsidRDefault="006A7679" w:rsidP="006A767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6A7679" w:rsidRDefault="006A7679" w:rsidP="006A7679">
      <w:pPr>
        <w:spacing w:line="192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4111"/>
        <w:gridCol w:w="1559"/>
        <w:gridCol w:w="851"/>
        <w:gridCol w:w="992"/>
        <w:gridCol w:w="992"/>
        <w:gridCol w:w="993"/>
        <w:gridCol w:w="992"/>
        <w:gridCol w:w="850"/>
        <w:gridCol w:w="993"/>
        <w:gridCol w:w="850"/>
        <w:gridCol w:w="851"/>
      </w:tblGrid>
      <w:tr w:rsidR="006A7679" w:rsidRPr="00D31E11" w:rsidTr="00575F67">
        <w:trPr>
          <w:trHeight w:val="23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7724">
              <w:rPr>
                <w:rFonts w:ascii="Times New Roman" w:hAnsi="Times New Roman"/>
                <w:bCs/>
                <w:sz w:val="22"/>
                <w:szCs w:val="22"/>
              </w:rPr>
              <w:t xml:space="preserve">№ </w:t>
            </w:r>
            <w:proofErr w:type="gramStart"/>
            <w:r w:rsidRPr="00E97724">
              <w:rPr>
                <w:rFonts w:ascii="Times New Roman" w:hAnsi="Times New Roman"/>
                <w:bCs/>
                <w:sz w:val="22"/>
                <w:szCs w:val="22"/>
              </w:rPr>
              <w:t>п</w:t>
            </w:r>
            <w:proofErr w:type="gramEnd"/>
            <w:r w:rsidRPr="00E97724">
              <w:rPr>
                <w:rFonts w:ascii="Times New Roman" w:hAnsi="Times New Roman"/>
                <w:bCs/>
                <w:sz w:val="22"/>
                <w:szCs w:val="22"/>
              </w:rPr>
              <w:t>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7724">
              <w:rPr>
                <w:rFonts w:ascii="Times New Roman" w:hAnsi="Times New Roman"/>
                <w:bCs/>
                <w:sz w:val="22"/>
                <w:szCs w:val="22"/>
              </w:rPr>
              <w:t>Мероприятия</w:t>
            </w: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Объемы финансирования, тыс. рублей</w:t>
            </w:r>
          </w:p>
        </w:tc>
      </w:tr>
      <w:tr w:rsidR="006A7679" w:rsidRPr="00D31E11" w:rsidTr="00575F67">
        <w:trPr>
          <w:trHeight w:val="27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575F6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836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6A7679" w:rsidRPr="00D31E11" w:rsidTr="00575F67">
        <w:trPr>
          <w:trHeight w:val="34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575F6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</w:tr>
    </w:tbl>
    <w:p w:rsidR="006A7679" w:rsidRPr="00BC2F0E" w:rsidRDefault="006A7679" w:rsidP="006A7679">
      <w:pPr>
        <w:spacing w:line="192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4111"/>
        <w:gridCol w:w="1559"/>
        <w:gridCol w:w="851"/>
        <w:gridCol w:w="992"/>
        <w:gridCol w:w="992"/>
        <w:gridCol w:w="993"/>
        <w:gridCol w:w="992"/>
        <w:gridCol w:w="850"/>
        <w:gridCol w:w="993"/>
        <w:gridCol w:w="850"/>
        <w:gridCol w:w="851"/>
      </w:tblGrid>
      <w:tr w:rsidR="006A7679" w:rsidRPr="00D31E11" w:rsidTr="00575F67">
        <w:trPr>
          <w:trHeight w:val="265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6A7679" w:rsidRPr="00D31E11" w:rsidTr="00575F67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E6CA9">
              <w:rPr>
                <w:rFonts w:ascii="Times New Roman" w:hAnsi="Times New Roman"/>
                <w:bCs/>
                <w:sz w:val="22"/>
                <w:szCs w:val="22"/>
              </w:rPr>
              <w:t>Ремонт и техобслуживание лабораторного оборудования</w:t>
            </w: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D31E11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2080,97701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149,97701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148</w:t>
            </w:r>
          </w:p>
        </w:tc>
      </w:tr>
      <w:tr w:rsidR="006A7679" w:rsidRPr="00D31E11" w:rsidTr="00575F67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E6CA9">
              <w:rPr>
                <w:rFonts w:ascii="Times New Roman" w:hAnsi="Times New Roman"/>
                <w:bCs/>
                <w:sz w:val="22"/>
                <w:szCs w:val="22"/>
              </w:rPr>
              <w:t>Услуги сторонних организаций</w:t>
            </w: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3E6CA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40441,86791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3532,26941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2675,2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1142,2726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5657,895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11311,61545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11311,61545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579</w:t>
            </w:r>
          </w:p>
        </w:tc>
      </w:tr>
      <w:tr w:rsidR="006A7679" w:rsidRPr="00D31E11" w:rsidTr="00575F67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E6CA9">
              <w:rPr>
                <w:rFonts w:ascii="Times New Roman" w:hAnsi="Times New Roman"/>
                <w:bCs/>
                <w:sz w:val="22"/>
                <w:szCs w:val="22"/>
              </w:rPr>
              <w:t>Приобретение лабораторного оборудования, геодезических и измерительных приборов</w:t>
            </w: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3E6CA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12404,78189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1044,695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6903,56689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385,52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6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Pr="003E6CA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E6CA9">
              <w:rPr>
                <w:rFonts w:ascii="Times New Roman" w:hAnsi="Times New Roman"/>
                <w:bCs/>
                <w:sz w:val="22"/>
                <w:szCs w:val="22"/>
              </w:rPr>
              <w:t xml:space="preserve">Расходы, связанные с выполнением кадастровых работ, осуществлением государственного кадастрового учета земельных участков и автомобильных дорог общего пользования, оценкой земельных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участков, выполнением </w:t>
            </w:r>
            <w:proofErr w:type="spellStart"/>
            <w:r>
              <w:rPr>
                <w:rFonts w:ascii="Times New Roman" w:hAnsi="Times New Roman"/>
                <w:bCs/>
                <w:sz w:val="22"/>
                <w:szCs w:val="22"/>
              </w:rPr>
              <w:t>топосъемки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6879,64858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4114,75358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2764,895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6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Pr="003E6CA9" w:rsidRDefault="006A7679" w:rsidP="00575F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Расходы, связанные с выполнением кадастровых работ, осуществлением государственного кадастрового учета земельных участков и автомобильных дорог общего пользования и (или) государственной регистрации права на земельные участки и автомобильные дороги общего пользования, оценкой земельных участков, выполнением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топосъемки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55089,84966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1411,48388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4233,68578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9952,68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9873</w:t>
            </w:r>
          </w:p>
        </w:tc>
      </w:tr>
      <w:tr w:rsidR="006A7679" w:rsidRPr="00D31E11" w:rsidTr="00575F67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E97724">
              <w:rPr>
                <w:rFonts w:ascii="Times New Roman" w:hAnsi="Times New Roman"/>
                <w:bCs/>
                <w:sz w:val="22"/>
                <w:szCs w:val="22"/>
              </w:rPr>
              <w:t>Иные расходы, связанные с управлением дорожным хозяйством и выполнением функций заказчика</w:t>
            </w: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3E6CA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1179171,56553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146704,95942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153823,105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130111,8519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124763,09018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131978,52045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99917,46868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98462,5699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146705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146705</w:t>
            </w:r>
          </w:p>
        </w:tc>
      </w:tr>
      <w:tr w:rsidR="006A7679" w:rsidRPr="00D31E11" w:rsidTr="00575F67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Pr="00E97724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Закупка иных основных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E27167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Default="00DC7116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3E6CA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7B11EA" w:rsidRDefault="00E27167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1328478,69058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7B11EA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11EA">
              <w:rPr>
                <w:rFonts w:ascii="Times New Roman" w:hAnsi="Times New Roman"/>
                <w:sz w:val="22"/>
                <w:szCs w:val="22"/>
              </w:rPr>
              <w:t>154572,95942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7B11EA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11EA">
              <w:rPr>
                <w:rFonts w:ascii="Times New Roman" w:hAnsi="Times New Roman"/>
                <w:sz w:val="22"/>
                <w:szCs w:val="22"/>
              </w:rPr>
              <w:t>160448,2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7B11EA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11EA">
              <w:rPr>
                <w:rFonts w:ascii="Times New Roman" w:hAnsi="Times New Roman"/>
                <w:sz w:val="22"/>
                <w:szCs w:val="22"/>
              </w:rPr>
              <w:t>146941,03078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7B11EA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11EA">
              <w:rPr>
                <w:rFonts w:ascii="Times New Roman" w:hAnsi="Times New Roman"/>
                <w:sz w:val="22"/>
                <w:szCs w:val="22"/>
              </w:rPr>
              <w:t>148252,61545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E271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159284,61545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122912,08413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121457,18535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157305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157305</w:t>
            </w:r>
            <w:r w:rsidR="00E27167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</w:tbl>
    <w:p w:rsidR="006A7679" w:rsidRDefault="006A7679" w:rsidP="006A7679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p w:rsidR="006A7679" w:rsidRDefault="006A7679" w:rsidP="006A7679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A7679" w:rsidRDefault="006A7679" w:rsidP="006A7679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p w:rsidR="006A7679" w:rsidRDefault="006A7679" w:rsidP="006A7679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F76B7" w:rsidRPr="00053E54" w:rsidRDefault="002F76B7" w:rsidP="00464920">
      <w:pPr>
        <w:jc w:val="both"/>
        <w:rPr>
          <w:rFonts w:ascii="Times New Roman" w:hAnsi="Times New Roman"/>
          <w:sz w:val="28"/>
          <w:szCs w:val="28"/>
        </w:rPr>
        <w:sectPr w:rsidR="002F76B7" w:rsidRPr="00053E54" w:rsidSect="00F33C05">
          <w:pgSz w:w="16834" w:h="11907" w:orient="landscape" w:code="9"/>
          <w:pgMar w:top="1134" w:right="674" w:bottom="1134" w:left="1701" w:header="272" w:footer="397" w:gutter="0"/>
          <w:pgNumType w:start="51"/>
          <w:cols w:space="720"/>
          <w:formProt w:val="0"/>
          <w:docGrid w:linePitch="272"/>
        </w:sectPr>
      </w:pPr>
      <w:r>
        <w:rPr>
          <w:rFonts w:ascii="Times New Roman" w:hAnsi="Times New Roman"/>
          <w:sz w:val="22"/>
          <w:szCs w:val="22"/>
        </w:rPr>
        <w:br/>
      </w:r>
    </w:p>
    <w:p w:rsidR="00270905" w:rsidRDefault="00270905" w:rsidP="00821343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p w:rsidR="00270905" w:rsidRDefault="00270905" w:rsidP="00821343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p w:rsidR="00270905" w:rsidRDefault="00270905" w:rsidP="00821343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p w:rsidR="00270905" w:rsidRDefault="00270905" w:rsidP="00821343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sectPr w:rsidR="00270905" w:rsidSect="0091198F">
      <w:pgSz w:w="16834" w:h="11907" w:orient="landscape" w:code="9"/>
      <w:pgMar w:top="1134" w:right="851" w:bottom="1134" w:left="1701" w:header="272" w:footer="397" w:gutter="0"/>
      <w:pgNumType w:start="7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FA5" w:rsidRDefault="00E45FA5">
      <w:r>
        <w:separator/>
      </w:r>
    </w:p>
  </w:endnote>
  <w:endnote w:type="continuationSeparator" w:id="0">
    <w:p w:rsidR="00E45FA5" w:rsidRDefault="00E45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DC3CA9" w:rsidTr="00963E33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DC3CA9" w:rsidRDefault="00DA75E6">
          <w:pPr>
            <w:pStyle w:val="a6"/>
          </w:pPr>
          <w:r>
            <w:rPr>
              <w:noProof/>
            </w:rPr>
            <w:drawing>
              <wp:inline distT="0" distB="0" distL="0" distR="0" wp14:anchorId="2260B90A" wp14:editId="73A7706C">
                <wp:extent cx="664845" cy="283845"/>
                <wp:effectExtent l="19050" t="0" r="1905" b="0"/>
                <wp:docPr id="1" name="Рисунок 1" descr="защита_6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защита_66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4845" cy="2838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DC3CA9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DC3CA9" w:rsidRPr="00963E33" w:rsidRDefault="00DA75E6" w:rsidP="00963E33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7990DD7C" wp14:editId="458DE0CC">
                <wp:extent cx="173355" cy="14541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355" cy="145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DC3CA9" w:rsidRPr="00963E33" w:rsidRDefault="0091198F" w:rsidP="00963E33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39151  25.12.2019 10:29:09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DC3CA9" w:rsidRPr="00F16F07" w:rsidRDefault="00DC3CA9" w:rsidP="00963E3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DC3CA9" w:rsidRPr="00963E33" w:rsidRDefault="00DC3CA9" w:rsidP="00963E33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DC3CA9" w:rsidRPr="009573D3" w:rsidRDefault="00DC3CA9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DC3CA9" w:rsidRPr="00963E33" w:rsidTr="00963E33">
      <w:tc>
        <w:tcPr>
          <w:tcW w:w="2538" w:type="dxa"/>
        </w:tcPr>
        <w:p w:rsidR="00DC3CA9" w:rsidRPr="00963E33" w:rsidRDefault="00DC3CA9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DC3CA9" w:rsidRPr="00963E33" w:rsidRDefault="00DC3CA9" w:rsidP="00963E33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DC3CA9" w:rsidRPr="00963E33" w:rsidRDefault="00DC3CA9" w:rsidP="00963E33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DC3CA9" w:rsidRPr="00963E33" w:rsidRDefault="00DC3CA9" w:rsidP="00963E33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DC3CA9" w:rsidRDefault="00DC3CA9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FA5" w:rsidRDefault="00E45FA5">
      <w:r>
        <w:separator/>
      </w:r>
    </w:p>
  </w:footnote>
  <w:footnote w:type="continuationSeparator" w:id="0">
    <w:p w:rsidR="00E45FA5" w:rsidRDefault="00E45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CA9" w:rsidRDefault="004214BA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C3CA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C3CA9">
      <w:rPr>
        <w:rStyle w:val="a8"/>
        <w:noProof/>
      </w:rPr>
      <w:t>1</w:t>
    </w:r>
    <w:r>
      <w:rPr>
        <w:rStyle w:val="a8"/>
      </w:rPr>
      <w:fldChar w:fldCharType="end"/>
    </w:r>
  </w:p>
  <w:p w:rsidR="00DC3CA9" w:rsidRDefault="00DC3CA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CA9" w:rsidRPr="00481B88" w:rsidRDefault="00DC3CA9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DC3CA9" w:rsidRPr="00F33C05" w:rsidRDefault="004214BA" w:rsidP="00F33C05">
    <w:pPr>
      <w:jc w:val="center"/>
      <w:rPr>
        <w:rFonts w:ascii="Times New Roman" w:hAnsi="Times New Roman"/>
        <w:sz w:val="28"/>
        <w:szCs w:val="28"/>
      </w:rPr>
    </w:pPr>
    <w:r w:rsidRPr="00F33C05">
      <w:rPr>
        <w:rFonts w:ascii="Times New Roman" w:hAnsi="Times New Roman"/>
        <w:sz w:val="28"/>
        <w:szCs w:val="28"/>
      </w:rPr>
      <w:fldChar w:fldCharType="begin"/>
    </w:r>
    <w:r w:rsidR="00DC3CA9" w:rsidRPr="00F33C05">
      <w:rPr>
        <w:rFonts w:ascii="Times New Roman" w:hAnsi="Times New Roman"/>
        <w:sz w:val="28"/>
        <w:szCs w:val="28"/>
      </w:rPr>
      <w:instrText xml:space="preserve">PAGE  </w:instrText>
    </w:r>
    <w:r w:rsidRPr="00F33C05">
      <w:rPr>
        <w:rFonts w:ascii="Times New Roman" w:hAnsi="Times New Roman"/>
        <w:sz w:val="28"/>
        <w:szCs w:val="28"/>
      </w:rPr>
      <w:fldChar w:fldCharType="separate"/>
    </w:r>
    <w:r w:rsidR="008441B2">
      <w:rPr>
        <w:rFonts w:ascii="Times New Roman" w:hAnsi="Times New Roman"/>
        <w:noProof/>
        <w:sz w:val="28"/>
        <w:szCs w:val="28"/>
      </w:rPr>
      <w:t>70</w:t>
    </w:r>
    <w:r w:rsidRPr="00F33C05">
      <w:rPr>
        <w:rFonts w:ascii="Times New Roman" w:hAnsi="Times New Roman"/>
        <w:sz w:val="28"/>
        <w:szCs w:val="28"/>
      </w:rPr>
      <w:fldChar w:fldCharType="end"/>
    </w:r>
  </w:p>
  <w:p w:rsidR="00DC3CA9" w:rsidRPr="00E37801" w:rsidRDefault="00DC3CA9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4pt;height:11.55pt" o:bullet="t">
        <v:imagedata r:id="rId1" o:title="Номер версии 555" gain="79922f" blacklevel="-1966f"/>
      </v:shape>
    </w:pict>
  </w:numPicBullet>
  <w:abstractNum w:abstractNumId="0">
    <w:nsid w:val="1129049F"/>
    <w:multiLevelType w:val="hybridMultilevel"/>
    <w:tmpl w:val="9F2E1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8C84311"/>
    <w:multiLevelType w:val="hybridMultilevel"/>
    <w:tmpl w:val="D41CC3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3C8F6D5C"/>
    <w:multiLevelType w:val="hybridMultilevel"/>
    <w:tmpl w:val="E8DCE480"/>
    <w:lvl w:ilvl="0" w:tplc="72B897B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6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263677D"/>
    <w:multiLevelType w:val="hybridMultilevel"/>
    <w:tmpl w:val="2566FE9A"/>
    <w:lvl w:ilvl="0" w:tplc="8AEC09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3907EE7"/>
    <w:multiLevelType w:val="hybridMultilevel"/>
    <w:tmpl w:val="06984F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FA92E18"/>
    <w:multiLevelType w:val="hybridMultilevel"/>
    <w:tmpl w:val="8C620C9C"/>
    <w:lvl w:ilvl="0" w:tplc="75EA24EC">
      <w:start w:val="10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0">
    <w:nsid w:val="642D5F8C"/>
    <w:multiLevelType w:val="hybridMultilevel"/>
    <w:tmpl w:val="3EACC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B14D98"/>
    <w:multiLevelType w:val="hybridMultilevel"/>
    <w:tmpl w:val="6762945C"/>
    <w:lvl w:ilvl="0" w:tplc="2E3AB990">
      <w:start w:val="3500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12"/>
  </w:num>
  <w:num w:numId="7">
    <w:abstractNumId w:val="10"/>
  </w:num>
  <w:num w:numId="8">
    <w:abstractNumId w:val="0"/>
  </w:num>
  <w:num w:numId="9">
    <w:abstractNumId w:val="5"/>
  </w:num>
  <w:num w:numId="10">
    <w:abstractNumId w:val="9"/>
  </w:num>
  <w:num w:numId="11">
    <w:abstractNumId w:val="11"/>
  </w:num>
  <w:num w:numId="12">
    <w:abstractNumId w:val="8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zKFrld2TFDEa41jmlu9Zv0AmQws=" w:salt="tUquD3zCAYjlYXmStiyU9A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45A3"/>
    <w:rsid w:val="00002297"/>
    <w:rsid w:val="0000648B"/>
    <w:rsid w:val="0001360F"/>
    <w:rsid w:val="0001550D"/>
    <w:rsid w:val="00030339"/>
    <w:rsid w:val="000312EC"/>
    <w:rsid w:val="00031322"/>
    <w:rsid w:val="0003205B"/>
    <w:rsid w:val="00032AA7"/>
    <w:rsid w:val="000331B3"/>
    <w:rsid w:val="00033403"/>
    <w:rsid w:val="00033413"/>
    <w:rsid w:val="00034C5A"/>
    <w:rsid w:val="00035213"/>
    <w:rsid w:val="00036499"/>
    <w:rsid w:val="00037C0C"/>
    <w:rsid w:val="000412A6"/>
    <w:rsid w:val="00042395"/>
    <w:rsid w:val="00046C4D"/>
    <w:rsid w:val="000502A3"/>
    <w:rsid w:val="00050B0C"/>
    <w:rsid w:val="00051B8C"/>
    <w:rsid w:val="00053E54"/>
    <w:rsid w:val="00055206"/>
    <w:rsid w:val="000565E8"/>
    <w:rsid w:val="0005677F"/>
    <w:rsid w:val="00056DEB"/>
    <w:rsid w:val="000574CD"/>
    <w:rsid w:val="00057516"/>
    <w:rsid w:val="000621EF"/>
    <w:rsid w:val="00062A18"/>
    <w:rsid w:val="00062E3F"/>
    <w:rsid w:val="00066AB8"/>
    <w:rsid w:val="000702F5"/>
    <w:rsid w:val="00073A7A"/>
    <w:rsid w:val="00074523"/>
    <w:rsid w:val="00076D5E"/>
    <w:rsid w:val="00082B60"/>
    <w:rsid w:val="00084C9B"/>
    <w:rsid w:val="00084DD3"/>
    <w:rsid w:val="0008619D"/>
    <w:rsid w:val="00086D66"/>
    <w:rsid w:val="00090FAC"/>
    <w:rsid w:val="000917C0"/>
    <w:rsid w:val="00091C33"/>
    <w:rsid w:val="000A275F"/>
    <w:rsid w:val="000A595F"/>
    <w:rsid w:val="000B0736"/>
    <w:rsid w:val="000B591F"/>
    <w:rsid w:val="000C37E8"/>
    <w:rsid w:val="000C5A4E"/>
    <w:rsid w:val="000D34F7"/>
    <w:rsid w:val="000D5521"/>
    <w:rsid w:val="000D7623"/>
    <w:rsid w:val="000D7C8D"/>
    <w:rsid w:val="000E5D16"/>
    <w:rsid w:val="000E71BB"/>
    <w:rsid w:val="000E72A5"/>
    <w:rsid w:val="000F1075"/>
    <w:rsid w:val="000F1857"/>
    <w:rsid w:val="00105711"/>
    <w:rsid w:val="001059CB"/>
    <w:rsid w:val="00105EC8"/>
    <w:rsid w:val="00107BC0"/>
    <w:rsid w:val="001145D8"/>
    <w:rsid w:val="00114E32"/>
    <w:rsid w:val="00122CFD"/>
    <w:rsid w:val="00127025"/>
    <w:rsid w:val="0013331E"/>
    <w:rsid w:val="00135556"/>
    <w:rsid w:val="00141C6B"/>
    <w:rsid w:val="001434E3"/>
    <w:rsid w:val="00145E00"/>
    <w:rsid w:val="001473C4"/>
    <w:rsid w:val="00147808"/>
    <w:rsid w:val="00147E70"/>
    <w:rsid w:val="00151370"/>
    <w:rsid w:val="00162E72"/>
    <w:rsid w:val="00163E29"/>
    <w:rsid w:val="0016463D"/>
    <w:rsid w:val="00165EF5"/>
    <w:rsid w:val="00167EC7"/>
    <w:rsid w:val="00170451"/>
    <w:rsid w:val="00175ABA"/>
    <w:rsid w:val="00175BE5"/>
    <w:rsid w:val="00177F67"/>
    <w:rsid w:val="00181957"/>
    <w:rsid w:val="00183235"/>
    <w:rsid w:val="0018509D"/>
    <w:rsid w:val="001850F4"/>
    <w:rsid w:val="00190A74"/>
    <w:rsid w:val="00190FF9"/>
    <w:rsid w:val="001935E8"/>
    <w:rsid w:val="00193C0D"/>
    <w:rsid w:val="001942B9"/>
    <w:rsid w:val="001947BE"/>
    <w:rsid w:val="001A5193"/>
    <w:rsid w:val="001A560F"/>
    <w:rsid w:val="001A5E05"/>
    <w:rsid w:val="001A78C3"/>
    <w:rsid w:val="001B0982"/>
    <w:rsid w:val="001B140D"/>
    <w:rsid w:val="001B1E20"/>
    <w:rsid w:val="001B32BA"/>
    <w:rsid w:val="001B6899"/>
    <w:rsid w:val="001C2213"/>
    <w:rsid w:val="001C2D5C"/>
    <w:rsid w:val="001C616D"/>
    <w:rsid w:val="001C6FF2"/>
    <w:rsid w:val="001D05EF"/>
    <w:rsid w:val="001D0AB1"/>
    <w:rsid w:val="001E0317"/>
    <w:rsid w:val="001E0EF8"/>
    <w:rsid w:val="001E1881"/>
    <w:rsid w:val="001E20F1"/>
    <w:rsid w:val="001E6A6E"/>
    <w:rsid w:val="001F0E91"/>
    <w:rsid w:val="001F12E8"/>
    <w:rsid w:val="001F228C"/>
    <w:rsid w:val="001F414F"/>
    <w:rsid w:val="001F64B8"/>
    <w:rsid w:val="001F6870"/>
    <w:rsid w:val="001F7C83"/>
    <w:rsid w:val="0020084F"/>
    <w:rsid w:val="00202955"/>
    <w:rsid w:val="00202EA0"/>
    <w:rsid w:val="00203046"/>
    <w:rsid w:val="00205AB5"/>
    <w:rsid w:val="00212AAE"/>
    <w:rsid w:val="00215182"/>
    <w:rsid w:val="0021534D"/>
    <w:rsid w:val="00215EC3"/>
    <w:rsid w:val="00216D23"/>
    <w:rsid w:val="00217E64"/>
    <w:rsid w:val="002239D6"/>
    <w:rsid w:val="00224DBA"/>
    <w:rsid w:val="00225ABA"/>
    <w:rsid w:val="00231F1C"/>
    <w:rsid w:val="00236D1C"/>
    <w:rsid w:val="002377DA"/>
    <w:rsid w:val="00240DE7"/>
    <w:rsid w:val="00242DDB"/>
    <w:rsid w:val="00244431"/>
    <w:rsid w:val="00246A06"/>
    <w:rsid w:val="002479A2"/>
    <w:rsid w:val="00253945"/>
    <w:rsid w:val="00256541"/>
    <w:rsid w:val="0026078A"/>
    <w:rsid w:val="0026087E"/>
    <w:rsid w:val="002610F6"/>
    <w:rsid w:val="00261DE0"/>
    <w:rsid w:val="00263F90"/>
    <w:rsid w:val="00265420"/>
    <w:rsid w:val="00270905"/>
    <w:rsid w:val="002716B1"/>
    <w:rsid w:val="002732EC"/>
    <w:rsid w:val="0027369E"/>
    <w:rsid w:val="00274E14"/>
    <w:rsid w:val="00275260"/>
    <w:rsid w:val="00275C8C"/>
    <w:rsid w:val="002804B7"/>
    <w:rsid w:val="00280A6D"/>
    <w:rsid w:val="0028334B"/>
    <w:rsid w:val="00284A49"/>
    <w:rsid w:val="00284BA7"/>
    <w:rsid w:val="002856AA"/>
    <w:rsid w:val="00286559"/>
    <w:rsid w:val="002869E4"/>
    <w:rsid w:val="00286ECA"/>
    <w:rsid w:val="0028788C"/>
    <w:rsid w:val="002953B6"/>
    <w:rsid w:val="002973C6"/>
    <w:rsid w:val="00297DDB"/>
    <w:rsid w:val="002A1E33"/>
    <w:rsid w:val="002A4369"/>
    <w:rsid w:val="002A565F"/>
    <w:rsid w:val="002B06C7"/>
    <w:rsid w:val="002B0876"/>
    <w:rsid w:val="002B0C6F"/>
    <w:rsid w:val="002B2E6A"/>
    <w:rsid w:val="002B42FF"/>
    <w:rsid w:val="002B4FB0"/>
    <w:rsid w:val="002B7A59"/>
    <w:rsid w:val="002C1247"/>
    <w:rsid w:val="002C2C5E"/>
    <w:rsid w:val="002C4E60"/>
    <w:rsid w:val="002C6B4B"/>
    <w:rsid w:val="002D0480"/>
    <w:rsid w:val="002D175C"/>
    <w:rsid w:val="002D2647"/>
    <w:rsid w:val="002D28C6"/>
    <w:rsid w:val="002D2FFE"/>
    <w:rsid w:val="002D7AC0"/>
    <w:rsid w:val="002E1205"/>
    <w:rsid w:val="002E2A85"/>
    <w:rsid w:val="002E3B6A"/>
    <w:rsid w:val="002E51A7"/>
    <w:rsid w:val="002E5A5F"/>
    <w:rsid w:val="002E7C35"/>
    <w:rsid w:val="002F0346"/>
    <w:rsid w:val="002F1E81"/>
    <w:rsid w:val="002F35DC"/>
    <w:rsid w:val="002F76B7"/>
    <w:rsid w:val="00310D92"/>
    <w:rsid w:val="00310EC1"/>
    <w:rsid w:val="0031356F"/>
    <w:rsid w:val="003143FD"/>
    <w:rsid w:val="00315A48"/>
    <w:rsid w:val="003160CB"/>
    <w:rsid w:val="00320079"/>
    <w:rsid w:val="00321ACC"/>
    <w:rsid w:val="003222A3"/>
    <w:rsid w:val="00322747"/>
    <w:rsid w:val="0032647C"/>
    <w:rsid w:val="00333A89"/>
    <w:rsid w:val="003374BA"/>
    <w:rsid w:val="00342785"/>
    <w:rsid w:val="003429D3"/>
    <w:rsid w:val="003436B2"/>
    <w:rsid w:val="0034594A"/>
    <w:rsid w:val="003546EC"/>
    <w:rsid w:val="00360A40"/>
    <w:rsid w:val="00364C07"/>
    <w:rsid w:val="0036544E"/>
    <w:rsid w:val="003673FB"/>
    <w:rsid w:val="0037361A"/>
    <w:rsid w:val="003739D7"/>
    <w:rsid w:val="00373A5A"/>
    <w:rsid w:val="00375C57"/>
    <w:rsid w:val="00375CF3"/>
    <w:rsid w:val="00377B3C"/>
    <w:rsid w:val="003852D2"/>
    <w:rsid w:val="00386BF6"/>
    <w:rsid w:val="00386EAD"/>
    <w:rsid w:val="003870C2"/>
    <w:rsid w:val="0039067C"/>
    <w:rsid w:val="00395F00"/>
    <w:rsid w:val="003A2B76"/>
    <w:rsid w:val="003A48D6"/>
    <w:rsid w:val="003B188E"/>
    <w:rsid w:val="003B2C0A"/>
    <w:rsid w:val="003B3C1D"/>
    <w:rsid w:val="003B4012"/>
    <w:rsid w:val="003C2936"/>
    <w:rsid w:val="003D1992"/>
    <w:rsid w:val="003D1B79"/>
    <w:rsid w:val="003D3B8A"/>
    <w:rsid w:val="003D3BF8"/>
    <w:rsid w:val="003D54F8"/>
    <w:rsid w:val="003E38E0"/>
    <w:rsid w:val="003E3F82"/>
    <w:rsid w:val="003E663F"/>
    <w:rsid w:val="003E6CA9"/>
    <w:rsid w:val="003F0F2E"/>
    <w:rsid w:val="003F4F5E"/>
    <w:rsid w:val="00400906"/>
    <w:rsid w:val="00402347"/>
    <w:rsid w:val="00414151"/>
    <w:rsid w:val="00417D9C"/>
    <w:rsid w:val="00417DCD"/>
    <w:rsid w:val="004214BA"/>
    <w:rsid w:val="004250B3"/>
    <w:rsid w:val="00425300"/>
    <w:rsid w:val="0042590E"/>
    <w:rsid w:val="00426855"/>
    <w:rsid w:val="00437F65"/>
    <w:rsid w:val="0044314C"/>
    <w:rsid w:val="004437E6"/>
    <w:rsid w:val="00444F1D"/>
    <w:rsid w:val="00447296"/>
    <w:rsid w:val="00451960"/>
    <w:rsid w:val="00454F44"/>
    <w:rsid w:val="00457019"/>
    <w:rsid w:val="004600FD"/>
    <w:rsid w:val="0046050A"/>
    <w:rsid w:val="00460FB7"/>
    <w:rsid w:val="00460FEA"/>
    <w:rsid w:val="00463585"/>
    <w:rsid w:val="00464920"/>
    <w:rsid w:val="00466BB7"/>
    <w:rsid w:val="00466BC3"/>
    <w:rsid w:val="0046765A"/>
    <w:rsid w:val="00467792"/>
    <w:rsid w:val="0047203B"/>
    <w:rsid w:val="004734B7"/>
    <w:rsid w:val="00477BBD"/>
    <w:rsid w:val="00481B88"/>
    <w:rsid w:val="004851CF"/>
    <w:rsid w:val="00485B4F"/>
    <w:rsid w:val="004862D1"/>
    <w:rsid w:val="004A5C16"/>
    <w:rsid w:val="004B2D44"/>
    <w:rsid w:val="004B2D5A"/>
    <w:rsid w:val="004B3196"/>
    <w:rsid w:val="004B36AD"/>
    <w:rsid w:val="004C419C"/>
    <w:rsid w:val="004C56E3"/>
    <w:rsid w:val="004C7485"/>
    <w:rsid w:val="004D0DB7"/>
    <w:rsid w:val="004D1AB5"/>
    <w:rsid w:val="004D20FA"/>
    <w:rsid w:val="004D293D"/>
    <w:rsid w:val="004D4D20"/>
    <w:rsid w:val="004E2515"/>
    <w:rsid w:val="004E2B3A"/>
    <w:rsid w:val="004E2E39"/>
    <w:rsid w:val="004F06DE"/>
    <w:rsid w:val="004F36EA"/>
    <w:rsid w:val="004F44FE"/>
    <w:rsid w:val="00501816"/>
    <w:rsid w:val="00505F6F"/>
    <w:rsid w:val="00512A47"/>
    <w:rsid w:val="005144F4"/>
    <w:rsid w:val="00515969"/>
    <w:rsid w:val="00521175"/>
    <w:rsid w:val="005225E0"/>
    <w:rsid w:val="0052351B"/>
    <w:rsid w:val="005244E9"/>
    <w:rsid w:val="00531C68"/>
    <w:rsid w:val="005320E8"/>
    <w:rsid w:val="00532119"/>
    <w:rsid w:val="005335F3"/>
    <w:rsid w:val="00536357"/>
    <w:rsid w:val="005401FE"/>
    <w:rsid w:val="005410D9"/>
    <w:rsid w:val="00543241"/>
    <w:rsid w:val="00543C38"/>
    <w:rsid w:val="00543C6E"/>
    <w:rsid w:val="00543D2D"/>
    <w:rsid w:val="005450D1"/>
    <w:rsid w:val="00545A3D"/>
    <w:rsid w:val="00546DBB"/>
    <w:rsid w:val="00551C20"/>
    <w:rsid w:val="0055377E"/>
    <w:rsid w:val="0055627F"/>
    <w:rsid w:val="005601C4"/>
    <w:rsid w:val="0056187B"/>
    <w:rsid w:val="005618E0"/>
    <w:rsid w:val="00561A5B"/>
    <w:rsid w:val="0057074C"/>
    <w:rsid w:val="00570BF5"/>
    <w:rsid w:val="00573FBF"/>
    <w:rsid w:val="00574FF3"/>
    <w:rsid w:val="00575F67"/>
    <w:rsid w:val="00581FC2"/>
    <w:rsid w:val="00582538"/>
    <w:rsid w:val="005838DE"/>
    <w:rsid w:val="005838EA"/>
    <w:rsid w:val="00585EE1"/>
    <w:rsid w:val="00590C0E"/>
    <w:rsid w:val="0059158B"/>
    <w:rsid w:val="005939E6"/>
    <w:rsid w:val="00593E29"/>
    <w:rsid w:val="005958E0"/>
    <w:rsid w:val="005A110F"/>
    <w:rsid w:val="005A25BF"/>
    <w:rsid w:val="005A4227"/>
    <w:rsid w:val="005A53D1"/>
    <w:rsid w:val="005A63CB"/>
    <w:rsid w:val="005A6F13"/>
    <w:rsid w:val="005B229B"/>
    <w:rsid w:val="005B3518"/>
    <w:rsid w:val="005B48DE"/>
    <w:rsid w:val="005C3228"/>
    <w:rsid w:val="005C39D3"/>
    <w:rsid w:val="005C49D9"/>
    <w:rsid w:val="005C56AE"/>
    <w:rsid w:val="005C590A"/>
    <w:rsid w:val="005C5D0E"/>
    <w:rsid w:val="005C6184"/>
    <w:rsid w:val="005C7449"/>
    <w:rsid w:val="005D00C6"/>
    <w:rsid w:val="005D3823"/>
    <w:rsid w:val="005D5FBF"/>
    <w:rsid w:val="005E15F2"/>
    <w:rsid w:val="005E4735"/>
    <w:rsid w:val="005E54BD"/>
    <w:rsid w:val="005E5942"/>
    <w:rsid w:val="005E6D99"/>
    <w:rsid w:val="005F2396"/>
    <w:rsid w:val="005F2A21"/>
    <w:rsid w:val="005F2ADD"/>
    <w:rsid w:val="005F2C49"/>
    <w:rsid w:val="005F4260"/>
    <w:rsid w:val="005F4747"/>
    <w:rsid w:val="005F5E89"/>
    <w:rsid w:val="006013EB"/>
    <w:rsid w:val="00602AC7"/>
    <w:rsid w:val="00602D9E"/>
    <w:rsid w:val="0060479E"/>
    <w:rsid w:val="00604BE7"/>
    <w:rsid w:val="006073A1"/>
    <w:rsid w:val="00616270"/>
    <w:rsid w:val="00616AED"/>
    <w:rsid w:val="00617F87"/>
    <w:rsid w:val="006250E8"/>
    <w:rsid w:val="00626BC2"/>
    <w:rsid w:val="00632A4F"/>
    <w:rsid w:val="00632B56"/>
    <w:rsid w:val="0063437C"/>
    <w:rsid w:val="006351E3"/>
    <w:rsid w:val="00635639"/>
    <w:rsid w:val="00635A10"/>
    <w:rsid w:val="00643652"/>
    <w:rsid w:val="00644236"/>
    <w:rsid w:val="006471E5"/>
    <w:rsid w:val="006555A6"/>
    <w:rsid w:val="00655D90"/>
    <w:rsid w:val="0065606D"/>
    <w:rsid w:val="00656E52"/>
    <w:rsid w:val="00663D7E"/>
    <w:rsid w:val="00665D0F"/>
    <w:rsid w:val="00671392"/>
    <w:rsid w:val="006713DB"/>
    <w:rsid w:val="00671D3B"/>
    <w:rsid w:val="00672657"/>
    <w:rsid w:val="00674D38"/>
    <w:rsid w:val="00674DAC"/>
    <w:rsid w:val="00684A5B"/>
    <w:rsid w:val="00685EB1"/>
    <w:rsid w:val="006863F6"/>
    <w:rsid w:val="006923BC"/>
    <w:rsid w:val="0069413E"/>
    <w:rsid w:val="00696388"/>
    <w:rsid w:val="006A08C5"/>
    <w:rsid w:val="006A1F71"/>
    <w:rsid w:val="006A28D1"/>
    <w:rsid w:val="006A3D9E"/>
    <w:rsid w:val="006A68CE"/>
    <w:rsid w:val="006A7679"/>
    <w:rsid w:val="006B725F"/>
    <w:rsid w:val="006C33D0"/>
    <w:rsid w:val="006C6B02"/>
    <w:rsid w:val="006D103D"/>
    <w:rsid w:val="006D16F2"/>
    <w:rsid w:val="006E134A"/>
    <w:rsid w:val="006E38A7"/>
    <w:rsid w:val="006F2435"/>
    <w:rsid w:val="006F26C5"/>
    <w:rsid w:val="006F328B"/>
    <w:rsid w:val="006F3444"/>
    <w:rsid w:val="006F4A92"/>
    <w:rsid w:val="006F5886"/>
    <w:rsid w:val="0070027C"/>
    <w:rsid w:val="007045A3"/>
    <w:rsid w:val="00706AFE"/>
    <w:rsid w:val="00707734"/>
    <w:rsid w:val="00707DCC"/>
    <w:rsid w:val="00707E19"/>
    <w:rsid w:val="00712191"/>
    <w:rsid w:val="00712F7C"/>
    <w:rsid w:val="0071487E"/>
    <w:rsid w:val="00715A5E"/>
    <w:rsid w:val="00715A8C"/>
    <w:rsid w:val="00716972"/>
    <w:rsid w:val="00716F3E"/>
    <w:rsid w:val="007207F3"/>
    <w:rsid w:val="0072328A"/>
    <w:rsid w:val="00735794"/>
    <w:rsid w:val="00736785"/>
    <w:rsid w:val="007377B5"/>
    <w:rsid w:val="00743039"/>
    <w:rsid w:val="00746CC2"/>
    <w:rsid w:val="0075011F"/>
    <w:rsid w:val="007550CA"/>
    <w:rsid w:val="007551C5"/>
    <w:rsid w:val="00760323"/>
    <w:rsid w:val="00760C8E"/>
    <w:rsid w:val="007613E6"/>
    <w:rsid w:val="00762931"/>
    <w:rsid w:val="0076311C"/>
    <w:rsid w:val="007646F0"/>
    <w:rsid w:val="00765600"/>
    <w:rsid w:val="007676F2"/>
    <w:rsid w:val="0077009C"/>
    <w:rsid w:val="00770AE9"/>
    <w:rsid w:val="007731C2"/>
    <w:rsid w:val="00773D4D"/>
    <w:rsid w:val="007917C2"/>
    <w:rsid w:val="00791C9F"/>
    <w:rsid w:val="00792AAB"/>
    <w:rsid w:val="00793B47"/>
    <w:rsid w:val="00793E37"/>
    <w:rsid w:val="007A1D0C"/>
    <w:rsid w:val="007A1EBB"/>
    <w:rsid w:val="007A2A7B"/>
    <w:rsid w:val="007A360E"/>
    <w:rsid w:val="007B11EA"/>
    <w:rsid w:val="007B65B0"/>
    <w:rsid w:val="007B6C41"/>
    <w:rsid w:val="007B6DA1"/>
    <w:rsid w:val="007D0396"/>
    <w:rsid w:val="007D2E00"/>
    <w:rsid w:val="007D4132"/>
    <w:rsid w:val="007D4925"/>
    <w:rsid w:val="007D6774"/>
    <w:rsid w:val="007D7398"/>
    <w:rsid w:val="007E1DFE"/>
    <w:rsid w:val="007E3AEC"/>
    <w:rsid w:val="007F0C8A"/>
    <w:rsid w:val="007F11AB"/>
    <w:rsid w:val="007F18CB"/>
    <w:rsid w:val="008034D1"/>
    <w:rsid w:val="008143CB"/>
    <w:rsid w:val="0081451C"/>
    <w:rsid w:val="0081614B"/>
    <w:rsid w:val="00820BBE"/>
    <w:rsid w:val="00821343"/>
    <w:rsid w:val="00823CA1"/>
    <w:rsid w:val="00826AAD"/>
    <w:rsid w:val="00827AD1"/>
    <w:rsid w:val="00840FFE"/>
    <w:rsid w:val="00841E7A"/>
    <w:rsid w:val="008441B2"/>
    <w:rsid w:val="008472AA"/>
    <w:rsid w:val="008513B9"/>
    <w:rsid w:val="00851DD0"/>
    <w:rsid w:val="00852B71"/>
    <w:rsid w:val="00853831"/>
    <w:rsid w:val="00864C6F"/>
    <w:rsid w:val="00866788"/>
    <w:rsid w:val="008702D3"/>
    <w:rsid w:val="00870F29"/>
    <w:rsid w:val="00876034"/>
    <w:rsid w:val="00877A7F"/>
    <w:rsid w:val="008827E7"/>
    <w:rsid w:val="00884152"/>
    <w:rsid w:val="0088759E"/>
    <w:rsid w:val="00887F1B"/>
    <w:rsid w:val="00891305"/>
    <w:rsid w:val="00893778"/>
    <w:rsid w:val="008945F7"/>
    <w:rsid w:val="008968EA"/>
    <w:rsid w:val="008A1696"/>
    <w:rsid w:val="008A45B8"/>
    <w:rsid w:val="008A45E7"/>
    <w:rsid w:val="008B28D9"/>
    <w:rsid w:val="008B429E"/>
    <w:rsid w:val="008B4345"/>
    <w:rsid w:val="008B4F03"/>
    <w:rsid w:val="008C55BD"/>
    <w:rsid w:val="008C58FE"/>
    <w:rsid w:val="008D3F7B"/>
    <w:rsid w:val="008E6C41"/>
    <w:rsid w:val="008F0816"/>
    <w:rsid w:val="008F6BB7"/>
    <w:rsid w:val="00900BD5"/>
    <w:rsid w:val="00900F42"/>
    <w:rsid w:val="0090151E"/>
    <w:rsid w:val="00901D73"/>
    <w:rsid w:val="00902776"/>
    <w:rsid w:val="00903A42"/>
    <w:rsid w:val="0091024B"/>
    <w:rsid w:val="0091198F"/>
    <w:rsid w:val="00912A16"/>
    <w:rsid w:val="00920670"/>
    <w:rsid w:val="00932E3C"/>
    <w:rsid w:val="00933A97"/>
    <w:rsid w:val="00933CCE"/>
    <w:rsid w:val="0094202E"/>
    <w:rsid w:val="00943460"/>
    <w:rsid w:val="009530C1"/>
    <w:rsid w:val="00955560"/>
    <w:rsid w:val="009573D3"/>
    <w:rsid w:val="009577D5"/>
    <w:rsid w:val="009609F4"/>
    <w:rsid w:val="00962461"/>
    <w:rsid w:val="00963E33"/>
    <w:rsid w:val="00965319"/>
    <w:rsid w:val="00967212"/>
    <w:rsid w:val="00971AF1"/>
    <w:rsid w:val="00972D16"/>
    <w:rsid w:val="0097362A"/>
    <w:rsid w:val="009751F7"/>
    <w:rsid w:val="0098684F"/>
    <w:rsid w:val="00991D48"/>
    <w:rsid w:val="009952BC"/>
    <w:rsid w:val="009960AC"/>
    <w:rsid w:val="00996A85"/>
    <w:rsid w:val="009977FF"/>
    <w:rsid w:val="009A0155"/>
    <w:rsid w:val="009A085B"/>
    <w:rsid w:val="009A241C"/>
    <w:rsid w:val="009B109F"/>
    <w:rsid w:val="009B6127"/>
    <w:rsid w:val="009C0027"/>
    <w:rsid w:val="009C0783"/>
    <w:rsid w:val="009C1DE6"/>
    <w:rsid w:val="009C1F0E"/>
    <w:rsid w:val="009C283B"/>
    <w:rsid w:val="009C5423"/>
    <w:rsid w:val="009C55EB"/>
    <w:rsid w:val="009C6F99"/>
    <w:rsid w:val="009C7858"/>
    <w:rsid w:val="009D3A9C"/>
    <w:rsid w:val="009D3E8C"/>
    <w:rsid w:val="009E200C"/>
    <w:rsid w:val="009E2067"/>
    <w:rsid w:val="009E2653"/>
    <w:rsid w:val="009E3A0E"/>
    <w:rsid w:val="009E6B97"/>
    <w:rsid w:val="009F3939"/>
    <w:rsid w:val="009F3B72"/>
    <w:rsid w:val="009F6ACA"/>
    <w:rsid w:val="009F74AB"/>
    <w:rsid w:val="00A06428"/>
    <w:rsid w:val="00A1314B"/>
    <w:rsid w:val="00A13160"/>
    <w:rsid w:val="00A131D5"/>
    <w:rsid w:val="00A137D3"/>
    <w:rsid w:val="00A17B1F"/>
    <w:rsid w:val="00A20732"/>
    <w:rsid w:val="00A21366"/>
    <w:rsid w:val="00A2401D"/>
    <w:rsid w:val="00A25DD8"/>
    <w:rsid w:val="00A31915"/>
    <w:rsid w:val="00A331F5"/>
    <w:rsid w:val="00A35B16"/>
    <w:rsid w:val="00A42FCD"/>
    <w:rsid w:val="00A44A8F"/>
    <w:rsid w:val="00A47E67"/>
    <w:rsid w:val="00A51D96"/>
    <w:rsid w:val="00A531AD"/>
    <w:rsid w:val="00A5390B"/>
    <w:rsid w:val="00A54157"/>
    <w:rsid w:val="00A55074"/>
    <w:rsid w:val="00A558B2"/>
    <w:rsid w:val="00A61CB8"/>
    <w:rsid w:val="00A73998"/>
    <w:rsid w:val="00A74FAF"/>
    <w:rsid w:val="00A76FFD"/>
    <w:rsid w:val="00A83732"/>
    <w:rsid w:val="00A8593C"/>
    <w:rsid w:val="00A90707"/>
    <w:rsid w:val="00A95D01"/>
    <w:rsid w:val="00A96F84"/>
    <w:rsid w:val="00A97CB9"/>
    <w:rsid w:val="00AA1295"/>
    <w:rsid w:val="00AA3010"/>
    <w:rsid w:val="00AA7658"/>
    <w:rsid w:val="00AB0CDD"/>
    <w:rsid w:val="00AB3938"/>
    <w:rsid w:val="00AB4004"/>
    <w:rsid w:val="00AB79C2"/>
    <w:rsid w:val="00AC3953"/>
    <w:rsid w:val="00AC59FB"/>
    <w:rsid w:val="00AC6D23"/>
    <w:rsid w:val="00AC7150"/>
    <w:rsid w:val="00AD1E00"/>
    <w:rsid w:val="00AD5A54"/>
    <w:rsid w:val="00AD6E3A"/>
    <w:rsid w:val="00AE14BB"/>
    <w:rsid w:val="00AE1DCA"/>
    <w:rsid w:val="00AE272E"/>
    <w:rsid w:val="00AE5545"/>
    <w:rsid w:val="00AE55C9"/>
    <w:rsid w:val="00AE7DFF"/>
    <w:rsid w:val="00AF244E"/>
    <w:rsid w:val="00AF498D"/>
    <w:rsid w:val="00AF5F7C"/>
    <w:rsid w:val="00AF73C3"/>
    <w:rsid w:val="00AF7CA3"/>
    <w:rsid w:val="00B02207"/>
    <w:rsid w:val="00B03403"/>
    <w:rsid w:val="00B04AE5"/>
    <w:rsid w:val="00B04BE5"/>
    <w:rsid w:val="00B063FA"/>
    <w:rsid w:val="00B10324"/>
    <w:rsid w:val="00B11CB6"/>
    <w:rsid w:val="00B122FF"/>
    <w:rsid w:val="00B20AB2"/>
    <w:rsid w:val="00B22BE5"/>
    <w:rsid w:val="00B262FD"/>
    <w:rsid w:val="00B30154"/>
    <w:rsid w:val="00B30382"/>
    <w:rsid w:val="00B376B1"/>
    <w:rsid w:val="00B4114E"/>
    <w:rsid w:val="00B4433D"/>
    <w:rsid w:val="00B52684"/>
    <w:rsid w:val="00B56260"/>
    <w:rsid w:val="00B620D9"/>
    <w:rsid w:val="00B633DB"/>
    <w:rsid w:val="00B639ED"/>
    <w:rsid w:val="00B662EF"/>
    <w:rsid w:val="00B66A8C"/>
    <w:rsid w:val="00B67FA6"/>
    <w:rsid w:val="00B71C1A"/>
    <w:rsid w:val="00B75E26"/>
    <w:rsid w:val="00B7607F"/>
    <w:rsid w:val="00B771C3"/>
    <w:rsid w:val="00B8061C"/>
    <w:rsid w:val="00B815A0"/>
    <w:rsid w:val="00B81815"/>
    <w:rsid w:val="00B83BA2"/>
    <w:rsid w:val="00B849DE"/>
    <w:rsid w:val="00B853AA"/>
    <w:rsid w:val="00B875BF"/>
    <w:rsid w:val="00B90788"/>
    <w:rsid w:val="00B91F62"/>
    <w:rsid w:val="00B9256A"/>
    <w:rsid w:val="00B93974"/>
    <w:rsid w:val="00B9718D"/>
    <w:rsid w:val="00BB139F"/>
    <w:rsid w:val="00BB29F5"/>
    <w:rsid w:val="00BB2C98"/>
    <w:rsid w:val="00BB2F1C"/>
    <w:rsid w:val="00BC0196"/>
    <w:rsid w:val="00BC1ADF"/>
    <w:rsid w:val="00BC27A1"/>
    <w:rsid w:val="00BC2F0E"/>
    <w:rsid w:val="00BC5BD3"/>
    <w:rsid w:val="00BD0B82"/>
    <w:rsid w:val="00BE15EC"/>
    <w:rsid w:val="00BE2105"/>
    <w:rsid w:val="00BE3198"/>
    <w:rsid w:val="00BE5C9D"/>
    <w:rsid w:val="00BE6997"/>
    <w:rsid w:val="00BE7C21"/>
    <w:rsid w:val="00BF4F5F"/>
    <w:rsid w:val="00BF5D68"/>
    <w:rsid w:val="00C003B5"/>
    <w:rsid w:val="00C0292A"/>
    <w:rsid w:val="00C03452"/>
    <w:rsid w:val="00C04EEB"/>
    <w:rsid w:val="00C06542"/>
    <w:rsid w:val="00C075A4"/>
    <w:rsid w:val="00C07F79"/>
    <w:rsid w:val="00C10F12"/>
    <w:rsid w:val="00C11826"/>
    <w:rsid w:val="00C12916"/>
    <w:rsid w:val="00C12BB6"/>
    <w:rsid w:val="00C17A23"/>
    <w:rsid w:val="00C21B6A"/>
    <w:rsid w:val="00C25F89"/>
    <w:rsid w:val="00C266E0"/>
    <w:rsid w:val="00C27F1D"/>
    <w:rsid w:val="00C32073"/>
    <w:rsid w:val="00C32295"/>
    <w:rsid w:val="00C34718"/>
    <w:rsid w:val="00C35E95"/>
    <w:rsid w:val="00C375F2"/>
    <w:rsid w:val="00C42A0C"/>
    <w:rsid w:val="00C46D42"/>
    <w:rsid w:val="00C50C32"/>
    <w:rsid w:val="00C5173C"/>
    <w:rsid w:val="00C53546"/>
    <w:rsid w:val="00C57CB7"/>
    <w:rsid w:val="00C60178"/>
    <w:rsid w:val="00C613AC"/>
    <w:rsid w:val="00C61760"/>
    <w:rsid w:val="00C62B07"/>
    <w:rsid w:val="00C63C63"/>
    <w:rsid w:val="00C63CD6"/>
    <w:rsid w:val="00C65C64"/>
    <w:rsid w:val="00C65FC3"/>
    <w:rsid w:val="00C72943"/>
    <w:rsid w:val="00C72E9B"/>
    <w:rsid w:val="00C76FFB"/>
    <w:rsid w:val="00C80829"/>
    <w:rsid w:val="00C842AE"/>
    <w:rsid w:val="00C87D95"/>
    <w:rsid w:val="00C9077A"/>
    <w:rsid w:val="00C95CD2"/>
    <w:rsid w:val="00C963DA"/>
    <w:rsid w:val="00C973E2"/>
    <w:rsid w:val="00CA051B"/>
    <w:rsid w:val="00CA42B5"/>
    <w:rsid w:val="00CA42BE"/>
    <w:rsid w:val="00CA4D55"/>
    <w:rsid w:val="00CB2386"/>
    <w:rsid w:val="00CB3CBE"/>
    <w:rsid w:val="00CC153F"/>
    <w:rsid w:val="00CC2AD7"/>
    <w:rsid w:val="00CC2B55"/>
    <w:rsid w:val="00CC31A1"/>
    <w:rsid w:val="00CD14F9"/>
    <w:rsid w:val="00CD1E77"/>
    <w:rsid w:val="00CE2D8B"/>
    <w:rsid w:val="00CE4F98"/>
    <w:rsid w:val="00CE7CE7"/>
    <w:rsid w:val="00CF03D8"/>
    <w:rsid w:val="00CF6AA8"/>
    <w:rsid w:val="00D015D5"/>
    <w:rsid w:val="00D03D68"/>
    <w:rsid w:val="00D11B91"/>
    <w:rsid w:val="00D12AC1"/>
    <w:rsid w:val="00D22263"/>
    <w:rsid w:val="00D2603A"/>
    <w:rsid w:val="00D266DD"/>
    <w:rsid w:val="00D32B04"/>
    <w:rsid w:val="00D374E7"/>
    <w:rsid w:val="00D41037"/>
    <w:rsid w:val="00D42752"/>
    <w:rsid w:val="00D42A57"/>
    <w:rsid w:val="00D437E2"/>
    <w:rsid w:val="00D461AF"/>
    <w:rsid w:val="00D474CF"/>
    <w:rsid w:val="00D52D3C"/>
    <w:rsid w:val="00D55842"/>
    <w:rsid w:val="00D57EAE"/>
    <w:rsid w:val="00D63949"/>
    <w:rsid w:val="00D63AC3"/>
    <w:rsid w:val="00D652E7"/>
    <w:rsid w:val="00D6680B"/>
    <w:rsid w:val="00D70ED9"/>
    <w:rsid w:val="00D72D42"/>
    <w:rsid w:val="00D75BAF"/>
    <w:rsid w:val="00D77BCF"/>
    <w:rsid w:val="00D80C9B"/>
    <w:rsid w:val="00D822D3"/>
    <w:rsid w:val="00D84394"/>
    <w:rsid w:val="00D87800"/>
    <w:rsid w:val="00D929C4"/>
    <w:rsid w:val="00D942C0"/>
    <w:rsid w:val="00D94745"/>
    <w:rsid w:val="00D95E55"/>
    <w:rsid w:val="00DA0BDC"/>
    <w:rsid w:val="00DA37F9"/>
    <w:rsid w:val="00DA55B3"/>
    <w:rsid w:val="00DA75E6"/>
    <w:rsid w:val="00DA77C9"/>
    <w:rsid w:val="00DB139D"/>
    <w:rsid w:val="00DB1B0D"/>
    <w:rsid w:val="00DB1C00"/>
    <w:rsid w:val="00DB3664"/>
    <w:rsid w:val="00DB4603"/>
    <w:rsid w:val="00DB6151"/>
    <w:rsid w:val="00DC16FB"/>
    <w:rsid w:val="00DC326A"/>
    <w:rsid w:val="00DC368B"/>
    <w:rsid w:val="00DC3CA9"/>
    <w:rsid w:val="00DC4A65"/>
    <w:rsid w:val="00DC4F66"/>
    <w:rsid w:val="00DC6E36"/>
    <w:rsid w:val="00DC7116"/>
    <w:rsid w:val="00DD20F1"/>
    <w:rsid w:val="00DD69DD"/>
    <w:rsid w:val="00DE4863"/>
    <w:rsid w:val="00DE61A7"/>
    <w:rsid w:val="00DE6B8D"/>
    <w:rsid w:val="00DE7ECB"/>
    <w:rsid w:val="00DF0747"/>
    <w:rsid w:val="00DF7234"/>
    <w:rsid w:val="00E00764"/>
    <w:rsid w:val="00E01102"/>
    <w:rsid w:val="00E01B65"/>
    <w:rsid w:val="00E04D0E"/>
    <w:rsid w:val="00E060C2"/>
    <w:rsid w:val="00E10B44"/>
    <w:rsid w:val="00E11F02"/>
    <w:rsid w:val="00E134D2"/>
    <w:rsid w:val="00E20D1D"/>
    <w:rsid w:val="00E218B1"/>
    <w:rsid w:val="00E24EE7"/>
    <w:rsid w:val="00E25754"/>
    <w:rsid w:val="00E27167"/>
    <w:rsid w:val="00E2726B"/>
    <w:rsid w:val="00E33247"/>
    <w:rsid w:val="00E353A0"/>
    <w:rsid w:val="00E37801"/>
    <w:rsid w:val="00E41693"/>
    <w:rsid w:val="00E45FA5"/>
    <w:rsid w:val="00E46EAA"/>
    <w:rsid w:val="00E5038C"/>
    <w:rsid w:val="00E50A62"/>
    <w:rsid w:val="00E50B69"/>
    <w:rsid w:val="00E51076"/>
    <w:rsid w:val="00E5298B"/>
    <w:rsid w:val="00E56EFB"/>
    <w:rsid w:val="00E64542"/>
    <w:rsid w:val="00E6458F"/>
    <w:rsid w:val="00E67384"/>
    <w:rsid w:val="00E7190F"/>
    <w:rsid w:val="00E7242D"/>
    <w:rsid w:val="00E74C76"/>
    <w:rsid w:val="00E77421"/>
    <w:rsid w:val="00E81414"/>
    <w:rsid w:val="00E815C9"/>
    <w:rsid w:val="00E87E25"/>
    <w:rsid w:val="00E93A4D"/>
    <w:rsid w:val="00E94294"/>
    <w:rsid w:val="00E97724"/>
    <w:rsid w:val="00EA04F1"/>
    <w:rsid w:val="00EA1796"/>
    <w:rsid w:val="00EA2FD3"/>
    <w:rsid w:val="00EA3134"/>
    <w:rsid w:val="00EB7CE9"/>
    <w:rsid w:val="00EC09DA"/>
    <w:rsid w:val="00EC433F"/>
    <w:rsid w:val="00ED1FDE"/>
    <w:rsid w:val="00ED2C91"/>
    <w:rsid w:val="00ED4993"/>
    <w:rsid w:val="00ED67EF"/>
    <w:rsid w:val="00EE0639"/>
    <w:rsid w:val="00EE4B20"/>
    <w:rsid w:val="00EE6234"/>
    <w:rsid w:val="00EF0AF1"/>
    <w:rsid w:val="00EF1661"/>
    <w:rsid w:val="00F0071A"/>
    <w:rsid w:val="00F008CC"/>
    <w:rsid w:val="00F06EFB"/>
    <w:rsid w:val="00F07A1E"/>
    <w:rsid w:val="00F13631"/>
    <w:rsid w:val="00F1529E"/>
    <w:rsid w:val="00F16F07"/>
    <w:rsid w:val="00F2378A"/>
    <w:rsid w:val="00F2417F"/>
    <w:rsid w:val="00F26EA1"/>
    <w:rsid w:val="00F26FF3"/>
    <w:rsid w:val="00F32B74"/>
    <w:rsid w:val="00F33C05"/>
    <w:rsid w:val="00F34AF4"/>
    <w:rsid w:val="00F36012"/>
    <w:rsid w:val="00F40BFC"/>
    <w:rsid w:val="00F4106A"/>
    <w:rsid w:val="00F45975"/>
    <w:rsid w:val="00F45B7C"/>
    <w:rsid w:val="00F45FCE"/>
    <w:rsid w:val="00F50364"/>
    <w:rsid w:val="00F5240F"/>
    <w:rsid w:val="00F579F0"/>
    <w:rsid w:val="00F6097D"/>
    <w:rsid w:val="00F637C3"/>
    <w:rsid w:val="00F73A08"/>
    <w:rsid w:val="00F75D42"/>
    <w:rsid w:val="00F818E1"/>
    <w:rsid w:val="00F82DC1"/>
    <w:rsid w:val="00F852D6"/>
    <w:rsid w:val="00F92F3A"/>
    <w:rsid w:val="00F9334F"/>
    <w:rsid w:val="00F9696A"/>
    <w:rsid w:val="00F97D7F"/>
    <w:rsid w:val="00FA122C"/>
    <w:rsid w:val="00FA31C7"/>
    <w:rsid w:val="00FA3B95"/>
    <w:rsid w:val="00FA7B44"/>
    <w:rsid w:val="00FB36B3"/>
    <w:rsid w:val="00FC1278"/>
    <w:rsid w:val="00FC438C"/>
    <w:rsid w:val="00FC705D"/>
    <w:rsid w:val="00FC7222"/>
    <w:rsid w:val="00FD1B65"/>
    <w:rsid w:val="00FD3E8F"/>
    <w:rsid w:val="00FD576C"/>
    <w:rsid w:val="00FE6ADF"/>
    <w:rsid w:val="00FE7735"/>
    <w:rsid w:val="00FF09C4"/>
    <w:rsid w:val="00FF1E3F"/>
    <w:rsid w:val="00FF2B66"/>
    <w:rsid w:val="00FF320D"/>
    <w:rsid w:val="00FF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2F0E"/>
    <w:rPr>
      <w:rFonts w:ascii="TimesET" w:hAnsi="TimesET"/>
    </w:rPr>
  </w:style>
  <w:style w:type="paragraph" w:styleId="1">
    <w:name w:val="heading 1"/>
    <w:basedOn w:val="a"/>
    <w:next w:val="a"/>
    <w:qFormat/>
    <w:rsid w:val="00F73A08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F73A08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73A08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F73A08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F73A0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F73A08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F73A08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F73A08"/>
  </w:style>
  <w:style w:type="table" w:styleId="a9">
    <w:name w:val="Table Grid"/>
    <w:basedOn w:val="a1"/>
    <w:uiPriority w:val="59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uiPriority w:val="99"/>
    <w:rsid w:val="00BC2F0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c">
    <w:name w:val="List Paragraph"/>
    <w:basedOn w:val="a"/>
    <w:uiPriority w:val="34"/>
    <w:qFormat/>
    <w:rsid w:val="00BC2F0E"/>
    <w:pPr>
      <w:ind w:left="720"/>
      <w:contextualSpacing/>
    </w:pPr>
  </w:style>
  <w:style w:type="paragraph" w:customStyle="1" w:styleId="ConsPlusTitle">
    <w:name w:val="ConsPlusTitle"/>
    <w:rsid w:val="00D942C0"/>
    <w:pPr>
      <w:widowControl w:val="0"/>
      <w:autoSpaceDE w:val="0"/>
      <w:autoSpaceDN w:val="0"/>
    </w:pPr>
    <w:rPr>
      <w:b/>
      <w:sz w:val="24"/>
    </w:rPr>
  </w:style>
  <w:style w:type="character" w:customStyle="1" w:styleId="ConsPlusNormal0">
    <w:name w:val="ConsPlusNormal Знак"/>
    <w:link w:val="ConsPlusNormal"/>
    <w:uiPriority w:val="99"/>
    <w:locked/>
    <w:rsid w:val="00D942C0"/>
    <w:rPr>
      <w:rFonts w:ascii="Arial" w:eastAsia="Calibri" w:hAnsi="Arial" w:cs="Arial"/>
      <w:lang w:eastAsia="en-US" w:bidi="ar-SA"/>
    </w:rPr>
  </w:style>
  <w:style w:type="character" w:customStyle="1" w:styleId="ad">
    <w:name w:val="Основной текст_"/>
    <w:link w:val="20"/>
    <w:locked/>
    <w:rsid w:val="005601C4"/>
    <w:rPr>
      <w:sz w:val="27"/>
      <w:shd w:val="clear" w:color="auto" w:fill="FFFFFF"/>
    </w:rPr>
  </w:style>
  <w:style w:type="paragraph" w:customStyle="1" w:styleId="20">
    <w:name w:val="Основной текст2"/>
    <w:basedOn w:val="a"/>
    <w:link w:val="ad"/>
    <w:rsid w:val="005601C4"/>
    <w:pPr>
      <w:widowControl w:val="0"/>
      <w:shd w:val="clear" w:color="auto" w:fill="FFFFFF"/>
      <w:spacing w:before="360" w:after="360" w:line="240" w:lineRule="atLeast"/>
      <w:ind w:hanging="1620"/>
      <w:jc w:val="center"/>
    </w:pPr>
    <w:rPr>
      <w:rFonts w:ascii="Times New Roman" w:hAnsi="Times New Roman"/>
      <w:sz w:val="27"/>
    </w:rPr>
  </w:style>
  <w:style w:type="paragraph" w:styleId="ae">
    <w:name w:val="No Spacing"/>
    <w:uiPriority w:val="1"/>
    <w:qFormat/>
    <w:rsid w:val="00202955"/>
    <w:rPr>
      <w:rFonts w:ascii="TimesET" w:hAnsi="TimesE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64;&#1040;&#1041;&#1051;&#1054;&#1053;&#1067;\&#1041;&#1051;&#1040;&#1053;&#1050;&#1048;%20&#1055;&#1088;&#1072;&#1074;-&#1074;&#1072;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EA13E-63F0-4836-A2FF-5ED531751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1115</TotalTime>
  <Pages>37</Pages>
  <Words>6470</Words>
  <Characters>36883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43267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Дегтева</dc:creator>
  <cp:lastModifiedBy>Дягилева М.А.</cp:lastModifiedBy>
  <cp:revision>73</cp:revision>
  <cp:lastPrinted>2019-12-25T07:29:00Z</cp:lastPrinted>
  <dcterms:created xsi:type="dcterms:W3CDTF">2019-11-14T15:34:00Z</dcterms:created>
  <dcterms:modified xsi:type="dcterms:W3CDTF">2019-12-26T14:36:00Z</dcterms:modified>
</cp:coreProperties>
</file>